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426AB" w14:textId="77777777" w:rsidR="00611674" w:rsidRDefault="00044E4F" w:rsidP="00611674">
      <w:pPr>
        <w:pStyle w:val="Title"/>
      </w:pPr>
      <w:r>
        <w:t>RFC: Direct Chunk Write</w:t>
      </w:r>
      <w:r w:rsidR="00611674">
        <w:t xml:space="preserve">  </w:t>
      </w:r>
    </w:p>
    <w:p w14:paraId="4C3C469C" w14:textId="4DBC83F5" w:rsidR="00611674" w:rsidRPr="006000D5" w:rsidRDefault="00702CD9" w:rsidP="00702CD9">
      <w:pPr>
        <w:pStyle w:val="Author"/>
      </w:pPr>
      <w:r>
        <w:t>Raymond Lu</w:t>
      </w:r>
    </w:p>
    <w:p w14:paraId="3F6DBC5E" w14:textId="080F7772" w:rsidR="00611674" w:rsidRDefault="00AB0E05" w:rsidP="00611674">
      <w:pPr>
        <w:pStyle w:val="Abstract"/>
      </w:pPr>
      <w:r>
        <w:t xml:space="preserve">This </w:t>
      </w:r>
      <w:r w:rsidR="00927B93">
        <w:t xml:space="preserve">document </w:t>
      </w:r>
      <w:r>
        <w:t xml:space="preserve">discusses a new </w:t>
      </w:r>
      <w:r w:rsidR="00AE36EC">
        <w:t xml:space="preserve">HDF5 C </w:t>
      </w:r>
      <w:r>
        <w:t>function to bypass the library’s data conversion and filter pipeline and write data chunk</w:t>
      </w:r>
      <w:r w:rsidR="000E00CD">
        <w:t>s</w:t>
      </w:r>
      <w:r>
        <w:t xml:space="preserve"> directly </w:t>
      </w:r>
      <w:r w:rsidR="00AE36EC">
        <w:t xml:space="preserve">to a dataset </w:t>
      </w:r>
      <w:r>
        <w:t xml:space="preserve">in the file.  </w:t>
      </w:r>
      <w:r w:rsidR="00736567">
        <w:t>It studies the advantage for the function location in the HDF5 library and high-level library.  In the end, i</w:t>
      </w:r>
      <w:r>
        <w:t xml:space="preserve">t recommends putting the new function in the </w:t>
      </w:r>
      <w:r w:rsidR="00EB4026">
        <w:t xml:space="preserve">HDF5 </w:t>
      </w:r>
      <w:r>
        <w:t xml:space="preserve">high-level </w:t>
      </w:r>
      <w:r w:rsidR="00EB4026">
        <w:t xml:space="preserve">C </w:t>
      </w:r>
      <w:r>
        <w:t xml:space="preserve">library. </w:t>
      </w:r>
    </w:p>
    <w:p w14:paraId="6FE038FD" w14:textId="77777777" w:rsidR="00611674" w:rsidRPr="00913E2A" w:rsidRDefault="00611674" w:rsidP="00611674">
      <w:pPr>
        <w:pStyle w:val="Divider"/>
      </w:pPr>
    </w:p>
    <w:p w14:paraId="07F72FC2" w14:textId="77777777" w:rsidR="00611674" w:rsidRDefault="00611674" w:rsidP="00611674">
      <w:pPr>
        <w:pStyle w:val="Heading1"/>
      </w:pPr>
      <w:r>
        <w:t xml:space="preserve">Introduction    </w:t>
      </w:r>
    </w:p>
    <w:p w14:paraId="7E0C472B" w14:textId="391F55E0" w:rsidR="00927B93" w:rsidRDefault="00A96D06" w:rsidP="00611674">
      <w:r>
        <w:t>A customer of the HDF Group</w:t>
      </w:r>
      <w:r w:rsidR="005C534C">
        <w:t xml:space="preserve"> reque</w:t>
      </w:r>
      <w:r>
        <w:t xml:space="preserve">sted a new </w:t>
      </w:r>
      <w:r w:rsidR="00EF6C7F">
        <w:t>function, which</w:t>
      </w:r>
      <w:r w:rsidR="000E00CD">
        <w:t xml:space="preserve"> would </w:t>
      </w:r>
      <w:r>
        <w:t>allow an</w:t>
      </w:r>
      <w:r w:rsidR="005C534C">
        <w:t xml:space="preserve"> application to write pre-compressed data chunks directly to </w:t>
      </w:r>
      <w:r w:rsidR="00EB4026">
        <w:t xml:space="preserve">a dataset in </w:t>
      </w:r>
      <w:r w:rsidR="000E00CD">
        <w:t xml:space="preserve">an </w:t>
      </w:r>
      <w:r w:rsidR="005C534C">
        <w:t>HDF5 file.  The application will compress its data outs</w:t>
      </w:r>
      <w:r>
        <w:t xml:space="preserve">ide </w:t>
      </w:r>
      <w:r w:rsidR="007E353F">
        <w:t xml:space="preserve">of </w:t>
      </w:r>
      <w:r>
        <w:t>the HDF5 library</w:t>
      </w:r>
      <w:r w:rsidR="005C534C">
        <w:t xml:space="preserve"> so that </w:t>
      </w:r>
      <w:r w:rsidR="00702CD9">
        <w:t xml:space="preserve">it is no longer limited by </w:t>
      </w:r>
      <w:r w:rsidR="007E353F">
        <w:t xml:space="preserve">the </w:t>
      </w:r>
      <w:r w:rsidR="00702CD9">
        <w:t>HDF5 library’s filter pipeline.</w:t>
      </w:r>
    </w:p>
    <w:p w14:paraId="57EE1406" w14:textId="77777777" w:rsidR="002E4442" w:rsidRDefault="002E4442" w:rsidP="00611674"/>
    <w:p w14:paraId="38134045" w14:textId="77777777" w:rsidR="00611674" w:rsidRDefault="00934E8A" w:rsidP="00611674">
      <w:pPr>
        <w:pStyle w:val="Heading1"/>
      </w:pPr>
      <w:r>
        <w:t>Motivation</w:t>
      </w:r>
    </w:p>
    <w:p w14:paraId="55957673" w14:textId="77777777" w:rsidR="00AC51F8" w:rsidRDefault="00A96D06" w:rsidP="00611674">
      <w:r>
        <w:t>The customer</w:t>
      </w:r>
      <w:r w:rsidR="00785026">
        <w:t xml:space="preserve"> designs next generation X-ray pixel detectors at synchrotron light sources.  It produces d</w:t>
      </w:r>
      <w:r w:rsidR="00663329">
        <w:t>ata at the rate of tens of gigabyte</w:t>
      </w:r>
      <w:r w:rsidR="00785026">
        <w:t xml:space="preserve"> per second.</w:t>
      </w:r>
      <w:r w:rsidR="00663329">
        <w:t xml:space="preserve">  The modular architecture of the detector can scale up its data stream in parallel.  It maps well to the current parallel computing and storage systems.  The data stream can be compressed well.  The data volume can be reduced by a factor of ten or more after compression.  </w:t>
      </w:r>
      <w:r w:rsidR="00AC51F8">
        <w:t>Hence, it is crucial to co</w:t>
      </w:r>
      <w:r w:rsidR="00AD4657">
        <w:t>mpress the data before storing o</w:t>
      </w:r>
      <w:r w:rsidR="00AC51F8">
        <w:t xml:space="preserve">n disk.  Any file format for storing detector data must support data compression and allow </w:t>
      </w:r>
      <w:r w:rsidR="000E00CD">
        <w:t xml:space="preserve">the </w:t>
      </w:r>
      <w:r w:rsidR="00AC51F8">
        <w:t xml:space="preserve">scaling up </w:t>
      </w:r>
      <w:r w:rsidR="000E00CD">
        <w:t xml:space="preserve">of the number of </w:t>
      </w:r>
      <w:r w:rsidR="00AC51F8">
        <w:t xml:space="preserve">processing nodes.  </w:t>
      </w:r>
    </w:p>
    <w:p w14:paraId="61EDFC62" w14:textId="77777777" w:rsidR="00611674" w:rsidRDefault="00AC51F8" w:rsidP="00611674">
      <w:r>
        <w:t xml:space="preserve">The current HDF5 library restricts compression </w:t>
      </w:r>
      <w:r w:rsidR="000E00CD">
        <w:t>to</w:t>
      </w:r>
      <w:r>
        <w:t xml:space="preserve"> its filter pipeline and thus limits the performance within </w:t>
      </w:r>
      <w:r w:rsidR="000E00CD">
        <w:t xml:space="preserve">a </w:t>
      </w:r>
      <w:r>
        <w:t>single process.  To overcome this weakness, the library should provide a new function to allow applications to write compressed data chunks</w:t>
      </w:r>
      <w:r w:rsidR="00785026">
        <w:t xml:space="preserve"> </w:t>
      </w:r>
      <w:r>
        <w:t xml:space="preserve">directly </w:t>
      </w:r>
      <w:r w:rsidR="005C534C">
        <w:t xml:space="preserve">to </w:t>
      </w:r>
      <w:r w:rsidR="00EB4026">
        <w:t xml:space="preserve">a dataset in an HDF5 </w:t>
      </w:r>
      <w:r w:rsidR="005C534C">
        <w:t>file.  It allows the application to compress the detector data in paral</w:t>
      </w:r>
      <w:r w:rsidR="00702CD9">
        <w:t>lel and match the data production</w:t>
      </w:r>
      <w:r w:rsidR="005C534C">
        <w:t xml:space="preserve"> rate of the detector.</w:t>
      </w:r>
    </w:p>
    <w:p w14:paraId="01F816F1" w14:textId="12F657A9" w:rsidR="0088661F" w:rsidRDefault="0088661F">
      <w:pPr>
        <w:spacing w:after="0"/>
      </w:pPr>
      <w:r>
        <w:br w:type="page"/>
      </w:r>
    </w:p>
    <w:p w14:paraId="0F8DBC40" w14:textId="77777777" w:rsidR="00927B93" w:rsidRPr="000E4D80" w:rsidRDefault="00927B93" w:rsidP="00611674"/>
    <w:p w14:paraId="2594DF23" w14:textId="77777777" w:rsidR="00611674" w:rsidRPr="00633649" w:rsidRDefault="00702CD9" w:rsidP="00611674">
      <w:pPr>
        <w:pStyle w:val="Heading1"/>
      </w:pPr>
      <w:r>
        <w:t>Requirements</w:t>
      </w:r>
    </w:p>
    <w:p w14:paraId="5B411569" w14:textId="77777777" w:rsidR="00611674" w:rsidRDefault="00353CF3" w:rsidP="00611674">
      <w:r>
        <w:t xml:space="preserve">The </w:t>
      </w:r>
      <w:r w:rsidR="00EB4026">
        <w:t xml:space="preserve">customer </w:t>
      </w:r>
      <w:r>
        <w:t>gave us the following requirements for the function.</w:t>
      </w:r>
    </w:p>
    <w:p w14:paraId="6ADF49DD" w14:textId="77777777" w:rsidR="00927B93" w:rsidRDefault="00927B93" w:rsidP="00611674"/>
    <w:p w14:paraId="132192A2" w14:textId="77777777" w:rsidR="00611674" w:rsidRDefault="00353CF3" w:rsidP="00611674">
      <w:pPr>
        <w:pStyle w:val="Heading2"/>
      </w:pPr>
      <w:r>
        <w:t>Functionality</w:t>
      </w:r>
    </w:p>
    <w:p w14:paraId="0A030155" w14:textId="77777777" w:rsidR="00611674" w:rsidRDefault="00BD4C12" w:rsidP="00611674">
      <w:r>
        <w:t>The new function should</w:t>
      </w:r>
      <w:r w:rsidR="00353CF3">
        <w:t xml:space="preserve"> </w:t>
      </w:r>
    </w:p>
    <w:p w14:paraId="3056E15D" w14:textId="77777777" w:rsidR="00353CF3" w:rsidRPr="00EF6C7F" w:rsidRDefault="000E00CD" w:rsidP="00353CF3">
      <w:pPr>
        <w:pStyle w:val="ListParagraph"/>
        <w:numPr>
          <w:ilvl w:val="0"/>
          <w:numId w:val="38"/>
        </w:numPr>
        <w:rPr>
          <w:rStyle w:val="Strong"/>
          <w:rFonts w:asciiTheme="majorHAnsi" w:eastAsiaTheme="majorEastAsia" w:hAnsiTheme="majorHAnsi" w:cstheme="majorBidi"/>
          <w:b w:val="0"/>
          <w:bCs w:val="0"/>
          <w:color w:val="000000" w:themeColor="text1"/>
          <w:szCs w:val="24"/>
        </w:rPr>
      </w:pPr>
      <w:r w:rsidRPr="00EF6C7F">
        <w:rPr>
          <w:rStyle w:val="Strong"/>
          <w:rFonts w:asciiTheme="majorHAnsi" w:eastAsiaTheme="majorEastAsia" w:hAnsiTheme="majorHAnsi" w:cstheme="majorBidi"/>
          <w:b w:val="0"/>
          <w:bCs w:val="0"/>
          <w:color w:val="000000" w:themeColor="text1"/>
          <w:szCs w:val="24"/>
        </w:rPr>
        <w:t xml:space="preserve">Accept </w:t>
      </w:r>
      <w:r w:rsidR="00353CF3" w:rsidRPr="00EF6C7F">
        <w:rPr>
          <w:rStyle w:val="Strong"/>
          <w:rFonts w:asciiTheme="majorHAnsi" w:eastAsiaTheme="majorEastAsia" w:hAnsiTheme="majorHAnsi" w:cstheme="majorBidi"/>
          <w:b w:val="0"/>
          <w:bCs w:val="0"/>
          <w:color w:val="000000" w:themeColor="text1"/>
          <w:szCs w:val="24"/>
        </w:rPr>
        <w:t>converted and compressed data chunk</w:t>
      </w:r>
      <w:r w:rsidRPr="00EF6C7F">
        <w:rPr>
          <w:rStyle w:val="Strong"/>
          <w:rFonts w:asciiTheme="majorHAnsi" w:eastAsiaTheme="majorEastAsia" w:hAnsiTheme="majorHAnsi" w:cstheme="majorBidi"/>
          <w:b w:val="0"/>
          <w:bCs w:val="0"/>
          <w:color w:val="000000" w:themeColor="text1"/>
          <w:szCs w:val="24"/>
        </w:rPr>
        <w:t>s</w:t>
      </w:r>
      <w:r w:rsidR="00353CF3" w:rsidRPr="00EF6C7F">
        <w:rPr>
          <w:rStyle w:val="Strong"/>
          <w:rFonts w:asciiTheme="majorHAnsi" w:eastAsiaTheme="majorEastAsia" w:hAnsiTheme="majorHAnsi" w:cstheme="majorBidi"/>
          <w:b w:val="0"/>
          <w:bCs w:val="0"/>
          <w:color w:val="000000" w:themeColor="text1"/>
          <w:szCs w:val="24"/>
        </w:rPr>
        <w:t xml:space="preserve"> in </w:t>
      </w:r>
      <w:r w:rsidRPr="00EF6C7F">
        <w:rPr>
          <w:rStyle w:val="Strong"/>
          <w:rFonts w:asciiTheme="majorHAnsi" w:eastAsiaTheme="majorEastAsia" w:hAnsiTheme="majorHAnsi" w:cstheme="majorBidi"/>
          <w:b w:val="0"/>
          <w:bCs w:val="0"/>
          <w:color w:val="000000" w:themeColor="text1"/>
          <w:szCs w:val="24"/>
        </w:rPr>
        <w:t xml:space="preserve">a </w:t>
      </w:r>
      <w:r w:rsidR="00353CF3" w:rsidRPr="00EF6C7F">
        <w:rPr>
          <w:rStyle w:val="Strong"/>
          <w:rFonts w:asciiTheme="majorHAnsi" w:eastAsiaTheme="majorEastAsia" w:hAnsiTheme="majorHAnsi" w:cstheme="majorBidi"/>
          <w:b w:val="0"/>
          <w:bCs w:val="0"/>
          <w:color w:val="000000" w:themeColor="text1"/>
          <w:szCs w:val="24"/>
        </w:rPr>
        <w:t>memory buffer</w:t>
      </w:r>
    </w:p>
    <w:p w14:paraId="10106B34" w14:textId="77777777" w:rsidR="00353CF3" w:rsidRPr="00EF6C7F" w:rsidRDefault="000E00CD" w:rsidP="00353CF3">
      <w:pPr>
        <w:pStyle w:val="ListParagraph"/>
        <w:numPr>
          <w:ilvl w:val="0"/>
          <w:numId w:val="38"/>
        </w:numPr>
        <w:rPr>
          <w:rStyle w:val="Strong"/>
          <w:rFonts w:asciiTheme="majorHAnsi" w:eastAsiaTheme="majorEastAsia" w:hAnsiTheme="majorHAnsi" w:cstheme="majorBidi"/>
          <w:b w:val="0"/>
          <w:bCs w:val="0"/>
          <w:color w:val="000000" w:themeColor="text1"/>
          <w:szCs w:val="24"/>
        </w:rPr>
      </w:pPr>
      <w:r w:rsidRPr="00EF6C7F">
        <w:rPr>
          <w:rStyle w:val="Strong"/>
          <w:rFonts w:asciiTheme="majorHAnsi" w:eastAsiaTheme="majorEastAsia" w:hAnsiTheme="majorHAnsi" w:cstheme="majorBidi"/>
          <w:b w:val="0"/>
          <w:bCs w:val="0"/>
          <w:color w:val="000000" w:themeColor="text1"/>
          <w:szCs w:val="24"/>
        </w:rPr>
        <w:t xml:space="preserve">Provide </w:t>
      </w:r>
      <w:r w:rsidR="00353CF3" w:rsidRPr="00EF6C7F">
        <w:rPr>
          <w:rStyle w:val="Strong"/>
          <w:rFonts w:asciiTheme="majorHAnsi" w:eastAsiaTheme="majorEastAsia" w:hAnsiTheme="majorHAnsi" w:cstheme="majorBidi"/>
          <w:b w:val="0"/>
          <w:bCs w:val="0"/>
          <w:color w:val="000000" w:themeColor="text1"/>
          <w:szCs w:val="24"/>
        </w:rPr>
        <w:t xml:space="preserve">a parameter for </w:t>
      </w:r>
      <w:r w:rsidRPr="00EF6C7F">
        <w:rPr>
          <w:rStyle w:val="Strong"/>
          <w:rFonts w:asciiTheme="majorHAnsi" w:eastAsiaTheme="majorEastAsia" w:hAnsiTheme="majorHAnsi" w:cstheme="majorBidi"/>
          <w:b w:val="0"/>
          <w:bCs w:val="0"/>
          <w:color w:val="000000" w:themeColor="text1"/>
          <w:szCs w:val="24"/>
        </w:rPr>
        <w:t xml:space="preserve">a </w:t>
      </w:r>
      <w:r w:rsidR="00353CF3" w:rsidRPr="00EF6C7F">
        <w:rPr>
          <w:rStyle w:val="Strong"/>
          <w:rFonts w:asciiTheme="majorHAnsi" w:eastAsiaTheme="majorEastAsia" w:hAnsiTheme="majorHAnsi" w:cstheme="majorBidi"/>
          <w:b w:val="0"/>
          <w:bCs w:val="0"/>
          <w:color w:val="000000" w:themeColor="text1"/>
          <w:szCs w:val="24"/>
        </w:rPr>
        <w:t>chunk index that identifies the chunk’s position in its dataset</w:t>
      </w:r>
    </w:p>
    <w:p w14:paraId="60ED6921" w14:textId="77777777" w:rsidR="00BD4C12" w:rsidRPr="00EF6C7F" w:rsidRDefault="000E00CD" w:rsidP="00353CF3">
      <w:pPr>
        <w:pStyle w:val="ListParagraph"/>
        <w:numPr>
          <w:ilvl w:val="0"/>
          <w:numId w:val="38"/>
        </w:numPr>
        <w:rPr>
          <w:rStyle w:val="Strong"/>
          <w:rFonts w:asciiTheme="majorHAnsi" w:eastAsiaTheme="majorEastAsia" w:hAnsiTheme="majorHAnsi" w:cstheme="majorBidi"/>
          <w:b w:val="0"/>
          <w:bCs w:val="0"/>
          <w:color w:val="000000" w:themeColor="text1"/>
          <w:szCs w:val="24"/>
        </w:rPr>
      </w:pPr>
      <w:r w:rsidRPr="00EF6C7F">
        <w:rPr>
          <w:rStyle w:val="Strong"/>
          <w:rFonts w:asciiTheme="majorHAnsi" w:eastAsiaTheme="majorEastAsia" w:hAnsiTheme="majorHAnsi" w:cstheme="majorBidi"/>
          <w:b w:val="0"/>
          <w:bCs w:val="0"/>
          <w:color w:val="000000" w:themeColor="text1"/>
          <w:szCs w:val="24"/>
        </w:rPr>
        <w:t xml:space="preserve">Provide </w:t>
      </w:r>
      <w:r w:rsidR="00BD4C12" w:rsidRPr="00EF6C7F">
        <w:rPr>
          <w:rStyle w:val="Strong"/>
          <w:rFonts w:asciiTheme="majorHAnsi" w:eastAsiaTheme="majorEastAsia" w:hAnsiTheme="majorHAnsi" w:cstheme="majorBidi"/>
          <w:b w:val="0"/>
          <w:bCs w:val="0"/>
          <w:color w:val="000000" w:themeColor="text1"/>
          <w:szCs w:val="24"/>
        </w:rPr>
        <w:t>a parameter to indicate which filters of the dataset’s filter pipeline should be skipped when reading the chu</w:t>
      </w:r>
      <w:r w:rsidRPr="00EF6C7F">
        <w:rPr>
          <w:rStyle w:val="Strong"/>
          <w:rFonts w:asciiTheme="majorHAnsi" w:eastAsiaTheme="majorEastAsia" w:hAnsiTheme="majorHAnsi" w:cstheme="majorBidi"/>
          <w:b w:val="0"/>
          <w:bCs w:val="0"/>
          <w:color w:val="000000" w:themeColor="text1"/>
          <w:szCs w:val="24"/>
        </w:rPr>
        <w:t>n</w:t>
      </w:r>
      <w:r w:rsidR="00BD4C12" w:rsidRPr="00EF6C7F">
        <w:rPr>
          <w:rStyle w:val="Strong"/>
          <w:rFonts w:asciiTheme="majorHAnsi" w:eastAsiaTheme="majorEastAsia" w:hAnsiTheme="majorHAnsi" w:cstheme="majorBidi"/>
          <w:b w:val="0"/>
          <w:bCs w:val="0"/>
          <w:color w:val="000000" w:themeColor="text1"/>
          <w:szCs w:val="24"/>
        </w:rPr>
        <w:t>k back from the file</w:t>
      </w:r>
    </w:p>
    <w:p w14:paraId="0EE6FC85" w14:textId="371824A4" w:rsidR="00BD4C12" w:rsidRPr="00EF6C7F" w:rsidRDefault="000E00CD" w:rsidP="00353CF3">
      <w:pPr>
        <w:pStyle w:val="ListParagraph"/>
        <w:numPr>
          <w:ilvl w:val="0"/>
          <w:numId w:val="38"/>
        </w:numPr>
        <w:rPr>
          <w:rStyle w:val="Strong"/>
          <w:rFonts w:asciiTheme="majorHAnsi" w:eastAsiaTheme="majorEastAsia" w:hAnsiTheme="majorHAnsi" w:cstheme="majorBidi"/>
          <w:b w:val="0"/>
          <w:bCs w:val="0"/>
          <w:color w:val="000000" w:themeColor="text1"/>
          <w:szCs w:val="24"/>
        </w:rPr>
      </w:pPr>
      <w:r w:rsidRPr="00EF6C7F">
        <w:rPr>
          <w:rStyle w:val="Strong"/>
          <w:rFonts w:asciiTheme="majorHAnsi" w:eastAsiaTheme="majorEastAsia" w:hAnsiTheme="majorHAnsi" w:cstheme="majorBidi"/>
          <w:b w:val="0"/>
          <w:bCs w:val="0"/>
          <w:color w:val="000000" w:themeColor="text1"/>
          <w:szCs w:val="24"/>
        </w:rPr>
        <w:t xml:space="preserve">Accept </w:t>
      </w:r>
      <w:r w:rsidR="00BD4C12" w:rsidRPr="00EF6C7F">
        <w:rPr>
          <w:rStyle w:val="Strong"/>
          <w:rFonts w:asciiTheme="majorHAnsi" w:eastAsiaTheme="majorEastAsia" w:hAnsiTheme="majorHAnsi" w:cstheme="majorBidi"/>
          <w:b w:val="0"/>
          <w:bCs w:val="0"/>
          <w:color w:val="000000" w:themeColor="text1"/>
          <w:szCs w:val="24"/>
        </w:rPr>
        <w:t xml:space="preserve">a simple value 0 for the filter status </w:t>
      </w:r>
      <w:r w:rsidR="002E4442">
        <w:rPr>
          <w:rStyle w:val="Strong"/>
          <w:rFonts w:asciiTheme="majorHAnsi" w:eastAsiaTheme="majorEastAsia" w:hAnsiTheme="majorHAnsi" w:cstheme="majorBidi"/>
          <w:b w:val="0"/>
          <w:bCs w:val="0"/>
          <w:color w:val="000000" w:themeColor="text1"/>
          <w:szCs w:val="24"/>
        </w:rPr>
        <w:t>to indicate that no filter should</w:t>
      </w:r>
      <w:r w:rsidR="00BD4C12" w:rsidRPr="00EF6C7F">
        <w:rPr>
          <w:rStyle w:val="Strong"/>
          <w:rFonts w:asciiTheme="majorHAnsi" w:eastAsiaTheme="majorEastAsia" w:hAnsiTheme="majorHAnsi" w:cstheme="majorBidi"/>
          <w:b w:val="0"/>
          <w:bCs w:val="0"/>
          <w:color w:val="000000" w:themeColor="text1"/>
          <w:szCs w:val="24"/>
        </w:rPr>
        <w:t xml:space="preserve"> be skipped in order to simplify the application</w:t>
      </w:r>
    </w:p>
    <w:p w14:paraId="4E723283" w14:textId="725FBC69" w:rsidR="00353CF3" w:rsidRDefault="000E00CD" w:rsidP="00353CF3">
      <w:pPr>
        <w:pStyle w:val="ListParagraph"/>
        <w:numPr>
          <w:ilvl w:val="0"/>
          <w:numId w:val="38"/>
        </w:numPr>
        <w:rPr>
          <w:rStyle w:val="Strong"/>
          <w:rFonts w:asciiTheme="majorHAnsi" w:eastAsiaTheme="majorEastAsia" w:hAnsiTheme="majorHAnsi" w:cstheme="majorBidi"/>
          <w:b w:val="0"/>
          <w:bCs w:val="0"/>
          <w:color w:val="000000" w:themeColor="text1"/>
          <w:sz w:val="26"/>
          <w:szCs w:val="26"/>
        </w:rPr>
      </w:pPr>
      <w:r w:rsidRPr="00EF6C7F">
        <w:rPr>
          <w:rStyle w:val="Strong"/>
          <w:rFonts w:asciiTheme="majorHAnsi" w:eastAsiaTheme="majorEastAsia" w:hAnsiTheme="majorHAnsi" w:cstheme="majorBidi"/>
          <w:b w:val="0"/>
          <w:bCs w:val="0"/>
          <w:color w:val="000000" w:themeColor="text1"/>
          <w:szCs w:val="24"/>
        </w:rPr>
        <w:t xml:space="preserve">Be </w:t>
      </w:r>
      <w:r w:rsidR="00BD4C12" w:rsidRPr="00EF6C7F">
        <w:rPr>
          <w:rStyle w:val="Strong"/>
          <w:rFonts w:asciiTheme="majorHAnsi" w:eastAsiaTheme="majorEastAsia" w:hAnsiTheme="majorHAnsi" w:cstheme="majorBidi"/>
          <w:b w:val="0"/>
          <w:bCs w:val="0"/>
          <w:color w:val="000000" w:themeColor="text1"/>
          <w:szCs w:val="24"/>
        </w:rPr>
        <w:t>available in a release of version 1.8</w:t>
      </w:r>
      <w:r w:rsidR="00202749">
        <w:rPr>
          <w:rStyle w:val="Strong"/>
          <w:rFonts w:asciiTheme="majorHAnsi" w:eastAsiaTheme="majorEastAsia" w:hAnsiTheme="majorHAnsi" w:cstheme="majorBidi"/>
          <w:b w:val="0"/>
          <w:bCs w:val="0"/>
          <w:color w:val="000000" w:themeColor="text1"/>
          <w:szCs w:val="24"/>
        </w:rPr>
        <w:t>.11</w:t>
      </w:r>
      <w:r w:rsidR="00BD4C12" w:rsidRPr="00EF6C7F">
        <w:rPr>
          <w:rStyle w:val="Strong"/>
          <w:rFonts w:asciiTheme="majorHAnsi" w:eastAsiaTheme="majorEastAsia" w:hAnsiTheme="majorHAnsi" w:cstheme="majorBidi"/>
          <w:b w:val="0"/>
          <w:bCs w:val="0"/>
          <w:color w:val="000000" w:themeColor="text1"/>
          <w:szCs w:val="24"/>
        </w:rPr>
        <w:t xml:space="preserve"> and 1.10</w:t>
      </w:r>
    </w:p>
    <w:p w14:paraId="0E08AE46" w14:textId="77777777" w:rsidR="00927B93" w:rsidRPr="00353CF3" w:rsidRDefault="00927B93" w:rsidP="00EF6C7F">
      <w:pPr>
        <w:rPr>
          <w:rStyle w:val="Strong"/>
          <w:rFonts w:asciiTheme="majorHAnsi" w:eastAsiaTheme="majorEastAsia" w:hAnsiTheme="majorHAnsi" w:cstheme="majorBidi"/>
          <w:b w:val="0"/>
          <w:bCs w:val="0"/>
          <w:color w:val="000000" w:themeColor="text1"/>
          <w:sz w:val="26"/>
          <w:szCs w:val="26"/>
        </w:rPr>
      </w:pPr>
    </w:p>
    <w:p w14:paraId="7E126F5E" w14:textId="77777777" w:rsidR="00611674" w:rsidRDefault="00726170" w:rsidP="00611674">
      <w:pPr>
        <w:pStyle w:val="Heading2"/>
      </w:pPr>
      <w:r>
        <w:t>Implementation</w:t>
      </w:r>
    </w:p>
    <w:p w14:paraId="24477557" w14:textId="77777777" w:rsidR="00611674" w:rsidRDefault="00726170" w:rsidP="00611674">
      <w:r>
        <w:t>The implementation of the new function in the library should</w:t>
      </w:r>
    </w:p>
    <w:p w14:paraId="646D5EBF" w14:textId="77777777" w:rsidR="00726170" w:rsidRDefault="000E00CD" w:rsidP="00726170">
      <w:pPr>
        <w:pStyle w:val="ListParagraph"/>
        <w:numPr>
          <w:ilvl w:val="0"/>
          <w:numId w:val="39"/>
        </w:numPr>
      </w:pPr>
      <w:r>
        <w:t xml:space="preserve">Use </w:t>
      </w:r>
      <w:r w:rsidR="00726170">
        <w:t xml:space="preserve">the application’s original data buffer in memory to write the data chunk in </w:t>
      </w:r>
      <w:r>
        <w:t xml:space="preserve">the </w:t>
      </w:r>
      <w:r w:rsidR="00726170">
        <w:t>file without copying the data to any internal buffer</w:t>
      </w:r>
    </w:p>
    <w:p w14:paraId="52D8C4EA" w14:textId="77777777" w:rsidR="00726170" w:rsidRDefault="000E00CD" w:rsidP="00726170">
      <w:pPr>
        <w:pStyle w:val="ListParagraph"/>
        <w:numPr>
          <w:ilvl w:val="0"/>
          <w:numId w:val="39"/>
        </w:numPr>
      </w:pPr>
      <w:r>
        <w:t xml:space="preserve">Apply </w:t>
      </w:r>
      <w:r w:rsidR="00D94398">
        <w:t xml:space="preserve">no modification or check to the data in </w:t>
      </w:r>
      <w:r>
        <w:t xml:space="preserve">the </w:t>
      </w:r>
      <w:r w:rsidR="00D94398">
        <w:t>application’s memory buffer</w:t>
      </w:r>
    </w:p>
    <w:p w14:paraId="610724B1" w14:textId="77777777" w:rsidR="00D94398" w:rsidRDefault="000E00CD" w:rsidP="00726170">
      <w:pPr>
        <w:pStyle w:val="ListParagraph"/>
        <w:numPr>
          <w:ilvl w:val="0"/>
          <w:numId w:val="39"/>
        </w:numPr>
      </w:pPr>
      <w:r>
        <w:t xml:space="preserve">Accept from </w:t>
      </w:r>
      <w:r w:rsidR="00D94398">
        <w:t>the application data of any arbitrary non-zero size</w:t>
      </w:r>
    </w:p>
    <w:p w14:paraId="6A17726A" w14:textId="34427607" w:rsidR="00D94398" w:rsidRDefault="000E00CD" w:rsidP="00726170">
      <w:pPr>
        <w:pStyle w:val="ListParagraph"/>
        <w:numPr>
          <w:ilvl w:val="0"/>
          <w:numId w:val="39"/>
        </w:numPr>
      </w:pPr>
      <w:r>
        <w:t xml:space="preserve">Allow </w:t>
      </w:r>
      <w:r w:rsidR="00D94398">
        <w:t xml:space="preserve">the application to reuse the memory buffer once the library returns </w:t>
      </w:r>
      <w:r w:rsidR="002E4442">
        <w:t xml:space="preserve">from </w:t>
      </w:r>
      <w:r w:rsidR="00D94398">
        <w:t>the function</w:t>
      </w:r>
    </w:p>
    <w:p w14:paraId="208D3DBA" w14:textId="77777777" w:rsidR="00D94398" w:rsidRDefault="000E00CD" w:rsidP="00726170">
      <w:pPr>
        <w:pStyle w:val="ListParagraph"/>
        <w:numPr>
          <w:ilvl w:val="0"/>
          <w:numId w:val="39"/>
        </w:numPr>
      </w:pPr>
      <w:r>
        <w:t xml:space="preserve">Allow </w:t>
      </w:r>
      <w:r w:rsidR="00D94398">
        <w:t>t</w:t>
      </w:r>
      <w:r>
        <w:t>he</w:t>
      </w:r>
      <w:r w:rsidR="00D94398">
        <w:t xml:space="preserve"> writ</w:t>
      </w:r>
      <w:r>
        <w:t>ing</w:t>
      </w:r>
      <w:r w:rsidR="00D94398">
        <w:t xml:space="preserve"> </w:t>
      </w:r>
      <w:r>
        <w:t xml:space="preserve">of a </w:t>
      </w:r>
      <w:r w:rsidR="00D94398">
        <w:t xml:space="preserve">partial chunk on the edge of </w:t>
      </w:r>
      <w:r>
        <w:t xml:space="preserve">a </w:t>
      </w:r>
      <w:r w:rsidR="00D94398">
        <w:t>dataset</w:t>
      </w:r>
    </w:p>
    <w:p w14:paraId="6585CDA7" w14:textId="77777777" w:rsidR="00D94398" w:rsidRDefault="000E00CD" w:rsidP="00726170">
      <w:pPr>
        <w:pStyle w:val="ListParagraph"/>
        <w:numPr>
          <w:ilvl w:val="0"/>
          <w:numId w:val="39"/>
        </w:numPr>
      </w:pPr>
      <w:r>
        <w:t xml:space="preserve">Allow </w:t>
      </w:r>
      <w:r w:rsidR="00D94398">
        <w:t>t</w:t>
      </w:r>
      <w:r>
        <w:t>he</w:t>
      </w:r>
      <w:r w:rsidR="00D94398">
        <w:t xml:space="preserve"> overwrit</w:t>
      </w:r>
      <w:r>
        <w:t>ing</w:t>
      </w:r>
      <w:r w:rsidR="00D94398">
        <w:t xml:space="preserve"> </w:t>
      </w:r>
      <w:r>
        <w:t xml:space="preserve">of </w:t>
      </w:r>
      <w:r w:rsidR="00D94398">
        <w:t>exist</w:t>
      </w:r>
      <w:r>
        <w:t>ing</w:t>
      </w:r>
      <w:r w:rsidR="00D94398">
        <w:t xml:space="preserve"> </w:t>
      </w:r>
      <w:r>
        <w:t xml:space="preserve">data </w:t>
      </w:r>
      <w:r w:rsidR="00D94398">
        <w:t>chunks</w:t>
      </w:r>
    </w:p>
    <w:p w14:paraId="592F6BA3" w14:textId="4B7B8C29" w:rsidR="0088661F" w:rsidRDefault="0088661F">
      <w:pPr>
        <w:spacing w:after="0"/>
      </w:pPr>
      <w:r>
        <w:br w:type="page"/>
      </w:r>
    </w:p>
    <w:p w14:paraId="5DBCE17A" w14:textId="77777777" w:rsidR="00927B93" w:rsidRDefault="00927B93" w:rsidP="00EF6C7F"/>
    <w:p w14:paraId="0B41429B" w14:textId="77777777" w:rsidR="00611674" w:rsidRDefault="005D2F19" w:rsidP="005D2F19">
      <w:pPr>
        <w:pStyle w:val="Heading1"/>
      </w:pPr>
      <w:r>
        <w:t>Possible Solutions</w:t>
      </w:r>
    </w:p>
    <w:p w14:paraId="0E515C36" w14:textId="40F4CFDD" w:rsidR="00611674" w:rsidRDefault="00EB4026" w:rsidP="00611674">
      <w:r>
        <w:t xml:space="preserve">The new function differs from the current HDF5 H5D interface functions. It takes applications’ data and writes it directly to a file bypassing </w:t>
      </w:r>
      <w:r w:rsidR="0045142B">
        <w:t xml:space="preserve">the </w:t>
      </w:r>
      <w:r>
        <w:t xml:space="preserve">HDF5 library’s internals. This is the first function of this type that The HDF Group developers were tasked to implement. </w:t>
      </w:r>
      <w:r w:rsidR="002E4442">
        <w:t>The c</w:t>
      </w:r>
      <w:r>
        <w:t>ur</w:t>
      </w:r>
      <w:r w:rsidR="002E4442">
        <w:t>rent library architecture does not have a</w:t>
      </w:r>
      <w:r>
        <w:t xml:space="preserve"> good place for adding such functions. </w:t>
      </w:r>
      <w:r w:rsidR="0045142B">
        <w:t>Changes to the HDF5 library architecture are required.</w:t>
      </w:r>
      <w:r w:rsidR="002E4442">
        <w:t xml:space="preserve"> </w:t>
      </w:r>
      <w:r w:rsidR="005D2F19">
        <w:t xml:space="preserve">This </w:t>
      </w:r>
      <w:r w:rsidR="0051349B">
        <w:t>section</w:t>
      </w:r>
      <w:r w:rsidR="000E00CD">
        <w:t xml:space="preserve"> </w:t>
      </w:r>
      <w:r w:rsidR="005D2F19">
        <w:t xml:space="preserve">discusses three </w:t>
      </w:r>
      <w:r w:rsidR="000E00CD">
        <w:t xml:space="preserve">possible </w:t>
      </w:r>
      <w:r w:rsidR="002E4442">
        <w:t>loca</w:t>
      </w:r>
      <w:r w:rsidR="005D2F19">
        <w:t>tions for the new function</w:t>
      </w:r>
      <w:r w:rsidR="000E00CD">
        <w:t>:</w:t>
      </w:r>
      <w:r w:rsidR="005D2F19">
        <w:t xml:space="preserve"> in the </w:t>
      </w:r>
      <w:r w:rsidR="0045142B">
        <w:t xml:space="preserve">HDF5 C </w:t>
      </w:r>
      <w:r w:rsidR="000E00CD">
        <w:t>library</w:t>
      </w:r>
      <w:r w:rsidR="0045142B">
        <w:t xml:space="preserve"> H5D interface</w:t>
      </w:r>
      <w:r w:rsidR="005D2F19">
        <w:t xml:space="preserve">, in the </w:t>
      </w:r>
      <w:r w:rsidR="0045142B">
        <w:t xml:space="preserve">HDF5 </w:t>
      </w:r>
      <w:r w:rsidR="000E00CD">
        <w:t>high</w:t>
      </w:r>
      <w:r w:rsidR="005D2F19">
        <w:t xml:space="preserve">-level </w:t>
      </w:r>
      <w:r w:rsidR="0045142B">
        <w:t xml:space="preserve">C </w:t>
      </w:r>
      <w:r w:rsidR="005D2F19">
        <w:t xml:space="preserve">library, or in the </w:t>
      </w:r>
      <w:r w:rsidR="0045142B">
        <w:t xml:space="preserve">HDF5 C </w:t>
      </w:r>
      <w:r w:rsidR="005D2F19">
        <w:t xml:space="preserve">library but in a new library </w:t>
      </w:r>
      <w:r w:rsidR="001620E5">
        <w:t xml:space="preserve">source </w:t>
      </w:r>
      <w:r w:rsidR="005D2F19">
        <w:t xml:space="preserve">file. </w:t>
      </w:r>
    </w:p>
    <w:p w14:paraId="624B4720" w14:textId="77777777" w:rsidR="00927B93" w:rsidRDefault="00927B93" w:rsidP="00611674"/>
    <w:p w14:paraId="7CF489B6" w14:textId="77777777" w:rsidR="00611674" w:rsidRDefault="005D2F19" w:rsidP="00611674">
      <w:pPr>
        <w:pStyle w:val="Heading2"/>
      </w:pPr>
      <w:r>
        <w:t xml:space="preserve">In the HDF5 </w:t>
      </w:r>
      <w:r w:rsidR="00923CB5">
        <w:t xml:space="preserve">C </w:t>
      </w:r>
      <w:r w:rsidR="000E00CD">
        <w:t>Library</w:t>
      </w:r>
    </w:p>
    <w:p w14:paraId="4C540B52" w14:textId="791A5943" w:rsidR="005D2F19" w:rsidRDefault="000B4D26" w:rsidP="005D2F19">
      <w:r>
        <w:t>The first solution proposes that the new function is</w:t>
      </w:r>
      <w:r w:rsidR="005D2F19">
        <w:t xml:space="preserve"> </w:t>
      </w:r>
      <w:r w:rsidR="002E4442">
        <w:t>added to</w:t>
      </w:r>
      <w:r w:rsidR="00285A14">
        <w:t xml:space="preserve"> the library among other </w:t>
      </w:r>
      <w:r w:rsidR="00923CB5">
        <w:t xml:space="preserve">HDF5 H5D </w:t>
      </w:r>
      <w:r w:rsidR="00285A14">
        <w:t xml:space="preserve">C API functions.  </w:t>
      </w:r>
      <w:r w:rsidR="005D2F19">
        <w:t>Below is the function prototype</w:t>
      </w:r>
      <w:r w:rsidR="004E407E">
        <w:t xml:space="preserve"> (</w:t>
      </w:r>
      <w:r w:rsidR="00B24315" w:rsidRPr="00304D19">
        <w:rPr>
          <w:rFonts w:ascii="Courier New" w:hAnsi="Courier New" w:cs="Courier New"/>
          <w:sz w:val="20"/>
          <w:szCs w:val="20"/>
        </w:rPr>
        <w:t>DO</w:t>
      </w:r>
      <w:r w:rsidR="00B24315">
        <w:t xml:space="preserve"> </w:t>
      </w:r>
      <w:r w:rsidR="00DA0500">
        <w:t>stands for dataset optimization</w:t>
      </w:r>
      <w:r w:rsidR="00B24315">
        <w:t>)</w:t>
      </w:r>
      <w:r w:rsidR="005D2F19">
        <w:t>:</w:t>
      </w:r>
    </w:p>
    <w:p w14:paraId="4F431A89" w14:textId="77777777" w:rsidR="00285A14" w:rsidRDefault="00285A14" w:rsidP="00285A14">
      <w:pPr>
        <w:ind w:firstLine="720"/>
      </w:pPr>
      <w:r w:rsidRPr="007D623A">
        <w:rPr>
          <w:i/>
        </w:rPr>
        <w:t>herr_t</w:t>
      </w:r>
      <w:r>
        <w:t xml:space="preserve"> </w:t>
      </w:r>
      <w:r w:rsidR="004E407E">
        <w:rPr>
          <w:rFonts w:ascii="Courier New" w:hAnsi="Courier New" w:cs="Courier New"/>
          <w:sz w:val="20"/>
          <w:szCs w:val="20"/>
        </w:rPr>
        <w:t>H5DO</w:t>
      </w:r>
      <w:r w:rsidRPr="003656FE">
        <w:rPr>
          <w:rFonts w:ascii="Courier New" w:hAnsi="Courier New" w:cs="Courier New"/>
          <w:sz w:val="20"/>
          <w:szCs w:val="20"/>
        </w:rPr>
        <w:t>write</w:t>
      </w:r>
      <w:r w:rsidR="004E407E">
        <w:rPr>
          <w:rFonts w:ascii="Courier New" w:hAnsi="Courier New" w:cs="Courier New"/>
          <w:sz w:val="20"/>
          <w:szCs w:val="20"/>
        </w:rPr>
        <w:t>_chunk</w:t>
      </w:r>
      <w:r>
        <w:t>(</w:t>
      </w:r>
      <w:r w:rsidRPr="007D623A">
        <w:rPr>
          <w:i/>
        </w:rPr>
        <w:t>hid_t</w:t>
      </w:r>
      <w:r>
        <w:t xml:space="preserve"> </w:t>
      </w:r>
      <w:r w:rsidRPr="003656FE">
        <w:rPr>
          <w:rFonts w:ascii="Courier New" w:hAnsi="Courier New" w:cs="Courier New"/>
          <w:sz w:val="20"/>
          <w:szCs w:val="20"/>
        </w:rPr>
        <w:t>dset_id</w:t>
      </w:r>
      <w:r>
        <w:t xml:space="preserve">, </w:t>
      </w:r>
    </w:p>
    <w:p w14:paraId="5C5DDA20" w14:textId="77777777" w:rsidR="00285A14" w:rsidRDefault="00285A14" w:rsidP="00285A14">
      <w:pPr>
        <w:ind w:left="2880" w:firstLine="720"/>
      </w:pPr>
      <w:r w:rsidRPr="007D623A">
        <w:rPr>
          <w:i/>
        </w:rPr>
        <w:t>hid_t</w:t>
      </w:r>
      <w:r>
        <w:t xml:space="preserve"> </w:t>
      </w:r>
      <w:r w:rsidRPr="003656FE">
        <w:rPr>
          <w:rFonts w:ascii="Courier New" w:hAnsi="Courier New" w:cs="Courier New"/>
          <w:sz w:val="20"/>
          <w:szCs w:val="20"/>
        </w:rPr>
        <w:t>dxpl_id</w:t>
      </w:r>
      <w:r>
        <w:t xml:space="preserve">, </w:t>
      </w:r>
    </w:p>
    <w:p w14:paraId="1785EE18" w14:textId="77777777" w:rsidR="00285A14" w:rsidRDefault="00285A14" w:rsidP="00285A14">
      <w:pPr>
        <w:ind w:left="2880" w:firstLine="720"/>
      </w:pPr>
      <w:r w:rsidRPr="007D623A">
        <w:rPr>
          <w:i/>
        </w:rPr>
        <w:t>uint32_t</w:t>
      </w:r>
      <w:r>
        <w:t xml:space="preserve"> </w:t>
      </w:r>
      <w:r w:rsidRPr="003656FE">
        <w:rPr>
          <w:rFonts w:ascii="Courier New" w:hAnsi="Courier New" w:cs="Courier New"/>
          <w:sz w:val="20"/>
          <w:szCs w:val="20"/>
        </w:rPr>
        <w:t>filter</w:t>
      </w:r>
      <w:r w:rsidR="0045142B">
        <w:rPr>
          <w:rFonts w:ascii="Courier New" w:hAnsi="Courier New" w:cs="Courier New"/>
          <w:sz w:val="20"/>
          <w:szCs w:val="20"/>
        </w:rPr>
        <w:t>_mask</w:t>
      </w:r>
      <w:r>
        <w:t xml:space="preserve">, </w:t>
      </w:r>
    </w:p>
    <w:p w14:paraId="080BDADA" w14:textId="77777777" w:rsidR="00285A14" w:rsidRDefault="00285A14" w:rsidP="00285A14">
      <w:pPr>
        <w:ind w:left="2880" w:firstLine="720"/>
      </w:pPr>
      <w:r w:rsidRPr="007D623A">
        <w:rPr>
          <w:i/>
        </w:rPr>
        <w:t>hsize_t</w:t>
      </w:r>
      <w:r>
        <w:t xml:space="preserve"> *</w:t>
      </w:r>
      <w:r w:rsidRPr="003656FE">
        <w:rPr>
          <w:rFonts w:ascii="Courier New" w:hAnsi="Courier New" w:cs="Courier New"/>
          <w:sz w:val="20"/>
          <w:szCs w:val="20"/>
        </w:rPr>
        <w:t>offset</w:t>
      </w:r>
      <w:r>
        <w:t xml:space="preserve">, </w:t>
      </w:r>
    </w:p>
    <w:p w14:paraId="49D77F4A" w14:textId="77777777" w:rsidR="00285A14" w:rsidRDefault="00285A14" w:rsidP="00285A14">
      <w:pPr>
        <w:ind w:left="3600"/>
      </w:pPr>
      <w:r w:rsidRPr="007D623A">
        <w:rPr>
          <w:i/>
        </w:rPr>
        <w:t>size_t</w:t>
      </w:r>
      <w:r>
        <w:t xml:space="preserve"> </w:t>
      </w:r>
      <w:r w:rsidRPr="003656FE">
        <w:rPr>
          <w:rFonts w:ascii="Courier New" w:hAnsi="Courier New" w:cs="Courier New"/>
          <w:sz w:val="20"/>
          <w:szCs w:val="20"/>
        </w:rPr>
        <w:t>data_size</w:t>
      </w:r>
      <w:r>
        <w:t xml:space="preserve">, </w:t>
      </w:r>
    </w:p>
    <w:p w14:paraId="6B3B0628" w14:textId="77777777" w:rsidR="00B24315" w:rsidRPr="00683CE9" w:rsidRDefault="00285A14" w:rsidP="00683CE9">
      <w:pPr>
        <w:ind w:left="3600"/>
      </w:pPr>
      <w:r w:rsidRPr="007D623A">
        <w:rPr>
          <w:i/>
        </w:rPr>
        <w:t>const void</w:t>
      </w:r>
      <w:r>
        <w:t xml:space="preserve"> *</w:t>
      </w:r>
      <w:r w:rsidRPr="003656FE">
        <w:rPr>
          <w:rFonts w:ascii="Courier New" w:hAnsi="Courier New" w:cs="Courier New"/>
          <w:sz w:val="20"/>
          <w:szCs w:val="20"/>
        </w:rPr>
        <w:t>buf</w:t>
      </w:r>
      <w:r>
        <w:t>)</w:t>
      </w:r>
    </w:p>
    <w:p w14:paraId="52682949" w14:textId="77777777" w:rsidR="00B24315" w:rsidRPr="00B24315" w:rsidRDefault="00B24315" w:rsidP="00B24315">
      <w:r w:rsidRPr="00B24315">
        <w:t xml:space="preserve">Please see </w:t>
      </w:r>
      <w:r w:rsidRPr="00DA0500">
        <w:rPr>
          <w:i/>
        </w:rPr>
        <w:t>Appendix B</w:t>
      </w:r>
      <w:r w:rsidRPr="00B24315">
        <w:t xml:space="preserve"> for the full description of this function.  Basica</w:t>
      </w:r>
      <w:r>
        <w:t>lly, this function takes a pre-processed data chunk</w:t>
      </w:r>
      <w:r w:rsidR="00DA0500">
        <w:t xml:space="preserve"> (</w:t>
      </w:r>
      <w:r w:rsidR="00DA0500" w:rsidRPr="003656FE">
        <w:rPr>
          <w:rFonts w:ascii="Courier New" w:hAnsi="Courier New" w:cs="Courier New"/>
          <w:sz w:val="20"/>
          <w:szCs w:val="20"/>
        </w:rPr>
        <w:t>buf</w:t>
      </w:r>
      <w:r w:rsidR="00DA0500">
        <w:t>) and its size (</w:t>
      </w:r>
      <w:r w:rsidR="00DA0500" w:rsidRPr="003656FE">
        <w:rPr>
          <w:rFonts w:ascii="Courier New" w:hAnsi="Courier New" w:cs="Courier New"/>
          <w:sz w:val="20"/>
          <w:szCs w:val="20"/>
        </w:rPr>
        <w:t>data_size</w:t>
      </w:r>
      <w:r w:rsidR="00DA0500">
        <w:t xml:space="preserve">) and writes to </w:t>
      </w:r>
      <w:r w:rsidR="0045447E">
        <w:t xml:space="preserve">the </w:t>
      </w:r>
      <w:r w:rsidR="00DA0500">
        <w:t>chunk location (</w:t>
      </w:r>
      <w:r w:rsidR="00DA0500" w:rsidRPr="003656FE">
        <w:rPr>
          <w:rFonts w:ascii="Courier New" w:hAnsi="Courier New" w:cs="Courier New"/>
          <w:sz w:val="20"/>
          <w:szCs w:val="20"/>
        </w:rPr>
        <w:t>offset</w:t>
      </w:r>
      <w:r w:rsidR="00DA0500">
        <w:t>) in the dataset (</w:t>
      </w:r>
      <w:r w:rsidR="00DA0500" w:rsidRPr="003656FE">
        <w:rPr>
          <w:rFonts w:ascii="Courier New" w:hAnsi="Courier New" w:cs="Courier New"/>
          <w:sz w:val="20"/>
          <w:szCs w:val="20"/>
        </w:rPr>
        <w:t>dset_id</w:t>
      </w:r>
      <w:r w:rsidR="00DA0500">
        <w:t>).</w:t>
      </w:r>
    </w:p>
    <w:p w14:paraId="0104BFFF" w14:textId="20B8B2C9" w:rsidR="00DA0500" w:rsidRDefault="002E4442" w:rsidP="00DA0500">
      <w:r>
        <w:t>Following is a</w:t>
      </w:r>
      <w:r w:rsidR="00DA0500">
        <w:t xml:space="preserve"> simple example of using </w:t>
      </w:r>
      <w:r w:rsidR="00DA0500" w:rsidRPr="00651EDF">
        <w:rPr>
          <w:rFonts w:ascii="Courier New" w:hAnsi="Courier New" w:cs="Courier New"/>
          <w:sz w:val="20"/>
          <w:szCs w:val="20"/>
        </w:rPr>
        <w:t>H5DOwrite_chunk</w:t>
      </w:r>
      <w:r w:rsidR="00DA0500">
        <w:t xml:space="preserve"> to write one chunk of data</w:t>
      </w:r>
      <w:r w:rsidR="00C54A16">
        <w:t>, as</w:t>
      </w:r>
      <w:r w:rsidR="00DA0500">
        <w:t xml:space="preserve"> </w:t>
      </w:r>
      <w:r w:rsidR="00C54A16">
        <w:t>shown in Figure 1</w:t>
      </w:r>
      <w:r w:rsidR="00683CE9">
        <w:t xml:space="preserve"> (a more complete example is in </w:t>
      </w:r>
      <w:r w:rsidR="00683CE9" w:rsidRPr="00683CE9">
        <w:rPr>
          <w:i/>
        </w:rPr>
        <w:t>Appendix B</w:t>
      </w:r>
      <w:r w:rsidR="00683CE9">
        <w:t>)</w:t>
      </w:r>
      <w:r w:rsidR="00DA0500">
        <w:t>:</w:t>
      </w:r>
    </w:p>
    <w:p w14:paraId="2E465163" w14:textId="77777777" w:rsidR="00DA0500" w:rsidRPr="00651EDF" w:rsidRDefault="00DA0500" w:rsidP="00DA0500">
      <w:pPr>
        <w:rPr>
          <w:rFonts w:ascii="Consolas" w:hAnsi="Consolas"/>
          <w:sz w:val="20"/>
          <w:szCs w:val="20"/>
        </w:rPr>
      </w:pPr>
      <w:r w:rsidRPr="00651EDF">
        <w:rPr>
          <w:rFonts w:ascii="Consolas" w:hAnsi="Consolas"/>
          <w:sz w:val="20"/>
          <w:szCs w:val="20"/>
        </w:rPr>
        <w:tab/>
        <w:t>hsize_t offset[2] = {4, 4};</w:t>
      </w:r>
    </w:p>
    <w:p w14:paraId="5AACFBD6" w14:textId="77777777" w:rsidR="00DA0500" w:rsidRDefault="00DA0500" w:rsidP="00DA0500">
      <w:pPr>
        <w:rPr>
          <w:rFonts w:ascii="Consolas" w:hAnsi="Consolas"/>
          <w:sz w:val="20"/>
          <w:szCs w:val="20"/>
        </w:rPr>
      </w:pPr>
      <w:r w:rsidRPr="00651EDF">
        <w:rPr>
          <w:rFonts w:ascii="Consolas" w:hAnsi="Consolas"/>
          <w:sz w:val="20"/>
          <w:szCs w:val="20"/>
        </w:rPr>
        <w:t xml:space="preserve"> </w:t>
      </w:r>
      <w:r w:rsidRPr="00651EDF">
        <w:rPr>
          <w:rFonts w:ascii="Consolas" w:hAnsi="Consolas"/>
          <w:sz w:val="20"/>
          <w:szCs w:val="20"/>
        </w:rPr>
        <w:tab/>
        <w:t>uint32_t filter</w:t>
      </w:r>
      <w:r w:rsidR="0045142B">
        <w:rPr>
          <w:rFonts w:ascii="Consolas" w:hAnsi="Consolas"/>
          <w:sz w:val="20"/>
          <w:szCs w:val="20"/>
        </w:rPr>
        <w:t>_mask</w:t>
      </w:r>
      <w:r w:rsidRPr="00651EDF">
        <w:rPr>
          <w:rFonts w:ascii="Consolas" w:hAnsi="Consolas"/>
          <w:sz w:val="20"/>
          <w:szCs w:val="20"/>
        </w:rPr>
        <w:t xml:space="preserve"> = 0;</w:t>
      </w:r>
    </w:p>
    <w:p w14:paraId="394620EA" w14:textId="77777777" w:rsidR="00DA0500" w:rsidRPr="00651EDF" w:rsidRDefault="00DA0500" w:rsidP="00DA0500">
      <w:pPr>
        <w:rPr>
          <w:rFonts w:ascii="Consolas" w:hAnsi="Consolas"/>
          <w:sz w:val="20"/>
          <w:szCs w:val="20"/>
        </w:rPr>
      </w:pPr>
      <w:r>
        <w:rPr>
          <w:rFonts w:ascii="Consolas" w:hAnsi="Consolas"/>
          <w:sz w:val="20"/>
          <w:szCs w:val="20"/>
        </w:rPr>
        <w:tab/>
        <w:t>size_t nbytes = 40;</w:t>
      </w:r>
    </w:p>
    <w:p w14:paraId="52697CD6" w14:textId="77777777" w:rsidR="00DA0500" w:rsidRDefault="00DA0500" w:rsidP="00DA0500">
      <w:pPr>
        <w:rPr>
          <w:rFonts w:ascii="Consolas" w:hAnsi="Consolas"/>
          <w:sz w:val="20"/>
          <w:szCs w:val="20"/>
        </w:rPr>
      </w:pPr>
      <w:r w:rsidRPr="00651EDF">
        <w:rPr>
          <w:rFonts w:ascii="Consolas" w:hAnsi="Consolas"/>
          <w:sz w:val="20"/>
          <w:szCs w:val="20"/>
        </w:rPr>
        <w:tab/>
      </w:r>
      <w:r>
        <w:rPr>
          <w:rFonts w:ascii="Consolas" w:hAnsi="Consolas"/>
          <w:sz w:val="20"/>
          <w:szCs w:val="20"/>
        </w:rPr>
        <w:t>if(</w:t>
      </w:r>
      <w:r w:rsidRPr="00651EDF">
        <w:rPr>
          <w:rFonts w:ascii="Consolas" w:hAnsi="Consolas"/>
          <w:sz w:val="20"/>
          <w:szCs w:val="20"/>
        </w:rPr>
        <w:t>H5DOwrite_chunk(</w:t>
      </w:r>
      <w:r w:rsidR="0045142B">
        <w:rPr>
          <w:rFonts w:ascii="Consolas" w:hAnsi="Consolas"/>
          <w:sz w:val="20"/>
          <w:szCs w:val="20"/>
        </w:rPr>
        <w:t>dset_id</w:t>
      </w:r>
      <w:r w:rsidRPr="00651EDF">
        <w:rPr>
          <w:rFonts w:ascii="Consolas" w:hAnsi="Consolas"/>
          <w:sz w:val="20"/>
          <w:szCs w:val="20"/>
        </w:rPr>
        <w:t xml:space="preserve">, dxpl, filter_mask, offset, </w:t>
      </w:r>
      <w:r>
        <w:rPr>
          <w:rFonts w:ascii="Consolas" w:hAnsi="Consolas"/>
          <w:sz w:val="20"/>
          <w:szCs w:val="20"/>
        </w:rPr>
        <w:t>nbytes, outbuf) &lt; 0)</w:t>
      </w:r>
    </w:p>
    <w:p w14:paraId="33E6F0B0" w14:textId="77777777" w:rsidR="00DA0500" w:rsidRPr="00651EDF" w:rsidRDefault="00DA0500" w:rsidP="00DA0500">
      <w:pPr>
        <w:rPr>
          <w:rFonts w:ascii="Consolas" w:hAnsi="Consolas"/>
          <w:sz w:val="20"/>
          <w:szCs w:val="20"/>
        </w:rPr>
      </w:pPr>
      <w:r>
        <w:rPr>
          <w:rFonts w:ascii="Consolas" w:hAnsi="Consolas"/>
          <w:sz w:val="20"/>
          <w:szCs w:val="20"/>
        </w:rPr>
        <w:tab/>
      </w:r>
      <w:r>
        <w:rPr>
          <w:rFonts w:ascii="Consolas" w:hAnsi="Consolas"/>
          <w:sz w:val="20"/>
          <w:szCs w:val="20"/>
        </w:rPr>
        <w:tab/>
        <w:t>goto error;</w:t>
      </w:r>
    </w:p>
    <w:p w14:paraId="3DAC6CB3" w14:textId="77889385" w:rsidR="0088661F" w:rsidRDefault="00683CE9" w:rsidP="00B24315">
      <w:r>
        <w:t xml:space="preserve">In this example, </w:t>
      </w:r>
      <w:r w:rsidR="009636D9">
        <w:t>the dataset is 8x8</w:t>
      </w:r>
      <w:r w:rsidR="00291244">
        <w:t xml:space="preserve"> elements of </w:t>
      </w:r>
      <w:r w:rsidR="00291244" w:rsidRPr="009636D9">
        <w:rPr>
          <w:rFonts w:ascii="Courier New" w:hAnsi="Courier New" w:cs="Courier New"/>
          <w:sz w:val="20"/>
          <w:szCs w:val="20"/>
        </w:rPr>
        <w:t>int</w:t>
      </w:r>
      <w:r w:rsidR="00291244">
        <w:t xml:space="preserve">.  Each chunk is 4x4.  The offset of </w:t>
      </w:r>
      <w:r w:rsidR="00585648">
        <w:t xml:space="preserve">the </w:t>
      </w:r>
      <w:r w:rsidR="00291244">
        <w:t xml:space="preserve">first element of the chunk to be written is 4 and 4.  </w:t>
      </w:r>
      <w:r w:rsidR="005B5F92">
        <w:t>In the diagram below (Figure 1), the shaded chunk is the data to be written.</w:t>
      </w:r>
    </w:p>
    <w:p w14:paraId="4D903D8B" w14:textId="77777777" w:rsidR="0088661F" w:rsidRDefault="0088661F">
      <w:pPr>
        <w:spacing w:after="0"/>
      </w:pPr>
      <w:r>
        <w:br w:type="page"/>
      </w:r>
    </w:p>
    <w:p w14:paraId="7F9E50A4" w14:textId="77777777" w:rsidR="005B5F92" w:rsidRDefault="005B5F92" w:rsidP="00B24315"/>
    <w:p w14:paraId="1AD2E3EC" w14:textId="77777777" w:rsidR="005B5F92" w:rsidRDefault="005B5F92" w:rsidP="005B5F92">
      <w:pPr>
        <w:pStyle w:val="FigureCaption"/>
      </w:pPr>
      <w:r>
        <w:tab/>
      </w:r>
      <w:r>
        <w:tab/>
        <w:t>Figure 1. Illustration of the chunk to be written in the example code</w:t>
      </w:r>
      <w:r w:rsidR="0045142B">
        <w:t xml:space="preserve"> above</w:t>
      </w:r>
    </w:p>
    <w:p w14:paraId="277EA6DC" w14:textId="77777777" w:rsidR="00291244" w:rsidRDefault="005B5F92" w:rsidP="00B24315">
      <w:r>
        <w:rPr>
          <w:noProof/>
        </w:rPr>
        <mc:AlternateContent>
          <mc:Choice Requires="wps">
            <w:drawing>
              <wp:anchor distT="0" distB="0" distL="114300" distR="114300" simplePos="0" relativeHeight="251743232" behindDoc="0" locked="0" layoutInCell="1" allowOverlap="1" wp14:anchorId="07C99F4D" wp14:editId="5CF0F535">
                <wp:simplePos x="0" y="0"/>
                <wp:positionH relativeFrom="column">
                  <wp:posOffset>1390650</wp:posOffset>
                </wp:positionH>
                <wp:positionV relativeFrom="paragraph">
                  <wp:posOffset>121920</wp:posOffset>
                </wp:positionV>
                <wp:extent cx="228600" cy="228600"/>
                <wp:effectExtent l="0" t="0" r="0" b="0"/>
                <wp:wrapSquare wrapText="bothSides"/>
                <wp:docPr id="57" name="Text Box 57"/>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0A681F" w14:textId="77777777" w:rsidR="000E5775" w:rsidRPr="00291244" w:rsidRDefault="000E5775">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4</w:t>
                            </w:r>
                            <w:r>
                              <w:rPr>
                                <w:noProof/>
                                <w:color w:val="000000" w:themeColor="text1"/>
                                <w:sz w:val="16"/>
                                <w:szCs w:val="16"/>
                              </w:rPr>
                              <w:drawing>
                                <wp:inline distT="0" distB="0" distL="0" distR="0" wp14:anchorId="43B15D8F" wp14:editId="065F0A6C">
                                  <wp:extent cx="45720" cy="68580"/>
                                  <wp:effectExtent l="0" t="0" r="5080" b="7620"/>
                                  <wp:docPr id="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7" o:spid="_x0000_s1026" type="#_x0000_t202" style="position:absolute;margin-left:109.5pt;margin-top:9.6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" filled="f" stroked="f">
                <v:textbox>
                  <w:txbxContent>
                    <w:p w14:paraId="220A681F" w14:textId="77777777" w:rsidR="00E91AD6" w:rsidRPr="00291244" w:rsidRDefault="00E91AD6">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4</w:t>
                      </w:r>
                      <w:r>
                        <w:rPr>
                          <w:noProof/>
                          <w:color w:val="000000" w:themeColor="text1"/>
                          <w:sz w:val="16"/>
                          <w:szCs w:val="16"/>
                        </w:rPr>
                        <w:drawing>
                          <wp:inline distT="0" distB="0" distL="0" distR="0" wp14:anchorId="43B15D8F" wp14:editId="065F0A6C">
                            <wp:extent cx="45720" cy="68580"/>
                            <wp:effectExtent l="0" t="0" r="5080" b="7620"/>
                            <wp:docPr id="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v:textbox>
                <w10:wrap type="square"/>
              </v:shape>
            </w:pict>
          </mc:Fallback>
        </mc:AlternateContent>
      </w:r>
      <w:r w:rsidR="00291244">
        <w:rPr>
          <w:noProof/>
        </w:rPr>
        <mc:AlternateContent>
          <mc:Choice Requires="wps">
            <w:drawing>
              <wp:anchor distT="0" distB="0" distL="114300" distR="114300" simplePos="0" relativeHeight="251745280" behindDoc="0" locked="0" layoutInCell="1" allowOverlap="1" wp14:anchorId="22FBE0DA" wp14:editId="33EDC292">
                <wp:simplePos x="0" y="0"/>
                <wp:positionH relativeFrom="column">
                  <wp:posOffset>909320</wp:posOffset>
                </wp:positionH>
                <wp:positionV relativeFrom="paragraph">
                  <wp:posOffset>137795</wp:posOffset>
                </wp:positionV>
                <wp:extent cx="228600" cy="228600"/>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069E00" w14:textId="77777777" w:rsidR="000E5775" w:rsidRPr="00291244" w:rsidRDefault="000E5775" w:rsidP="00291244">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0</w:t>
                            </w:r>
                            <w:r>
                              <w:rPr>
                                <w:noProof/>
                                <w:color w:val="000000" w:themeColor="text1"/>
                                <w:sz w:val="16"/>
                                <w:szCs w:val="16"/>
                              </w:rPr>
                              <w:drawing>
                                <wp:inline distT="0" distB="0" distL="0" distR="0" wp14:anchorId="071F920D" wp14:editId="6132B4C4">
                                  <wp:extent cx="45720" cy="68580"/>
                                  <wp:effectExtent l="0" t="0" r="5080" b="7620"/>
                                  <wp:docPr id="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60" o:spid="_x0000_s1027" type="#_x0000_t202" style="position:absolute;margin-left:71.6pt;margin-top:10.85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" filled="f" stroked="f">
                <v:textbox>
                  <w:txbxContent>
                    <w:p w14:paraId="05069E00" w14:textId="77777777" w:rsidR="00E91AD6" w:rsidRPr="00291244" w:rsidRDefault="00E91AD6" w:rsidP="00291244">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0</w:t>
                      </w:r>
                      <w:r>
                        <w:rPr>
                          <w:noProof/>
                          <w:color w:val="000000" w:themeColor="text1"/>
                          <w:sz w:val="16"/>
                          <w:szCs w:val="16"/>
                        </w:rPr>
                        <w:drawing>
                          <wp:inline distT="0" distB="0" distL="0" distR="0" wp14:anchorId="071F920D" wp14:editId="6132B4C4">
                            <wp:extent cx="45720" cy="68580"/>
                            <wp:effectExtent l="0" t="0" r="5080" b="7620"/>
                            <wp:docPr id="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v:textbox>
                <w10:wrap type="square"/>
              </v:shape>
            </w:pict>
          </mc:Fallback>
        </mc:AlternateContent>
      </w:r>
      <w:r>
        <w:tab/>
      </w:r>
      <w:r>
        <w:tab/>
      </w:r>
    </w:p>
    <w:p w14:paraId="40D3FC65" w14:textId="77777777" w:rsidR="00291244" w:rsidRDefault="005B5F92" w:rsidP="00B24315">
      <w:r>
        <w:rPr>
          <w:noProof/>
        </w:rPr>
        <mc:AlternateContent>
          <mc:Choice Requires="wps">
            <w:drawing>
              <wp:anchor distT="0" distB="0" distL="114300" distR="114300" simplePos="0" relativeHeight="251747328" behindDoc="0" locked="0" layoutInCell="1" allowOverlap="1" wp14:anchorId="434E176E" wp14:editId="25E5C03D">
                <wp:simplePos x="0" y="0"/>
                <wp:positionH relativeFrom="column">
                  <wp:posOffset>914400</wp:posOffset>
                </wp:positionH>
                <wp:positionV relativeFrom="paragraph">
                  <wp:posOffset>332105</wp:posOffset>
                </wp:positionV>
                <wp:extent cx="228600" cy="228600"/>
                <wp:effectExtent l="0" t="0" r="0" b="0"/>
                <wp:wrapSquare wrapText="bothSides"/>
                <wp:docPr id="62" name="Text Box 62"/>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90E13B" w14:textId="77777777" w:rsidR="000E5775" w:rsidRPr="00291244" w:rsidRDefault="000E5775" w:rsidP="00291244">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4</w:t>
                            </w:r>
                            <w:r>
                              <w:rPr>
                                <w:noProof/>
                                <w:color w:val="000000" w:themeColor="text1"/>
                                <w:sz w:val="16"/>
                                <w:szCs w:val="16"/>
                              </w:rPr>
                              <w:drawing>
                                <wp:inline distT="0" distB="0" distL="0" distR="0" wp14:anchorId="714DBE4F" wp14:editId="4E8AC73F">
                                  <wp:extent cx="45720" cy="68580"/>
                                  <wp:effectExtent l="0" t="0" r="5080" b="762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62" o:spid="_x0000_s1028" type="#_x0000_t202" style="position:absolute;margin-left:1in;margin-top:26.1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" filled="f" stroked="f">
                <v:textbox>
                  <w:txbxContent>
                    <w:p w14:paraId="0690E13B" w14:textId="77777777" w:rsidR="00E91AD6" w:rsidRPr="00291244" w:rsidRDefault="00E91AD6" w:rsidP="00291244">
                      <w:pPr>
                        <w:rPr>
                          <w:color w:val="000000" w:themeColor="text1"/>
                          <w:sz w:val="16"/>
                          <w:szCs w:val="16"/>
                          <w14:textOutline w14:w="9525" w14:cap="rnd" w14:cmpd="sng" w14:algn="ctr">
                            <w14:noFill/>
                            <w14:prstDash w14:val="solid"/>
                            <w14:bevel/>
                          </w14:textOutline>
                        </w:rPr>
                      </w:pPr>
                      <w:r>
                        <w:rPr>
                          <w:color w:val="000000" w:themeColor="text1"/>
                          <w:sz w:val="16"/>
                          <w:szCs w:val="16"/>
                          <w14:textOutline w14:w="9525" w14:cap="rnd" w14:cmpd="sng" w14:algn="ctr">
                            <w14:noFill/>
                            <w14:prstDash w14:val="solid"/>
                            <w14:bevel/>
                          </w14:textOutline>
                        </w:rPr>
                        <w:t>4</w:t>
                      </w:r>
                      <w:r>
                        <w:rPr>
                          <w:noProof/>
                          <w:color w:val="000000" w:themeColor="text1"/>
                          <w:sz w:val="16"/>
                          <w:szCs w:val="16"/>
                        </w:rPr>
                        <w:drawing>
                          <wp:inline distT="0" distB="0" distL="0" distR="0" wp14:anchorId="714DBE4F" wp14:editId="4E8AC73F">
                            <wp:extent cx="45720" cy="68580"/>
                            <wp:effectExtent l="0" t="0" r="5080" b="762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 cy="68580"/>
                                    </a:xfrm>
                                    <a:prstGeom prst="rect">
                                      <a:avLst/>
                                    </a:prstGeom>
                                    <a:noFill/>
                                    <a:ln>
                                      <a:noFill/>
                                    </a:ln>
                                  </pic:spPr>
                                </pic:pic>
                              </a:graphicData>
                            </a:graphic>
                          </wp:inline>
                        </w:drawing>
                      </w:r>
                    </w:p>
                  </w:txbxContent>
                </v:textbox>
                <w10:wrap type="square"/>
              </v:shape>
            </w:pict>
          </mc:Fallback>
        </mc:AlternateContent>
      </w:r>
      <w:r w:rsidR="00291244">
        <w:rPr>
          <w:noProof/>
        </w:rPr>
        <mc:AlternateContent>
          <mc:Choice Requires="wps">
            <w:drawing>
              <wp:anchor distT="0" distB="0" distL="114300" distR="114300" simplePos="0" relativeHeight="251742208" behindDoc="0" locked="0" layoutInCell="1" allowOverlap="1" wp14:anchorId="7A0C9F80" wp14:editId="514FEC4F">
                <wp:simplePos x="0" y="0"/>
                <wp:positionH relativeFrom="column">
                  <wp:posOffset>1527175</wp:posOffset>
                </wp:positionH>
                <wp:positionV relativeFrom="paragraph">
                  <wp:posOffset>438785</wp:posOffset>
                </wp:positionV>
                <wp:extent cx="381000" cy="342900"/>
                <wp:effectExtent l="0" t="0" r="25400" b="38100"/>
                <wp:wrapThrough wrapText="bothSides">
                  <wp:wrapPolygon edited="0">
                    <wp:start x="0" y="0"/>
                    <wp:lineTo x="0" y="22400"/>
                    <wp:lineTo x="21600" y="22400"/>
                    <wp:lineTo x="21600" y="0"/>
                    <wp:lineTo x="0" y="0"/>
                  </wp:wrapPolygon>
                </wp:wrapThrough>
                <wp:docPr id="56" name="Rectangle 56"/>
                <wp:cNvGraphicFramePr/>
                <a:graphic xmlns:a="http://schemas.openxmlformats.org/drawingml/2006/main">
                  <a:graphicData uri="http://schemas.microsoft.com/office/word/2010/wordprocessingShape">
                    <wps:wsp>
                      <wps:cNvSpPr/>
                      <wps:spPr>
                        <a:xfrm>
                          <a:off x="0" y="0"/>
                          <a:ext cx="381000" cy="342900"/>
                        </a:xfrm>
                        <a:prstGeom prst="rect">
                          <a:avLst/>
                        </a:prstGeom>
                        <a:pattFill prst="openDmnd">
                          <a:fgClr>
                            <a:prstClr val="black"/>
                          </a:fgClr>
                          <a:bgClr>
                            <a:prstClr val="white"/>
                          </a:bgClr>
                        </a:patt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56" o:spid="_x0000_s1026" style="position:absolute;margin-left:120.25pt;margin-top:34.55pt;width:30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" fillcolor="black" strokecolor="black [3213]">
                <v:fill r:id="rId12" o:title="" type="pattern"/>
                <w10:wrap type="through"/>
              </v:rect>
            </w:pict>
          </mc:Fallback>
        </mc:AlternateContent>
      </w:r>
      <w:r w:rsidR="00291244">
        <w:rPr>
          <w:noProof/>
        </w:rPr>
        <mc:AlternateContent>
          <mc:Choice Requires="wps">
            <w:drawing>
              <wp:anchor distT="0" distB="0" distL="114300" distR="114300" simplePos="0" relativeHeight="251740160" behindDoc="0" locked="0" layoutInCell="1" allowOverlap="1" wp14:anchorId="02296174" wp14:editId="35D51CAD">
                <wp:simplePos x="0" y="0"/>
                <wp:positionH relativeFrom="column">
                  <wp:posOffset>1143000</wp:posOffset>
                </wp:positionH>
                <wp:positionV relativeFrom="paragraph">
                  <wp:posOffset>437515</wp:posOffset>
                </wp:positionV>
                <wp:extent cx="381000" cy="342900"/>
                <wp:effectExtent l="0" t="0" r="25400" b="38100"/>
                <wp:wrapThrough wrapText="bothSides">
                  <wp:wrapPolygon edited="0">
                    <wp:start x="0" y="0"/>
                    <wp:lineTo x="0" y="22400"/>
                    <wp:lineTo x="21600" y="22400"/>
                    <wp:lineTo x="21600" y="0"/>
                    <wp:lineTo x="0" y="0"/>
                  </wp:wrapPolygon>
                </wp:wrapThrough>
                <wp:docPr id="55" name="Rectangle 55"/>
                <wp:cNvGraphicFramePr/>
                <a:graphic xmlns:a="http://schemas.openxmlformats.org/drawingml/2006/main">
                  <a:graphicData uri="http://schemas.microsoft.com/office/word/2010/wordprocessingShape">
                    <wps:wsp>
                      <wps:cNvSpPr/>
                      <wps:spPr>
                        <a:xfrm>
                          <a:off x="0" y="0"/>
                          <a:ext cx="381000" cy="342900"/>
                        </a:xfrm>
                        <a:prstGeom prst="rect">
                          <a:avLst/>
                        </a:prstGeom>
                        <a:noFill/>
                        <a:ln>
                          <a:solidFill>
                            <a:schemeClr val="tx1"/>
                          </a:solidFill>
                          <a:prstDash val="sys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55" o:spid="_x0000_s1026" style="position:absolute;margin-left:90pt;margin-top:34.45pt;width:30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" filled="f" strokecolor="black [3213]">
                <v:stroke dashstyle="3 1"/>
                <w10:wrap type="through"/>
              </v:rect>
            </w:pict>
          </mc:Fallback>
        </mc:AlternateContent>
      </w:r>
      <w:r w:rsidR="00291244">
        <w:rPr>
          <w:noProof/>
        </w:rPr>
        <mc:AlternateContent>
          <mc:Choice Requires="wps">
            <w:drawing>
              <wp:anchor distT="0" distB="0" distL="114300" distR="114300" simplePos="0" relativeHeight="251738112" behindDoc="0" locked="0" layoutInCell="1" allowOverlap="1" wp14:anchorId="09BD6F6A" wp14:editId="4DD66B09">
                <wp:simplePos x="0" y="0"/>
                <wp:positionH relativeFrom="column">
                  <wp:posOffset>1527175</wp:posOffset>
                </wp:positionH>
                <wp:positionV relativeFrom="paragraph">
                  <wp:posOffset>93345</wp:posOffset>
                </wp:positionV>
                <wp:extent cx="381000" cy="342900"/>
                <wp:effectExtent l="0" t="0" r="25400" b="38100"/>
                <wp:wrapThrough wrapText="bothSides">
                  <wp:wrapPolygon edited="0">
                    <wp:start x="0" y="0"/>
                    <wp:lineTo x="0" y="22400"/>
                    <wp:lineTo x="21600" y="22400"/>
                    <wp:lineTo x="21600" y="0"/>
                    <wp:lineTo x="0" y="0"/>
                  </wp:wrapPolygon>
                </wp:wrapThrough>
                <wp:docPr id="38" name="Rectangle 38"/>
                <wp:cNvGraphicFramePr/>
                <a:graphic xmlns:a="http://schemas.openxmlformats.org/drawingml/2006/main">
                  <a:graphicData uri="http://schemas.microsoft.com/office/word/2010/wordprocessingShape">
                    <wps:wsp>
                      <wps:cNvSpPr/>
                      <wps:spPr>
                        <a:xfrm>
                          <a:off x="0" y="0"/>
                          <a:ext cx="381000" cy="342900"/>
                        </a:xfrm>
                        <a:prstGeom prst="rect">
                          <a:avLst/>
                        </a:prstGeom>
                        <a:noFill/>
                        <a:ln>
                          <a:solidFill>
                            <a:schemeClr val="tx1"/>
                          </a:solidFill>
                          <a:prstDash val="sys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8" o:spid="_x0000_s1026" style="position:absolute;margin-left:120.25pt;margin-top:7.35pt;width:30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" filled="f" strokecolor="black [3213]">
                <v:stroke dashstyle="3 1"/>
                <w10:wrap type="through"/>
              </v:rect>
            </w:pict>
          </mc:Fallback>
        </mc:AlternateContent>
      </w:r>
      <w:r w:rsidR="00291244">
        <w:rPr>
          <w:noProof/>
        </w:rPr>
        <mc:AlternateContent>
          <mc:Choice Requires="wps">
            <w:drawing>
              <wp:anchor distT="0" distB="0" distL="114300" distR="114300" simplePos="0" relativeHeight="251736064" behindDoc="0" locked="0" layoutInCell="1" allowOverlap="1" wp14:anchorId="03870B11" wp14:editId="4727683B">
                <wp:simplePos x="0" y="0"/>
                <wp:positionH relativeFrom="column">
                  <wp:posOffset>1143000</wp:posOffset>
                </wp:positionH>
                <wp:positionV relativeFrom="paragraph">
                  <wp:posOffset>93345</wp:posOffset>
                </wp:positionV>
                <wp:extent cx="381000" cy="342900"/>
                <wp:effectExtent l="0" t="0" r="25400" b="38100"/>
                <wp:wrapThrough wrapText="bothSides">
                  <wp:wrapPolygon edited="0">
                    <wp:start x="0" y="0"/>
                    <wp:lineTo x="0" y="22400"/>
                    <wp:lineTo x="21600" y="22400"/>
                    <wp:lineTo x="21600" y="0"/>
                    <wp:lineTo x="0" y="0"/>
                  </wp:wrapPolygon>
                </wp:wrapThrough>
                <wp:docPr id="22" name="Rectangle 22"/>
                <wp:cNvGraphicFramePr/>
                <a:graphic xmlns:a="http://schemas.openxmlformats.org/drawingml/2006/main">
                  <a:graphicData uri="http://schemas.microsoft.com/office/word/2010/wordprocessingShape">
                    <wps:wsp>
                      <wps:cNvSpPr/>
                      <wps:spPr>
                        <a:xfrm>
                          <a:off x="0" y="0"/>
                          <a:ext cx="381000" cy="342900"/>
                        </a:xfrm>
                        <a:prstGeom prst="rect">
                          <a:avLst/>
                        </a:prstGeom>
                        <a:noFill/>
                        <a:ln>
                          <a:solidFill>
                            <a:schemeClr val="tx1"/>
                          </a:solidFill>
                          <a:prstDash val="sys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2" o:spid="_x0000_s1026" style="position:absolute;margin-left:90pt;margin-top:7.35pt;width:30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" filled="f" strokecolor="black [3213]">
                <v:stroke dashstyle="3 1"/>
                <w10:wrap type="through"/>
              </v:rect>
            </w:pict>
          </mc:Fallback>
        </mc:AlternateContent>
      </w:r>
    </w:p>
    <w:p w14:paraId="1F868A8E" w14:textId="77777777" w:rsidR="00291244" w:rsidRDefault="00291244" w:rsidP="00B24315"/>
    <w:p w14:paraId="077E3797" w14:textId="77777777" w:rsidR="00291244" w:rsidRDefault="00291244" w:rsidP="00B24315"/>
    <w:p w14:paraId="102752B5" w14:textId="68AF9299" w:rsidR="00B24315" w:rsidRDefault="009636D9" w:rsidP="00B24315">
      <w:r>
        <w:t>T</w:t>
      </w:r>
      <w:r w:rsidR="00683CE9">
        <w:t xml:space="preserve">he function is writing a pre-compressed data </w:t>
      </w:r>
      <w:r w:rsidR="00585648">
        <w:t xml:space="preserve">chunk </w:t>
      </w:r>
      <w:r w:rsidR="00683CE9">
        <w:t>of 40 bytes</w:t>
      </w:r>
      <w:r>
        <w:t xml:space="preserve"> (assumed)</w:t>
      </w:r>
      <w:r w:rsidR="00683CE9">
        <w:t xml:space="preserve"> to the dataset.  The offset of </w:t>
      </w:r>
      <w:r w:rsidR="00C54A16">
        <w:t xml:space="preserve">the </w:t>
      </w:r>
      <w:r w:rsidR="00683CE9">
        <w:t xml:space="preserve">first element of the chunk is 4 and 4.  The zero value of </w:t>
      </w:r>
      <w:r w:rsidR="00585648">
        <w:t xml:space="preserve">the </w:t>
      </w:r>
      <w:r w:rsidR="00683CE9">
        <w:t xml:space="preserve">filter mask means that all filters have been applied to the pre-processed data. </w:t>
      </w:r>
    </w:p>
    <w:p w14:paraId="4F9C9BBB" w14:textId="77777777" w:rsidR="00927B93" w:rsidRDefault="00927B93" w:rsidP="00B24315"/>
    <w:p w14:paraId="460F34B1" w14:textId="77777777" w:rsidR="001620E5" w:rsidRDefault="00F51BBB" w:rsidP="00B24315">
      <w:pPr>
        <w:pStyle w:val="Heading3"/>
      </w:pPr>
      <w:r>
        <w:t>Discussion</w:t>
      </w:r>
    </w:p>
    <w:p w14:paraId="50654962" w14:textId="0D68393D" w:rsidR="00923CB5" w:rsidRDefault="00285A14" w:rsidP="00285A14">
      <w:r>
        <w:t xml:space="preserve">This approach </w:t>
      </w:r>
      <w:r w:rsidR="0045142B">
        <w:t xml:space="preserve">was implemented when we tested </w:t>
      </w:r>
      <w:r w:rsidR="00194014">
        <w:t xml:space="preserve">the </w:t>
      </w:r>
      <w:r w:rsidR="0045142B">
        <w:t xml:space="preserve">feasibility of the function and performance. </w:t>
      </w:r>
      <w:r w:rsidR="00923CB5">
        <w:t>The benchmarks ran by</w:t>
      </w:r>
      <w:r w:rsidR="0045142B">
        <w:t xml:space="preserve"> the customer and The HDF Group</w:t>
      </w:r>
      <w:r>
        <w:t xml:space="preserve"> </w:t>
      </w:r>
      <w:r w:rsidR="00923CB5">
        <w:t xml:space="preserve">developers </w:t>
      </w:r>
      <w:r w:rsidR="0045142B">
        <w:t xml:space="preserve">showed </w:t>
      </w:r>
      <w:r w:rsidR="00C54A16">
        <w:t xml:space="preserve">an </w:t>
      </w:r>
      <w:r w:rsidR="0045142B">
        <w:t>order of magnitude enhancement in I/O.</w:t>
      </w:r>
      <w:r>
        <w:t xml:space="preserve"> </w:t>
      </w:r>
      <w:r w:rsidR="00C54A16">
        <w:t>The i</w:t>
      </w:r>
      <w:r w:rsidR="0045142B">
        <w:t xml:space="preserve">mplementation </w:t>
      </w:r>
      <w:r>
        <w:t xml:space="preserve">met the requirements and expectation of the </w:t>
      </w:r>
      <w:r w:rsidR="00923CB5">
        <w:t>customer</w:t>
      </w:r>
      <w:r>
        <w:t xml:space="preserve">.  </w:t>
      </w:r>
    </w:p>
    <w:p w14:paraId="58BD21B2" w14:textId="77777777" w:rsidR="00285A14" w:rsidRDefault="00285A14" w:rsidP="00285A14">
      <w:r>
        <w:t xml:space="preserve">Integrating this function into the library does not require much work. Using this function will evoke little overhead as it deals with the low-level routines inside the library.  </w:t>
      </w:r>
    </w:p>
    <w:p w14:paraId="6AC2957C" w14:textId="2D50D924" w:rsidR="00F51BBB" w:rsidRDefault="00285A14" w:rsidP="00285A14">
      <w:r>
        <w:t xml:space="preserve">However, to use it appropriately, one has to understand </w:t>
      </w:r>
      <w:r w:rsidR="00C54A16">
        <w:t xml:space="preserve">exactly what this function </w:t>
      </w:r>
      <w:r>
        <w:t>does – bypassing data conversion, chunk cache, filter pipeline, etc.  Since it touches the low-level library directly, it lacks the protection that most public functions have.  It is more specialized compared to other general public functions.  It requires the user to have special knowledge to use this function properly.</w:t>
      </w:r>
      <w:r w:rsidR="0045142B">
        <w:t xml:space="preserve"> </w:t>
      </w:r>
    </w:p>
    <w:p w14:paraId="45ED9E7F" w14:textId="0DAFB720" w:rsidR="00923CB5" w:rsidRDefault="00923CB5" w:rsidP="00285A14">
      <w:r>
        <w:t>Maintenance of this function will req</w:t>
      </w:r>
      <w:r w:rsidR="00C54A16">
        <w:t>uire careful consideration</w:t>
      </w:r>
      <w:r>
        <w:t xml:space="preserve"> since it has a different architecture and may be confusing </w:t>
      </w:r>
      <w:r w:rsidR="00C54A16">
        <w:t xml:space="preserve">to </w:t>
      </w:r>
      <w:r>
        <w:t>future maintainers of the HDF5 H5D interface.</w:t>
      </w:r>
    </w:p>
    <w:p w14:paraId="47E64FEB" w14:textId="77777777" w:rsidR="00927B93" w:rsidRDefault="00927B93" w:rsidP="00285A14"/>
    <w:p w14:paraId="6994C5C8" w14:textId="77777777" w:rsidR="00F51BBB" w:rsidRDefault="00F51BBB" w:rsidP="00B24315">
      <w:pPr>
        <w:pStyle w:val="Heading3"/>
      </w:pPr>
      <w:r>
        <w:t>Design</w:t>
      </w:r>
    </w:p>
    <w:p w14:paraId="0B747A94" w14:textId="0E73C54C" w:rsidR="000163AC" w:rsidRDefault="000036F0" w:rsidP="000163AC">
      <w:r>
        <w:t>Figure 2</w:t>
      </w:r>
      <w:r w:rsidR="000163AC">
        <w:t xml:space="preserve"> </w:t>
      </w:r>
      <w:r w:rsidR="00585648">
        <w:t xml:space="preserve">below </w:t>
      </w:r>
      <w:r w:rsidR="00C54A16">
        <w:t>shows how</w:t>
      </w:r>
      <w:r w:rsidR="000163AC">
        <w:t xml:space="preserve"> using </w:t>
      </w:r>
      <w:r w:rsidR="00E81F67">
        <w:rPr>
          <w:rFonts w:ascii="Courier New" w:hAnsi="Courier New" w:cs="Courier New"/>
          <w:sz w:val="20"/>
          <w:szCs w:val="20"/>
        </w:rPr>
        <w:t>H5DO</w:t>
      </w:r>
      <w:r w:rsidR="000163AC" w:rsidRPr="00304D19">
        <w:rPr>
          <w:rFonts w:ascii="Courier New" w:hAnsi="Courier New" w:cs="Courier New"/>
          <w:sz w:val="20"/>
          <w:szCs w:val="20"/>
        </w:rPr>
        <w:t>write</w:t>
      </w:r>
      <w:r w:rsidR="00E81F67">
        <w:rPr>
          <w:rFonts w:ascii="Courier New" w:hAnsi="Courier New" w:cs="Courier New"/>
          <w:sz w:val="20"/>
          <w:szCs w:val="20"/>
        </w:rPr>
        <w:t>_chunk</w:t>
      </w:r>
      <w:r w:rsidR="000163AC">
        <w:t xml:space="preserve"> to write pre-compressed data chunks can bypass the library’s data conversion and filter pipeline.</w:t>
      </w:r>
    </w:p>
    <w:p w14:paraId="0E8F28FB" w14:textId="77777777" w:rsidR="00927B93" w:rsidRDefault="00927B93" w:rsidP="000163AC"/>
    <w:p w14:paraId="2523D4EA" w14:textId="77777777" w:rsidR="00EC1424" w:rsidRDefault="00EC1424" w:rsidP="00EC1424">
      <w:pPr>
        <w:pStyle w:val="Heading3"/>
      </w:pPr>
      <w:r>
        <w:t>Implementation</w:t>
      </w:r>
    </w:p>
    <w:p w14:paraId="6AABE388" w14:textId="53E73646" w:rsidR="00EC1424" w:rsidRDefault="00EC1424" w:rsidP="00EC1424">
      <w:r>
        <w:t xml:space="preserve">In the internal routine </w:t>
      </w:r>
      <w:r w:rsidRPr="00304D19">
        <w:rPr>
          <w:rFonts w:ascii="Courier New" w:hAnsi="Courier New" w:cs="Courier New"/>
          <w:sz w:val="20"/>
          <w:szCs w:val="20"/>
        </w:rPr>
        <w:t>H5D__chunk_direct_write</w:t>
      </w:r>
      <w:r>
        <w:t xml:space="preserve"> of </w:t>
      </w:r>
      <w:r w:rsidRPr="00304D19">
        <w:rPr>
          <w:rFonts w:ascii="Courier New" w:hAnsi="Courier New" w:cs="Courier New"/>
          <w:sz w:val="20"/>
          <w:szCs w:val="20"/>
        </w:rPr>
        <w:t>H5Dchunk.c</w:t>
      </w:r>
      <w:r>
        <w:t xml:space="preserve"> under the library’s source directory, the functi</w:t>
      </w:r>
      <w:r w:rsidR="00C54A16">
        <w:t>onality of direct chunk write can be</w:t>
      </w:r>
      <w:r>
        <w:t xml:space="preserve"> achieved in the following steps:</w:t>
      </w:r>
    </w:p>
    <w:p w14:paraId="5F44C008" w14:textId="77777777" w:rsidR="00EC1424" w:rsidRDefault="00EC1424" w:rsidP="00EC1424">
      <w:pPr>
        <w:pStyle w:val="ListParagraph"/>
        <w:numPr>
          <w:ilvl w:val="0"/>
          <w:numId w:val="40"/>
        </w:numPr>
      </w:pPr>
      <w:r>
        <w:t xml:space="preserve">Initialize the chunked storage (such as B-tree indexing for chunks) through </w:t>
      </w:r>
      <w:r w:rsidRPr="00304D19">
        <w:rPr>
          <w:rFonts w:ascii="Courier New" w:hAnsi="Courier New" w:cs="Courier New"/>
          <w:sz w:val="20"/>
          <w:szCs w:val="20"/>
        </w:rPr>
        <w:t>H5D__alloc_storage</w:t>
      </w:r>
      <w:r>
        <w:t xml:space="preserve"> if it has not been done yet.</w:t>
      </w:r>
    </w:p>
    <w:p w14:paraId="6B87D4C3" w14:textId="77777777" w:rsidR="00EC1424" w:rsidRDefault="00EC1424" w:rsidP="00EC1424">
      <w:pPr>
        <w:pStyle w:val="ListParagraph"/>
        <w:numPr>
          <w:ilvl w:val="0"/>
          <w:numId w:val="40"/>
        </w:numPr>
      </w:pPr>
      <w:r>
        <w:t xml:space="preserve">Calculate the chunk index with the chunk offset passed in as a parameter through </w:t>
      </w:r>
      <w:r w:rsidRPr="00304D19">
        <w:rPr>
          <w:rFonts w:ascii="Courier New" w:hAnsi="Courier New" w:cs="Courier New"/>
          <w:sz w:val="20"/>
          <w:szCs w:val="20"/>
        </w:rPr>
        <w:t>H5V_chunk_index</w:t>
      </w:r>
      <w:r>
        <w:t>.</w:t>
      </w:r>
    </w:p>
    <w:p w14:paraId="54FA1F38" w14:textId="77777777" w:rsidR="00EC1424" w:rsidRDefault="00EC1424" w:rsidP="00EC1424">
      <w:pPr>
        <w:pStyle w:val="ListParagraph"/>
        <w:numPr>
          <w:ilvl w:val="0"/>
          <w:numId w:val="40"/>
        </w:numPr>
      </w:pPr>
      <w:r>
        <w:lastRenderedPageBreak/>
        <w:t xml:space="preserve">Find out the file address of the chunk to be written through </w:t>
      </w:r>
      <w:r w:rsidRPr="00304D19">
        <w:rPr>
          <w:rFonts w:ascii="Courier New" w:hAnsi="Courier New" w:cs="Courier New"/>
          <w:sz w:val="20"/>
          <w:szCs w:val="20"/>
        </w:rPr>
        <w:t>H5D__chunk_lookup</w:t>
      </w:r>
      <w:r>
        <w:t>.</w:t>
      </w:r>
    </w:p>
    <w:p w14:paraId="1A8C9438" w14:textId="77777777" w:rsidR="00EC1424" w:rsidRDefault="00EC1424" w:rsidP="00EC1424">
      <w:pPr>
        <w:pStyle w:val="ListParagraph"/>
        <w:numPr>
          <w:ilvl w:val="0"/>
          <w:numId w:val="40"/>
        </w:numPr>
      </w:pPr>
      <w:r>
        <w:t>Create the chunk if it does not exist, or re-allocate the chunk if its size changes through a callback function for insertion.</w:t>
      </w:r>
    </w:p>
    <w:p w14:paraId="1E1ED8E6" w14:textId="77777777" w:rsidR="00EC1424" w:rsidRDefault="00EC1424" w:rsidP="00EC1424">
      <w:pPr>
        <w:pStyle w:val="ListParagraph"/>
        <w:numPr>
          <w:ilvl w:val="0"/>
          <w:numId w:val="40"/>
        </w:numPr>
      </w:pPr>
      <w:r>
        <w:t xml:space="preserve">Evict the entry for the chunk through </w:t>
      </w:r>
      <w:r w:rsidRPr="00304D19">
        <w:rPr>
          <w:rFonts w:ascii="Courier New" w:hAnsi="Courier New" w:cs="Courier New"/>
          <w:sz w:val="20"/>
          <w:szCs w:val="20"/>
        </w:rPr>
        <w:t>H5D__chunk_cache_evict</w:t>
      </w:r>
      <w:r>
        <w:t xml:space="preserve"> if it is in the chunk cache without flushing it to the file.</w:t>
      </w:r>
    </w:p>
    <w:p w14:paraId="2073BE02" w14:textId="77777777" w:rsidR="00EC1424" w:rsidRDefault="00EC1424" w:rsidP="00EC1424">
      <w:pPr>
        <w:pStyle w:val="ListParagraph"/>
        <w:numPr>
          <w:ilvl w:val="0"/>
          <w:numId w:val="40"/>
        </w:numPr>
      </w:pPr>
      <w:r>
        <w:t xml:space="preserve">Write the chunk to the file through </w:t>
      </w:r>
      <w:r w:rsidRPr="00304D19">
        <w:rPr>
          <w:rFonts w:ascii="Courier New" w:hAnsi="Courier New" w:cs="Courier New"/>
          <w:sz w:val="20"/>
          <w:szCs w:val="20"/>
        </w:rPr>
        <w:t>H5F_block_write</w:t>
      </w:r>
      <w:r>
        <w:t xml:space="preserve">.  </w:t>
      </w:r>
    </w:p>
    <w:p w14:paraId="134D0D06" w14:textId="77777777" w:rsidR="00EC1424" w:rsidRDefault="00EC1424">
      <w:pPr>
        <w:spacing w:after="0"/>
      </w:pPr>
    </w:p>
    <w:p w14:paraId="0DF95ECC" w14:textId="77777777" w:rsidR="00DA0500" w:rsidRDefault="00DA0500">
      <w:pPr>
        <w:spacing w:after="0"/>
        <w:rPr>
          <w:rFonts w:eastAsiaTheme="minorEastAsia"/>
          <w:b/>
          <w:bCs/>
          <w:color w:val="000000" w:themeColor="text1"/>
          <w:szCs w:val="18"/>
          <w:lang w:bidi="en-US"/>
        </w:rPr>
      </w:pPr>
      <w:r>
        <w:br w:type="page"/>
      </w:r>
    </w:p>
    <w:p w14:paraId="32B673C1" w14:textId="77777777" w:rsidR="000163AC" w:rsidRDefault="005B5F92" w:rsidP="00BE1139">
      <w:pPr>
        <w:pStyle w:val="FigureCaption"/>
      </w:pPr>
      <w:r>
        <w:lastRenderedPageBreak/>
        <w:tab/>
      </w:r>
      <w:r>
        <w:tab/>
        <w:t>Figure 2</w:t>
      </w:r>
      <w:r w:rsidR="00CC6579">
        <w:t xml:space="preserve">. Diagram for </w:t>
      </w:r>
      <w:r w:rsidR="000134D5">
        <w:rPr>
          <w:rFonts w:ascii="Courier New" w:hAnsi="Courier New" w:cs="Courier New"/>
          <w:sz w:val="20"/>
          <w:szCs w:val="20"/>
        </w:rPr>
        <w:t>H5DO</w:t>
      </w:r>
      <w:r w:rsidR="00CC6579" w:rsidRPr="00304D19">
        <w:rPr>
          <w:rFonts w:ascii="Courier New" w:hAnsi="Courier New" w:cs="Courier New"/>
          <w:sz w:val="20"/>
          <w:szCs w:val="20"/>
        </w:rPr>
        <w:t>write</w:t>
      </w:r>
      <w:r w:rsidR="000134D5">
        <w:rPr>
          <w:rFonts w:ascii="Courier New" w:hAnsi="Courier New" w:cs="Courier New"/>
          <w:sz w:val="20"/>
          <w:szCs w:val="20"/>
        </w:rPr>
        <w:t>_chunk</w:t>
      </w:r>
      <w:r>
        <w:rPr>
          <w:rFonts w:ascii="Courier New" w:hAnsi="Courier New" w:cs="Courier New"/>
          <w:sz w:val="20"/>
          <w:szCs w:val="20"/>
        </w:rPr>
        <w:t xml:space="preserve"> </w:t>
      </w:r>
      <w:r w:rsidRPr="005B5F92">
        <w:rPr>
          <w:rFonts w:cs="Courier New"/>
          <w:szCs w:val="24"/>
        </w:rPr>
        <w:t xml:space="preserve">in the HDF5 </w:t>
      </w:r>
      <w:r w:rsidR="00585648" w:rsidRPr="005B5F92">
        <w:rPr>
          <w:rFonts w:cs="Courier New"/>
          <w:szCs w:val="24"/>
        </w:rPr>
        <w:t>Library</w:t>
      </w:r>
    </w:p>
    <w:p w14:paraId="1C837D12" w14:textId="77777777" w:rsidR="002D6DEE" w:rsidRDefault="002D6DEE" w:rsidP="000163AC">
      <w:r>
        <w:rPr>
          <w:noProof/>
        </w:rPr>
        <mc:AlternateContent>
          <mc:Choice Requires="wps">
            <w:drawing>
              <wp:anchor distT="0" distB="0" distL="114300" distR="114300" simplePos="0" relativeHeight="251695104" behindDoc="0" locked="0" layoutInCell="1" allowOverlap="1" wp14:anchorId="61DCAB12" wp14:editId="699BAAC7">
                <wp:simplePos x="0" y="0"/>
                <wp:positionH relativeFrom="column">
                  <wp:posOffset>1828800</wp:posOffset>
                </wp:positionH>
                <wp:positionV relativeFrom="paragraph">
                  <wp:posOffset>179705</wp:posOffset>
                </wp:positionV>
                <wp:extent cx="0" cy="4457700"/>
                <wp:effectExtent l="0" t="0" r="25400" b="12700"/>
                <wp:wrapNone/>
                <wp:docPr id="34" name="Straight Connector 34"/>
                <wp:cNvGraphicFramePr/>
                <a:graphic xmlns:a="http://schemas.openxmlformats.org/drawingml/2006/main">
                  <a:graphicData uri="http://schemas.microsoft.com/office/word/2010/wordprocessingShape">
                    <wps:wsp>
                      <wps:cNvCnPr/>
                      <wps:spPr>
                        <a:xfrm>
                          <a:off x="0" y="0"/>
                          <a:ext cx="0" cy="4457700"/>
                        </a:xfrm>
                        <a:prstGeom prst="line">
                          <a:avLst/>
                        </a:prstGeom>
                        <a:ln w="9525">
                          <a:solidFill>
                            <a:schemeClr val="tx1"/>
                          </a:solidFill>
                          <a:prstDash val="dash"/>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3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14.15pt" to="2in,36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" strokecolor="black [3213]">
                <v:stroke dashstyle="dash"/>
              </v:line>
            </w:pict>
          </mc:Fallback>
        </mc:AlternateContent>
      </w:r>
    </w:p>
    <w:p w14:paraId="7B61D9BA" w14:textId="77777777" w:rsidR="002D6DEE" w:rsidRDefault="002D6DEE">
      <w:r>
        <w:rPr>
          <w:noProof/>
        </w:rPr>
        <mc:AlternateContent>
          <mc:Choice Requires="wps">
            <w:drawing>
              <wp:anchor distT="0" distB="0" distL="114300" distR="114300" simplePos="0" relativeHeight="251663360" behindDoc="0" locked="0" layoutInCell="1" allowOverlap="1" wp14:anchorId="13F37AF3" wp14:editId="7EC069E8">
                <wp:simplePos x="0" y="0"/>
                <wp:positionH relativeFrom="column">
                  <wp:posOffset>-114300</wp:posOffset>
                </wp:positionH>
                <wp:positionV relativeFrom="paragraph">
                  <wp:posOffset>4572000</wp:posOffset>
                </wp:positionV>
                <wp:extent cx="5486400" cy="914400"/>
                <wp:effectExtent l="0" t="0" r="25400" b="25400"/>
                <wp:wrapThrough wrapText="bothSides">
                  <wp:wrapPolygon edited="0">
                    <wp:start x="4700" y="0"/>
                    <wp:lineTo x="0" y="600"/>
                    <wp:lineTo x="0" y="20400"/>
                    <wp:lineTo x="2900" y="21600"/>
                    <wp:lineTo x="4700" y="21600"/>
                    <wp:lineTo x="16900" y="21600"/>
                    <wp:lineTo x="18700" y="21600"/>
                    <wp:lineTo x="21600" y="20400"/>
                    <wp:lineTo x="21600" y="600"/>
                    <wp:lineTo x="16900" y="0"/>
                    <wp:lineTo x="4700" y="0"/>
                  </wp:wrapPolygon>
                </wp:wrapThrough>
                <wp:docPr id="14" name="Magnetic Disk 14"/>
                <wp:cNvGraphicFramePr/>
                <a:graphic xmlns:a="http://schemas.openxmlformats.org/drawingml/2006/main">
                  <a:graphicData uri="http://schemas.microsoft.com/office/word/2010/wordprocessingShape">
                    <wps:wsp>
                      <wps:cNvSpPr/>
                      <wps:spPr>
                        <a:xfrm>
                          <a:off x="0" y="0"/>
                          <a:ext cx="5486400" cy="914400"/>
                        </a:xfrm>
                        <a:prstGeom prst="flowChartMagneticDisk">
                          <a:avLst/>
                        </a:prstGeom>
                        <a:no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132" coordsize="21600,21600" o:spt="132" path="m10800,0qx0,3391l0,18209qy10800,21600,21600,18209l21600,3391qy10800,0xem0,3391nfqy10800,6782,21600,3391e">
                <v:path o:extrusionok="f" gradientshapeok="t" o:connecttype="custom" o:connectlocs="10800,6782;10800,0;0,10800;10800,21600;21600,10800" o:connectangles="270,270,180,90,0" textboxrect="0,6782,21600,18209"/>
              </v:shapetype>
              <v:shape id="Magnetic Disk 14" o:spid="_x0000_s1026" type="#_x0000_t132" style="position:absolute;margin-left:-8.95pt;margin-top:5in;width:6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" filled="f" strokecolor="black [3213]">
                <w10:wrap type="through"/>
              </v:shape>
            </w:pict>
          </mc:Fallback>
        </mc:AlternateContent>
      </w:r>
      <w:r>
        <w:rPr>
          <w:noProof/>
        </w:rPr>
        <mc:AlternateContent>
          <mc:Choice Requires="wps">
            <w:drawing>
              <wp:anchor distT="0" distB="0" distL="114300" distR="114300" simplePos="0" relativeHeight="251702272" behindDoc="0" locked="0" layoutInCell="1" allowOverlap="1" wp14:anchorId="36ABDAE0" wp14:editId="79F884EF">
                <wp:simplePos x="0" y="0"/>
                <wp:positionH relativeFrom="column">
                  <wp:posOffset>4000500</wp:posOffset>
                </wp:positionH>
                <wp:positionV relativeFrom="paragraph">
                  <wp:posOffset>4914900</wp:posOffset>
                </wp:positionV>
                <wp:extent cx="342900" cy="342900"/>
                <wp:effectExtent l="0" t="0" r="38100" b="38100"/>
                <wp:wrapThrough wrapText="bothSides">
                  <wp:wrapPolygon edited="0">
                    <wp:start x="0" y="0"/>
                    <wp:lineTo x="0" y="22400"/>
                    <wp:lineTo x="22400" y="22400"/>
                    <wp:lineTo x="22400" y="0"/>
                    <wp:lineTo x="0" y="0"/>
                  </wp:wrapPolygon>
                </wp:wrapThrough>
                <wp:docPr id="49" name="Rectangle 49"/>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49" o:spid="_x0000_s1026" style="position:absolute;margin-left:315pt;margin-top:387pt;width: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" filled="f" strokecolor="black [3213]">
                <v:stroke dashstyle="dash"/>
                <w10:wrap type="through"/>
              </v:rect>
            </w:pict>
          </mc:Fallback>
        </mc:AlternateContent>
      </w:r>
      <w:r>
        <w:rPr>
          <w:noProof/>
        </w:rPr>
        <mc:AlternateContent>
          <mc:Choice Requires="wps">
            <w:drawing>
              <wp:anchor distT="0" distB="0" distL="114300" distR="114300" simplePos="0" relativeHeight="251701248" behindDoc="0" locked="0" layoutInCell="1" allowOverlap="1" wp14:anchorId="4E10C28E" wp14:editId="740493A1">
                <wp:simplePos x="0" y="0"/>
                <wp:positionH relativeFrom="column">
                  <wp:posOffset>4343400</wp:posOffset>
                </wp:positionH>
                <wp:positionV relativeFrom="paragraph">
                  <wp:posOffset>4914900</wp:posOffset>
                </wp:positionV>
                <wp:extent cx="342900" cy="342900"/>
                <wp:effectExtent l="0" t="0" r="38100" b="38100"/>
                <wp:wrapThrough wrapText="bothSides">
                  <wp:wrapPolygon edited="0">
                    <wp:start x="0" y="0"/>
                    <wp:lineTo x="0" y="22400"/>
                    <wp:lineTo x="22400" y="22400"/>
                    <wp:lineTo x="22400" y="0"/>
                    <wp:lineTo x="0" y="0"/>
                  </wp:wrapPolygon>
                </wp:wrapThrough>
                <wp:docPr id="48" name="Rectangle 48"/>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48" o:spid="_x0000_s1026" style="position:absolute;margin-left:342pt;margin-top:387pt;width: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" filled="f" strokecolor="black [3213]">
                <v:stroke dashstyle="dash"/>
                <w10:wrap type="through"/>
              </v:rect>
            </w:pict>
          </mc:Fallback>
        </mc:AlternateContent>
      </w:r>
      <w:r>
        <w:rPr>
          <w:noProof/>
        </w:rPr>
        <mc:AlternateContent>
          <mc:Choice Requires="wps">
            <w:drawing>
              <wp:anchor distT="0" distB="0" distL="114300" distR="114300" simplePos="0" relativeHeight="251700224" behindDoc="0" locked="0" layoutInCell="1" allowOverlap="1" wp14:anchorId="6EA083B8" wp14:editId="1EEA09FB">
                <wp:simplePos x="0" y="0"/>
                <wp:positionH relativeFrom="column">
                  <wp:posOffset>4686300</wp:posOffset>
                </wp:positionH>
                <wp:positionV relativeFrom="paragraph">
                  <wp:posOffset>4914900</wp:posOffset>
                </wp:positionV>
                <wp:extent cx="342900" cy="342900"/>
                <wp:effectExtent l="0" t="0" r="38100" b="38100"/>
                <wp:wrapThrough wrapText="bothSides">
                  <wp:wrapPolygon edited="0">
                    <wp:start x="0" y="0"/>
                    <wp:lineTo x="0" y="22400"/>
                    <wp:lineTo x="22400" y="22400"/>
                    <wp:lineTo x="22400" y="0"/>
                    <wp:lineTo x="0" y="0"/>
                  </wp:wrapPolygon>
                </wp:wrapThrough>
                <wp:docPr id="47" name="Rectangle 47"/>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47" o:spid="_x0000_s1026" style="position:absolute;margin-left:369pt;margin-top:387pt;width: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" filled="f" strokecolor="black [3213]">
                <v:stroke dashstyle="dash"/>
                <w10:wrap type="through"/>
              </v:rect>
            </w:pict>
          </mc:Fallback>
        </mc:AlternateContent>
      </w:r>
      <w:r>
        <w:rPr>
          <w:noProof/>
        </w:rPr>
        <mc:AlternateContent>
          <mc:Choice Requires="wps">
            <w:drawing>
              <wp:anchor distT="0" distB="0" distL="114300" distR="114300" simplePos="0" relativeHeight="251697152" behindDoc="0" locked="0" layoutInCell="1" allowOverlap="1" wp14:anchorId="138D9776" wp14:editId="39F842F7">
                <wp:simplePos x="0" y="0"/>
                <wp:positionH relativeFrom="column">
                  <wp:posOffset>228600</wp:posOffset>
                </wp:positionH>
                <wp:positionV relativeFrom="paragraph">
                  <wp:posOffset>4000500</wp:posOffset>
                </wp:positionV>
                <wp:extent cx="1600200" cy="342900"/>
                <wp:effectExtent l="0" t="0" r="0" b="12700"/>
                <wp:wrapSquare wrapText="bothSides"/>
                <wp:docPr id="44" name="Text Box 44"/>
                <wp:cNvGraphicFramePr/>
                <a:graphic xmlns:a="http://schemas.openxmlformats.org/drawingml/2006/main">
                  <a:graphicData uri="http://schemas.microsoft.com/office/word/2010/wordprocessingShape">
                    <wps:wsp>
                      <wps:cNvSpPr txBox="1"/>
                      <wps:spPr>
                        <a:xfrm>
                          <a:off x="0" y="0"/>
                          <a:ext cx="16002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2DE65" w14:textId="77777777" w:rsidR="000E5775" w:rsidRDefault="000E5775" w:rsidP="002D6DEE">
                            <w:r>
                              <w:t>Application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44" o:spid="_x0000_s1029" type="#_x0000_t202" style="position:absolute;margin-left:18pt;margin-top:315pt;width:126pt;height:27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" filled="f" stroked="f">
                <v:textbox>
                  <w:txbxContent>
                    <w:p w14:paraId="2222DE65" w14:textId="77777777" w:rsidR="00E91AD6" w:rsidRDefault="00E91AD6" w:rsidP="002D6DEE">
                      <w:r>
                        <w:t>Application program</w:t>
                      </w:r>
                    </w:p>
                  </w:txbxContent>
                </v:textbox>
                <w10:wrap type="square"/>
              </v:shape>
            </w:pict>
          </mc:Fallback>
        </mc:AlternateContent>
      </w:r>
      <w:r>
        <w:rPr>
          <w:noProof/>
        </w:rPr>
        <mc:AlternateContent>
          <mc:Choice Requires="wps">
            <w:drawing>
              <wp:anchor distT="0" distB="0" distL="114300" distR="114300" simplePos="0" relativeHeight="251696128" behindDoc="0" locked="0" layoutInCell="1" allowOverlap="1" wp14:anchorId="042DC0F2" wp14:editId="6A4FB4C4">
                <wp:simplePos x="0" y="0"/>
                <wp:positionH relativeFrom="column">
                  <wp:posOffset>1943100</wp:posOffset>
                </wp:positionH>
                <wp:positionV relativeFrom="paragraph">
                  <wp:posOffset>-114300</wp:posOffset>
                </wp:positionV>
                <wp:extent cx="1371600" cy="342900"/>
                <wp:effectExtent l="0" t="0" r="0" b="12700"/>
                <wp:wrapSquare wrapText="bothSides"/>
                <wp:docPr id="35" name="Text Box 35"/>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68D2903" w14:textId="77777777" w:rsidR="000E5775" w:rsidRDefault="000E5775" w:rsidP="002D6DEE">
                            <w:r>
                              <w:t>HDF5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35" o:spid="_x0000_s1030" type="#_x0000_t202" style="position:absolute;margin-left:153pt;margin-top:-8.95pt;width:108pt;height:27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" filled="f" stroked="f">
                <v:textbox>
                  <w:txbxContent>
                    <w:p w14:paraId="468D2903" w14:textId="77777777" w:rsidR="00E91AD6" w:rsidRDefault="00E91AD6" w:rsidP="002D6DEE">
                      <w:r>
                        <w:t>HDF5 library</w:t>
                      </w:r>
                    </w:p>
                  </w:txbxContent>
                </v:textbox>
                <w10:wrap type="square"/>
              </v:shape>
            </w:pict>
          </mc:Fallback>
        </mc:AlternateContent>
      </w:r>
      <w:r>
        <w:rPr>
          <w:noProof/>
        </w:rPr>
        <mc:AlternateContent>
          <mc:Choice Requires="wps">
            <w:drawing>
              <wp:anchor distT="0" distB="0" distL="114300" distR="114300" simplePos="0" relativeHeight="251676672" behindDoc="0" locked="0" layoutInCell="1" allowOverlap="1" wp14:anchorId="0ED6AD88" wp14:editId="5CCBE437">
                <wp:simplePos x="0" y="0"/>
                <wp:positionH relativeFrom="column">
                  <wp:posOffset>4114800</wp:posOffset>
                </wp:positionH>
                <wp:positionV relativeFrom="paragraph">
                  <wp:posOffset>4572000</wp:posOffset>
                </wp:positionV>
                <wp:extent cx="6858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80FC76" w14:textId="77777777" w:rsidR="000E5775" w:rsidRDefault="000E5775">
                            <w:r>
                              <w:t>(Disk)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 id="Text Box 4" o:spid="_x0000_s1031" type="#_x0000_t202" style="position:absolute;margin-left:324pt;margin-top:5in;width:54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" filled="f" stroked="f">
                <v:textbox>
                  <w:txbxContent>
                    <w:p w14:paraId="1C80FC76" w14:textId="77777777" w:rsidR="00E91AD6" w:rsidRDefault="00E91AD6">
                      <w:r>
                        <w:t>(Disk)</w:t>
                      </w:r>
                    </w:p>
                  </w:txbxContent>
                </v:textbox>
                <w10:wrap type="square"/>
              </v:shape>
            </w:pict>
          </mc:Fallback>
        </mc:AlternateContent>
      </w:r>
      <w:r>
        <w:rPr>
          <w:noProof/>
        </w:rPr>
        <mc:AlternateContent>
          <mc:Choice Requires="wps">
            <w:drawing>
              <wp:anchor distT="0" distB="0" distL="114300" distR="114300" simplePos="0" relativeHeight="251698176" behindDoc="0" locked="0" layoutInCell="1" allowOverlap="1" wp14:anchorId="14FEF976" wp14:editId="14B4D16D">
                <wp:simplePos x="0" y="0"/>
                <wp:positionH relativeFrom="column">
                  <wp:posOffset>1943100</wp:posOffset>
                </wp:positionH>
                <wp:positionV relativeFrom="paragraph">
                  <wp:posOffset>2628900</wp:posOffset>
                </wp:positionV>
                <wp:extent cx="1485900" cy="342900"/>
                <wp:effectExtent l="0" t="0" r="12700" b="12700"/>
                <wp:wrapSquare wrapText="bothSides"/>
                <wp:docPr id="46" name="Text Box 46"/>
                <wp:cNvGraphicFramePr/>
                <a:graphic xmlns:a="http://schemas.openxmlformats.org/drawingml/2006/main">
                  <a:graphicData uri="http://schemas.microsoft.com/office/word/2010/wordprocessingShape">
                    <wps:wsp>
                      <wps:cNvSpPr txBox="1"/>
                      <wps:spPr>
                        <a:xfrm>
                          <a:off x="0" y="0"/>
                          <a:ext cx="1485900" cy="34290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9A7D91F" w14:textId="77777777" w:rsidR="000E5775" w:rsidRDefault="000E5775">
                            <w:r>
                              <w:t>H5DOwrite_chunk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46" o:spid="_x0000_s1032" type="#_x0000_t202" style="position:absolute;margin-left:153pt;margin-top:207pt;width:117pt;height:27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" fillcolor="white [3212]" stroked="f">
                <v:textbox>
                  <w:txbxContent>
                    <w:p w14:paraId="19A7D91F" w14:textId="77777777" w:rsidR="00E91AD6" w:rsidRDefault="00E91AD6">
                      <w:r>
                        <w:t>H5DOwrite_chunk</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77D306DB" wp14:editId="75BAEB9A">
                <wp:simplePos x="0" y="0"/>
                <wp:positionH relativeFrom="column">
                  <wp:posOffset>-114300</wp:posOffset>
                </wp:positionH>
                <wp:positionV relativeFrom="paragraph">
                  <wp:posOffset>-114300</wp:posOffset>
                </wp:positionV>
                <wp:extent cx="5486400" cy="4457700"/>
                <wp:effectExtent l="0" t="0" r="25400" b="38100"/>
                <wp:wrapThrough wrapText="bothSides">
                  <wp:wrapPolygon edited="0">
                    <wp:start x="2000" y="0"/>
                    <wp:lineTo x="1100" y="492"/>
                    <wp:lineTo x="100" y="1600"/>
                    <wp:lineTo x="0" y="2585"/>
                    <wp:lineTo x="0" y="19077"/>
                    <wp:lineTo x="100" y="20062"/>
                    <wp:lineTo x="1600" y="21662"/>
                    <wp:lineTo x="2000" y="21662"/>
                    <wp:lineTo x="19600" y="21662"/>
                    <wp:lineTo x="20000" y="21662"/>
                    <wp:lineTo x="21500" y="20062"/>
                    <wp:lineTo x="21600" y="19077"/>
                    <wp:lineTo x="21600" y="2585"/>
                    <wp:lineTo x="21500" y="1600"/>
                    <wp:lineTo x="20500" y="492"/>
                    <wp:lineTo x="19600" y="0"/>
                    <wp:lineTo x="2000" y="0"/>
                  </wp:wrapPolygon>
                </wp:wrapThrough>
                <wp:docPr id="27" name="Rounded Rectangle 27"/>
                <wp:cNvGraphicFramePr/>
                <a:graphic xmlns:a="http://schemas.openxmlformats.org/drawingml/2006/main">
                  <a:graphicData uri="http://schemas.microsoft.com/office/word/2010/wordprocessingShape">
                    <wps:wsp>
                      <wps:cNvSpPr/>
                      <wps:spPr>
                        <a:xfrm>
                          <a:off x="0" y="0"/>
                          <a:ext cx="5486400" cy="4457700"/>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7" o:spid="_x0000_s1026" style="position:absolute;margin-left:-8.95pt;margin-top:-8.95pt;width:6in;height:3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" filled="f" strokecolor="black [3213]">
                <w10:wrap type="through"/>
              </v:roundrect>
            </w:pict>
          </mc:Fallback>
        </mc:AlternateContent>
      </w:r>
      <w:r>
        <w:rPr>
          <w:noProof/>
        </w:rPr>
        <mc:AlternateContent>
          <mc:Choice Requires="wps">
            <w:drawing>
              <wp:anchor distT="0" distB="0" distL="114300" distR="114300" simplePos="0" relativeHeight="251686912" behindDoc="0" locked="0" layoutInCell="1" allowOverlap="1" wp14:anchorId="1EED7074" wp14:editId="15FFCF36">
                <wp:simplePos x="0" y="0"/>
                <wp:positionH relativeFrom="column">
                  <wp:posOffset>3257550</wp:posOffset>
                </wp:positionH>
                <wp:positionV relativeFrom="paragraph">
                  <wp:posOffset>3028950</wp:posOffset>
                </wp:positionV>
                <wp:extent cx="457200" cy="1714500"/>
                <wp:effectExtent l="6350" t="0" r="31750" b="31750"/>
                <wp:wrapThrough wrapText="bothSides">
                  <wp:wrapPolygon edited="0">
                    <wp:start x="300" y="21680"/>
                    <wp:lineTo x="21900" y="21680"/>
                    <wp:lineTo x="21900" y="-80"/>
                    <wp:lineTo x="300" y="-80"/>
                    <wp:lineTo x="300" y="21680"/>
                  </wp:wrapPolygon>
                </wp:wrapThrough>
                <wp:docPr id="13" name="Can 13"/>
                <wp:cNvGraphicFramePr/>
                <a:graphic xmlns:a="http://schemas.openxmlformats.org/drawingml/2006/main">
                  <a:graphicData uri="http://schemas.microsoft.com/office/word/2010/wordprocessingShape">
                    <wps:wsp>
                      <wps:cNvSpPr/>
                      <wps:spPr>
                        <a:xfrm rot="5400000">
                          <a:off x="0" y="0"/>
                          <a:ext cx="457200" cy="1714500"/>
                        </a:xfrm>
                        <a:prstGeom prst="can">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E2D932B" w14:textId="77777777" w:rsidR="000E5775" w:rsidRPr="004C05D6" w:rsidRDefault="000E5775" w:rsidP="002D6DEE">
                            <w:pPr>
                              <w:jc w:val="center"/>
                              <w:rPr>
                                <w:color w:val="000000" w:themeColor="text1"/>
                              </w:rPr>
                            </w:pPr>
                            <w:r>
                              <w:rPr>
                                <w:color w:val="000000" w:themeColor="text1"/>
                              </w:rPr>
                              <w:t>Filter pipeline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3" o:spid="_x0000_s1033" type="#_x0000_t22" style="position:absolute;margin-left:256.5pt;margin-top:238.5pt;width:36pt;height:135pt;rotation:9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" adj="1440" filled="f" strokecolor="black [3213]">
                <v:textbox style="layout-flow:vertical;mso-layout-flow-alt:bottom-to-top">
                  <w:txbxContent>
                    <w:p w14:paraId="7E2D932B" w14:textId="77777777" w:rsidR="00E91AD6" w:rsidRPr="004C05D6" w:rsidRDefault="00E91AD6" w:rsidP="002D6DEE">
                      <w:pPr>
                        <w:jc w:val="center"/>
                        <w:rPr>
                          <w:color w:val="000000" w:themeColor="text1"/>
                        </w:rPr>
                      </w:pPr>
                      <w:r>
                        <w:rPr>
                          <w:color w:val="000000" w:themeColor="text1"/>
                        </w:rPr>
                        <w:t>Filter pipeline</w:t>
                      </w:r>
                    </w:p>
                  </w:txbxContent>
                </v:textbox>
                <w10:wrap type="through"/>
              </v:shape>
            </w:pict>
          </mc:Fallback>
        </mc:AlternateContent>
      </w:r>
      <w:r>
        <w:rPr>
          <w:noProof/>
        </w:rPr>
        <mc:AlternateContent>
          <mc:Choice Requires="wps">
            <w:drawing>
              <wp:anchor distT="0" distB="0" distL="114300" distR="114300" simplePos="0" relativeHeight="251662336" behindDoc="0" locked="0" layoutInCell="1" allowOverlap="1" wp14:anchorId="11BCFF85" wp14:editId="1AA34DF0">
                <wp:simplePos x="0" y="0"/>
                <wp:positionH relativeFrom="column">
                  <wp:posOffset>3657600</wp:posOffset>
                </wp:positionH>
                <wp:positionV relativeFrom="paragraph">
                  <wp:posOffset>2400300</wp:posOffset>
                </wp:positionV>
                <wp:extent cx="1371600" cy="914400"/>
                <wp:effectExtent l="0" t="0" r="25400" b="25400"/>
                <wp:wrapThrough wrapText="bothSides">
                  <wp:wrapPolygon edited="0">
                    <wp:start x="400" y="0"/>
                    <wp:lineTo x="0" y="1800"/>
                    <wp:lineTo x="0" y="20400"/>
                    <wp:lineTo x="400" y="21600"/>
                    <wp:lineTo x="21200" y="21600"/>
                    <wp:lineTo x="21600" y="20400"/>
                    <wp:lineTo x="21600" y="1800"/>
                    <wp:lineTo x="21200" y="0"/>
                    <wp:lineTo x="400" y="0"/>
                  </wp:wrapPolygon>
                </wp:wrapThrough>
                <wp:docPr id="7" name="Alternate Process 7"/>
                <wp:cNvGraphicFramePr/>
                <a:graphic xmlns:a="http://schemas.openxmlformats.org/drawingml/2006/main">
                  <a:graphicData uri="http://schemas.microsoft.com/office/word/2010/wordprocessingShape">
                    <wps:wsp>
                      <wps:cNvSpPr/>
                      <wps:spPr>
                        <a:xfrm>
                          <a:off x="0" y="0"/>
                          <a:ext cx="1371600" cy="914400"/>
                        </a:xfrm>
                        <a:prstGeom prst="flowChartAlternateProcess">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823EA78" w14:textId="77777777" w:rsidR="000E5775" w:rsidRPr="00FE2135" w:rsidRDefault="000E5775" w:rsidP="002D6DEE">
                            <w:pPr>
                              <w:jc w:val="center"/>
                              <w:rPr>
                                <w:color w:val="000000" w:themeColor="text1"/>
                              </w:rPr>
                            </w:pPr>
                            <w:r>
                              <w:rPr>
                                <w:color w:val="000000" w:themeColor="text1"/>
                              </w:rPr>
                              <w:t>Chunk cache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e Process 7" o:spid="_x0000_s1034" type="#_x0000_t176" style="position:absolute;margin-left:4in;margin-top:189pt;width:108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" filled="f" strokecolor="black [3213]">
                <v:textbox>
                  <w:txbxContent>
                    <w:p w14:paraId="3823EA78" w14:textId="77777777" w:rsidR="00E91AD6" w:rsidRPr="00FE2135" w:rsidRDefault="00E91AD6" w:rsidP="002D6DEE">
                      <w:pPr>
                        <w:jc w:val="center"/>
                        <w:rPr>
                          <w:color w:val="000000" w:themeColor="text1"/>
                        </w:rPr>
                      </w:pPr>
                      <w:r>
                        <w:rPr>
                          <w:color w:val="000000" w:themeColor="text1"/>
                        </w:rPr>
                        <w:t>Chunk cache</w:t>
                      </w:r>
                    </w:p>
                  </w:txbxContent>
                </v:textbox>
                <w10:wrap type="through"/>
              </v:shape>
            </w:pict>
          </mc:Fallback>
        </mc:AlternateContent>
      </w:r>
      <w:r>
        <w:rPr>
          <w:noProof/>
        </w:rPr>
        <mc:AlternateContent>
          <mc:Choice Requires="wps">
            <w:drawing>
              <wp:anchor distT="0" distB="0" distL="114300" distR="114300" simplePos="0" relativeHeight="251661312" behindDoc="0" locked="0" layoutInCell="1" allowOverlap="1" wp14:anchorId="05F1A1A5" wp14:editId="21D2E5EC">
                <wp:simplePos x="0" y="0"/>
                <wp:positionH relativeFrom="column">
                  <wp:posOffset>2628900</wp:posOffset>
                </wp:positionH>
                <wp:positionV relativeFrom="paragraph">
                  <wp:posOffset>571500</wp:posOffset>
                </wp:positionV>
                <wp:extent cx="1257300" cy="457200"/>
                <wp:effectExtent l="0" t="0" r="38100" b="25400"/>
                <wp:wrapThrough wrapText="bothSides">
                  <wp:wrapPolygon edited="0">
                    <wp:start x="0" y="0"/>
                    <wp:lineTo x="0" y="21600"/>
                    <wp:lineTo x="18764" y="21600"/>
                    <wp:lineTo x="21818" y="13200"/>
                    <wp:lineTo x="21818" y="8400"/>
                    <wp:lineTo x="18764" y="0"/>
                    <wp:lineTo x="0" y="0"/>
                  </wp:wrapPolygon>
                </wp:wrapThrough>
                <wp:docPr id="6" name="Right Arrow Callout 6"/>
                <wp:cNvGraphicFramePr/>
                <a:graphic xmlns:a="http://schemas.openxmlformats.org/drawingml/2006/main">
                  <a:graphicData uri="http://schemas.microsoft.com/office/word/2010/wordprocessingShape">
                    <wps:wsp>
                      <wps:cNvSpPr/>
                      <wps:spPr>
                        <a:xfrm>
                          <a:off x="0" y="0"/>
                          <a:ext cx="1257300" cy="457200"/>
                        </a:xfrm>
                        <a:prstGeom prst="rightArrowCallout">
                          <a:avLst>
                            <a:gd name="adj1" fmla="val 61112"/>
                            <a:gd name="adj2" fmla="val 50000"/>
                            <a:gd name="adj3" fmla="val 56481"/>
                            <a:gd name="adj4" fmla="val 70533"/>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63FB65E" w14:textId="77777777" w:rsidR="000E5775" w:rsidRPr="00FE2135" w:rsidRDefault="000E5775" w:rsidP="002D6DEE">
                            <w:pPr>
                              <w:rPr>
                                <w:color w:val="000000" w:themeColor="text1"/>
                                <w14:textOutline w14:w="9525" w14:cap="rnd" w14:cmpd="sng" w14:algn="ctr">
                                  <w14:noFill/>
                                  <w14:prstDash w14:val="solid"/>
                                  <w14:bevel/>
                                </w14:textOutline>
                              </w:rPr>
                            </w:pPr>
                            <w:r w:rsidRPr="00FE2135">
                              <w:rPr>
                                <w:color w:val="000000" w:themeColor="text1"/>
                                <w14:textOutline w14:w="9525" w14:cap="rnd" w14:cmpd="sng" w14:algn="ctr">
                                  <w14:noFill/>
                                  <w14:prstDash w14:val="solid"/>
                                  <w14:bevel/>
                                </w14:textOutline>
                              </w:rPr>
                              <w:t>Data gathering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78" coordsize="21600,21600" o:spt="78" adj="14400,5400,18000,8100" path="m0,0l0,21600@0,21600@0@5@2@5@2@4,21600,10800@2@1@2@3@0@3@0,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6" o:spid="_x0000_s1035" type="#_x0000_t78" style="position:absolute;margin-left:207pt;margin-top:45pt;width:9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" adj="15235,0,17164,4200" filled="f" strokecolor="black [3213]">
                <v:textbox>
                  <w:txbxContent>
                    <w:p w14:paraId="363FB65E" w14:textId="77777777" w:rsidR="00E91AD6" w:rsidRPr="00FE2135" w:rsidRDefault="00E91AD6" w:rsidP="002D6DEE">
                      <w:pPr>
                        <w:rPr>
                          <w:color w:val="000000" w:themeColor="text1"/>
                          <w14:textOutline w14:w="9525" w14:cap="rnd" w14:cmpd="sng" w14:algn="ctr">
                            <w14:noFill/>
                            <w14:prstDash w14:val="solid"/>
                            <w14:bevel/>
                          </w14:textOutline>
                        </w:rPr>
                      </w:pPr>
                      <w:r w:rsidRPr="00FE2135">
                        <w:rPr>
                          <w:color w:val="000000" w:themeColor="text1"/>
                          <w14:textOutline w14:w="9525" w14:cap="rnd" w14:cmpd="sng" w14:algn="ctr">
                            <w14:noFill/>
                            <w14:prstDash w14:val="solid"/>
                            <w14:bevel/>
                          </w14:textOutline>
                        </w:rPr>
                        <w:t>Data gathering</w:t>
                      </w:r>
                    </w:p>
                  </w:txbxContent>
                </v:textbox>
                <w10:wrap type="through"/>
              </v:shape>
            </w:pict>
          </mc:Fallback>
        </mc:AlternateContent>
      </w:r>
      <w:r>
        <w:rPr>
          <w:noProof/>
        </w:rPr>
        <mc:AlternateContent>
          <mc:Choice Requires="wps">
            <w:drawing>
              <wp:anchor distT="0" distB="0" distL="114300" distR="114300" simplePos="0" relativeHeight="251688960" behindDoc="0" locked="0" layoutInCell="1" allowOverlap="1" wp14:anchorId="32CB644E" wp14:editId="3FD3C872">
                <wp:simplePos x="0" y="0"/>
                <wp:positionH relativeFrom="column">
                  <wp:posOffset>3886200</wp:posOffset>
                </wp:positionH>
                <wp:positionV relativeFrom="paragraph">
                  <wp:posOffset>1485900</wp:posOffset>
                </wp:positionV>
                <wp:extent cx="914400" cy="914400"/>
                <wp:effectExtent l="0" t="0" r="25400" b="25400"/>
                <wp:wrapThrough wrapText="bothSides">
                  <wp:wrapPolygon edited="0">
                    <wp:start x="0" y="0"/>
                    <wp:lineTo x="0" y="15000"/>
                    <wp:lineTo x="6600" y="19200"/>
                    <wp:lineTo x="9000" y="21600"/>
                    <wp:lineTo x="12600" y="21600"/>
                    <wp:lineTo x="15000" y="19200"/>
                    <wp:lineTo x="21600" y="15000"/>
                    <wp:lineTo x="21600" y="0"/>
                    <wp:lineTo x="0" y="0"/>
                  </wp:wrapPolygon>
                </wp:wrapThrough>
                <wp:docPr id="21" name="Down Arrow Callout 21"/>
                <wp:cNvGraphicFramePr/>
                <a:graphic xmlns:a="http://schemas.openxmlformats.org/drawingml/2006/main">
                  <a:graphicData uri="http://schemas.microsoft.com/office/word/2010/wordprocessingShape">
                    <wps:wsp>
                      <wps:cNvSpPr/>
                      <wps:spPr>
                        <a:xfrm>
                          <a:off x="0" y="0"/>
                          <a:ext cx="914400" cy="914400"/>
                        </a:xfrm>
                        <a:prstGeom prst="downArrowCallou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5F7D4D35" w14:textId="77777777" w:rsidR="000E5775" w:rsidRDefault="000E5775" w:rsidP="002D6DEE">
                            <w:pPr>
                              <w:jc w:val="center"/>
                              <w:rPr>
                                <w:color w:val="000000" w:themeColor="text1"/>
                              </w:rPr>
                            </w:pPr>
                            <w:r>
                              <w:rPr>
                                <w:color w:val="000000" w:themeColor="text1"/>
                              </w:rPr>
                              <w:t xml:space="preserve">Data </w:t>
                            </w:r>
                          </w:p>
                          <w:p w14:paraId="6507E549" w14:textId="77777777" w:rsidR="000E5775" w:rsidRPr="003351B4" w:rsidRDefault="000E5775" w:rsidP="002D6DEE">
                            <w:pPr>
                              <w:jc w:val="center"/>
                              <w:rPr>
                                <w:color w:val="000000" w:themeColor="text1"/>
                              </w:rPr>
                            </w:pPr>
                            <w:r>
                              <w:rPr>
                                <w:color w:val="000000" w:themeColor="text1"/>
                              </w:rPr>
                              <w:t>Scattering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Down Arrow Callout 21" o:spid="_x0000_s1036" type="#_x0000_t80" style="position:absolute;margin-left:306pt;margin-top:117pt;width:1in;height:1in;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" adj="14035,,16200" filled="f" strokecolor="black [3213]">
                <v:textbox>
                  <w:txbxContent>
                    <w:p w14:paraId="5F7D4D35" w14:textId="77777777" w:rsidR="00E91AD6" w:rsidRDefault="00E91AD6" w:rsidP="002D6DEE">
                      <w:pPr>
                        <w:jc w:val="center"/>
                        <w:rPr>
                          <w:color w:val="000000" w:themeColor="text1"/>
                        </w:rPr>
                      </w:pPr>
                      <w:r>
                        <w:rPr>
                          <w:color w:val="000000" w:themeColor="text1"/>
                        </w:rPr>
                        <w:t xml:space="preserve">Data </w:t>
                      </w:r>
                    </w:p>
                    <w:p w14:paraId="6507E549" w14:textId="77777777" w:rsidR="00E91AD6" w:rsidRPr="003351B4" w:rsidRDefault="00E91AD6" w:rsidP="002D6DEE">
                      <w:pPr>
                        <w:jc w:val="center"/>
                        <w:rPr>
                          <w:color w:val="000000" w:themeColor="text1"/>
                        </w:rPr>
                      </w:pPr>
                      <w:r>
                        <w:rPr>
                          <w:color w:val="000000" w:themeColor="text1"/>
                        </w:rPr>
                        <w:t>Scattering</w:t>
                      </w:r>
                    </w:p>
                  </w:txbxContent>
                </v:textbox>
                <w10:wrap type="through"/>
              </v:shape>
            </w:pict>
          </mc:Fallback>
        </mc:AlternateContent>
      </w:r>
      <w:r>
        <w:rPr>
          <w:noProof/>
        </w:rPr>
        <mc:AlternateContent>
          <mc:Choice Requires="wps">
            <w:drawing>
              <wp:anchor distT="0" distB="0" distL="114300" distR="114300" simplePos="0" relativeHeight="251664384" behindDoc="0" locked="0" layoutInCell="1" allowOverlap="1" wp14:anchorId="3ABD9B86" wp14:editId="170442EB">
                <wp:simplePos x="0" y="0"/>
                <wp:positionH relativeFrom="column">
                  <wp:posOffset>3886200</wp:posOffset>
                </wp:positionH>
                <wp:positionV relativeFrom="paragraph">
                  <wp:posOffset>342900</wp:posOffset>
                </wp:positionV>
                <wp:extent cx="914400" cy="1028700"/>
                <wp:effectExtent l="0" t="0" r="25400" b="38100"/>
                <wp:wrapThrough wrapText="bothSides">
                  <wp:wrapPolygon edited="0">
                    <wp:start x="0" y="0"/>
                    <wp:lineTo x="0" y="21867"/>
                    <wp:lineTo x="2400" y="21867"/>
                    <wp:lineTo x="9000" y="21867"/>
                    <wp:lineTo x="21600" y="18133"/>
                    <wp:lineTo x="21600" y="0"/>
                    <wp:lineTo x="0" y="0"/>
                  </wp:wrapPolygon>
                </wp:wrapThrough>
                <wp:docPr id="19" name="Document 19"/>
                <wp:cNvGraphicFramePr/>
                <a:graphic xmlns:a="http://schemas.openxmlformats.org/drawingml/2006/main">
                  <a:graphicData uri="http://schemas.microsoft.com/office/word/2010/wordprocessingShape">
                    <wps:wsp>
                      <wps:cNvSpPr/>
                      <wps:spPr>
                        <a:xfrm>
                          <a:off x="0" y="0"/>
                          <a:ext cx="914400" cy="1028700"/>
                        </a:xfrm>
                        <a:prstGeom prst="flowChartDocument">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E747947" w14:textId="77777777" w:rsidR="000E5775" w:rsidRPr="00FE2135" w:rsidRDefault="000E5775" w:rsidP="002D6DEE">
                            <w:pPr>
                              <w:jc w:val="center"/>
                              <w:rPr>
                                <w:color w:val="000000" w:themeColor="text1"/>
                                <w14:textOutline w14:w="9525" w14:cap="rnd" w14:cmpd="sng" w14:algn="ctr">
                                  <w14:solidFill>
                                    <w14:schemeClr w14:val="tx1"/>
                                  </w14:solidFill>
                                  <w14:prstDash w14:val="solid"/>
                                  <w14:bevel/>
                                </w14:textOutline>
                              </w:rPr>
                            </w:pPr>
                            <w:r w:rsidRPr="00FE2135">
                              <w:rPr>
                                <w:color w:val="000000" w:themeColor="text1"/>
                                <w14:textOutline w14:w="9525" w14:cap="rnd" w14:cmpd="sng" w14:algn="ctr">
                                  <w14:noFill/>
                                  <w14:prstDash w14:val="solid"/>
                                  <w14:bevel/>
                                </w14:textOutline>
                              </w:rPr>
                              <w:t>Data</w:t>
                            </w:r>
                            <w:r>
                              <w:rPr>
                                <w:color w:val="000000" w:themeColor="text1"/>
                                <w14:textOutline w14:w="9525" w14:cap="rnd" w14:cmpd="sng" w14:algn="ctr">
                                  <w14:solidFill>
                                    <w14:schemeClr w14:val="tx1"/>
                                  </w14:solidFill>
                                  <w14:prstDash w14:val="solid"/>
                                  <w14:bevel/>
                                </w14:textOutline>
                              </w:rPr>
                              <w:t xml:space="preserve"> </w:t>
                            </w:r>
                            <w:r w:rsidRPr="00FE2135">
                              <w:rPr>
                                <w:color w:val="000000" w:themeColor="text1"/>
                                <w14:textOutline w14:w="9525" w14:cap="rnd" w14:cmpd="sng" w14:algn="ctr">
                                  <w14:noFill/>
                                  <w14:prstDash w14:val="solid"/>
                                  <w14:bevel/>
                                </w14:textOutline>
                              </w:rPr>
                              <w:t>conversion</w:t>
                            </w:r>
                            <w:r>
                              <w:rPr>
                                <w:color w:val="000000" w:themeColor="text1"/>
                                <w14:textOutline w14:w="9525" w14:cap="rnd" w14:cmpd="sng" w14:algn="ctr">
                                  <w14:solidFill>
                                    <w14:schemeClr w14:val="tx1"/>
                                  </w14:solidFill>
                                  <w14:prstDash w14:val="solid"/>
                                  <w14:bevel/>
                                </w14:textOutline>
                              </w:rPr>
                              <w:t xml:space="preserve"> </w:t>
                            </w:r>
                            <w:r w:rsidRPr="00FE2135">
                              <w:rPr>
                                <w:color w:val="000000" w:themeColor="text1"/>
                                <w14:textOutline w14:w="9525" w14:cap="rnd" w14:cmpd="sng" w14:algn="ctr">
                                  <w14:noFill/>
                                  <w14:prstDash w14:val="solid"/>
                                  <w14:bevel/>
                                </w14:textOutline>
                              </w:rPr>
                              <w:t>buffer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Document 19" o:spid="_x0000_s1037" type="#_x0000_t114" style="position:absolute;margin-left:306pt;margin-top:27pt;width:1in;height:8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" fillcolor="white [3212]" strokecolor="black [3213]">
                <v:textbox>
                  <w:txbxContent>
                    <w:p w14:paraId="7E747947" w14:textId="77777777" w:rsidR="00E91AD6" w:rsidRPr="00FE2135" w:rsidRDefault="00E91AD6" w:rsidP="002D6DEE">
                      <w:pPr>
                        <w:jc w:val="center"/>
                        <w:rPr>
                          <w:color w:val="000000" w:themeColor="text1"/>
                          <w14:textOutline w14:w="9525" w14:cap="rnd" w14:cmpd="sng" w14:algn="ctr">
                            <w14:solidFill>
                              <w14:schemeClr w14:val="tx1"/>
                            </w14:solidFill>
                            <w14:prstDash w14:val="solid"/>
                            <w14:bevel/>
                          </w14:textOutline>
                        </w:rPr>
                      </w:pPr>
                      <w:r w:rsidRPr="00FE2135">
                        <w:rPr>
                          <w:color w:val="000000" w:themeColor="text1"/>
                          <w14:textOutline w14:w="9525" w14:cap="rnd" w14:cmpd="sng" w14:algn="ctr">
                            <w14:noFill/>
                            <w14:prstDash w14:val="solid"/>
                            <w14:bevel/>
                          </w14:textOutline>
                        </w:rPr>
                        <w:t>Data</w:t>
                      </w:r>
                      <w:r>
                        <w:rPr>
                          <w:color w:val="000000" w:themeColor="text1"/>
                          <w14:textOutline w14:w="9525" w14:cap="rnd" w14:cmpd="sng" w14:algn="ctr">
                            <w14:solidFill>
                              <w14:schemeClr w14:val="tx1"/>
                            </w14:solidFill>
                            <w14:prstDash w14:val="solid"/>
                            <w14:bevel/>
                          </w14:textOutline>
                        </w:rPr>
                        <w:t xml:space="preserve"> </w:t>
                      </w:r>
                      <w:r w:rsidRPr="00FE2135">
                        <w:rPr>
                          <w:color w:val="000000" w:themeColor="text1"/>
                          <w14:textOutline w14:w="9525" w14:cap="rnd" w14:cmpd="sng" w14:algn="ctr">
                            <w14:noFill/>
                            <w14:prstDash w14:val="solid"/>
                            <w14:bevel/>
                          </w14:textOutline>
                        </w:rPr>
                        <w:t>conversion</w:t>
                      </w:r>
                      <w:r>
                        <w:rPr>
                          <w:color w:val="000000" w:themeColor="text1"/>
                          <w14:textOutline w14:w="9525" w14:cap="rnd" w14:cmpd="sng" w14:algn="ctr">
                            <w14:solidFill>
                              <w14:schemeClr w14:val="tx1"/>
                            </w14:solidFill>
                            <w14:prstDash w14:val="solid"/>
                            <w14:bevel/>
                          </w14:textOutline>
                        </w:rPr>
                        <w:t xml:space="preserve"> </w:t>
                      </w:r>
                      <w:r w:rsidRPr="00FE2135">
                        <w:rPr>
                          <w:color w:val="000000" w:themeColor="text1"/>
                          <w14:textOutline w14:w="9525" w14:cap="rnd" w14:cmpd="sng" w14:algn="ctr">
                            <w14:noFill/>
                            <w14:prstDash w14:val="solid"/>
                            <w14:bevel/>
                          </w14:textOutline>
                        </w:rPr>
                        <w:t>buffer</w:t>
                      </w:r>
                    </w:p>
                  </w:txbxContent>
                </v:textbox>
                <w10:wrap type="through"/>
              </v:shape>
            </w:pict>
          </mc:Fallback>
        </mc:AlternateContent>
      </w:r>
      <w:r>
        <w:rPr>
          <w:noProof/>
        </w:rPr>
        <mc:AlternateContent>
          <mc:Choice Requires="wps">
            <w:drawing>
              <wp:anchor distT="0" distB="0" distL="114300" distR="114300" simplePos="0" relativeHeight="251699200" behindDoc="0" locked="0" layoutInCell="1" allowOverlap="1" wp14:anchorId="1987DFAE" wp14:editId="0C9CD36E">
                <wp:simplePos x="0" y="0"/>
                <wp:positionH relativeFrom="column">
                  <wp:posOffset>1485900</wp:posOffset>
                </wp:positionH>
                <wp:positionV relativeFrom="paragraph">
                  <wp:posOffset>1943100</wp:posOffset>
                </wp:positionV>
                <wp:extent cx="228600" cy="342900"/>
                <wp:effectExtent l="0" t="0" r="25400" b="38100"/>
                <wp:wrapThrough wrapText="bothSides">
                  <wp:wrapPolygon edited="0">
                    <wp:start x="0" y="0"/>
                    <wp:lineTo x="0" y="22400"/>
                    <wp:lineTo x="21600" y="22400"/>
                    <wp:lineTo x="21600" y="0"/>
                    <wp:lineTo x="0" y="0"/>
                  </wp:wrapPolygon>
                </wp:wrapThrough>
                <wp:docPr id="52" name="Rectangle 52"/>
                <wp:cNvGraphicFramePr/>
                <a:graphic xmlns:a="http://schemas.openxmlformats.org/drawingml/2006/main">
                  <a:graphicData uri="http://schemas.microsoft.com/office/word/2010/wordprocessingShape">
                    <wps:wsp>
                      <wps:cNvSpPr/>
                      <wps:spPr>
                        <a:xfrm>
                          <a:off x="0" y="0"/>
                          <a:ext cx="228600" cy="342900"/>
                        </a:xfrm>
                        <a:prstGeom prst="rect">
                          <a:avLst/>
                        </a:prstGeom>
                        <a:solidFill>
                          <a:schemeClr val="bg1"/>
                        </a:solidFill>
                        <a:ln w="9525">
                          <a:solidFill>
                            <a:schemeClr val="tx1"/>
                          </a:solidFill>
                          <a:prstDash val="solid"/>
                        </a:ln>
                        <a:effectLst/>
                      </wps:spPr>
                      <wps:style>
                        <a:lnRef idx="1">
                          <a:schemeClr val="accent1"/>
                        </a:lnRef>
                        <a:fillRef idx="3">
                          <a:schemeClr val="accent1"/>
                        </a:fillRef>
                        <a:effectRef idx="2">
                          <a:schemeClr val="accent1"/>
                        </a:effectRef>
                        <a:fontRef idx="minor">
                          <a:schemeClr val="lt1"/>
                        </a:fontRef>
                      </wps:style>
                      <wps:txbx>
                        <w:txbxContent>
                          <w:p w14:paraId="02E5BED6" w14:textId="77777777" w:rsidR="000E5775" w:rsidRPr="000134D5" w:rsidRDefault="000E5775" w:rsidP="000134D5">
                            <w:pPr>
                              <w:jc w:val="center"/>
                              <w:rPr>
                                <w:color w:val="000000" w:themeColor="text1"/>
                              </w:rPr>
                            </w:pPr>
                            <w:r>
                              <w:rPr>
                                <w:color w:val="000000" w:themeColor="text1"/>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rect id="Rectangle 52" o:spid="_x0000_s1038" style="position:absolute;margin-left:117pt;margin-top:153pt;width:18pt;height:27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" fillcolor="white [3212]" strokecolor="black [3213]">
                <v:textbox>
                  <w:txbxContent>
                    <w:p w14:paraId="02E5BED6" w14:textId="77777777" w:rsidR="00E91AD6" w:rsidRPr="000134D5" w:rsidRDefault="00E91AD6" w:rsidP="000134D5">
                      <w:pPr>
                        <w:jc w:val="center"/>
                        <w:rPr>
                          <w:color w:val="000000" w:themeColor="text1"/>
                        </w:rPr>
                      </w:pPr>
                      <w:r>
                        <w:rPr>
                          <w:color w:val="000000" w:themeColor="text1"/>
                        </w:rPr>
                        <w:t>B</w:t>
                      </w:r>
                    </w:p>
                  </w:txbxContent>
                </v:textbox>
                <w10:wrap type="through"/>
              </v:rect>
            </w:pict>
          </mc:Fallback>
        </mc:AlternateContent>
      </w:r>
      <w:r>
        <w:rPr>
          <w:noProof/>
        </w:rPr>
        <mc:AlternateContent>
          <mc:Choice Requires="wps">
            <w:drawing>
              <wp:anchor distT="0" distB="0" distL="114300" distR="114300" simplePos="0" relativeHeight="251674624" behindDoc="0" locked="0" layoutInCell="1" allowOverlap="1" wp14:anchorId="7767E5CB" wp14:editId="67E79DD8">
                <wp:simplePos x="0" y="0"/>
                <wp:positionH relativeFrom="column">
                  <wp:posOffset>0</wp:posOffset>
                </wp:positionH>
                <wp:positionV relativeFrom="paragraph">
                  <wp:posOffset>228600</wp:posOffset>
                </wp:positionV>
                <wp:extent cx="1257300" cy="342900"/>
                <wp:effectExtent l="0" t="0" r="0" b="12700"/>
                <wp:wrapSquare wrapText="bothSides"/>
                <wp:docPr id="53" name="Text Box 53"/>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8F9CE8" w14:textId="77777777" w:rsidR="000E5775" w:rsidRDefault="000E5775">
                            <w:r>
                              <w:t>Raw data chunk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53" o:spid="_x0000_s1039" type="#_x0000_t202" style="position:absolute;margin-left:0;margin-top:18pt;width:99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" filled="f" stroked="f">
                <v:textbox>
                  <w:txbxContent>
                    <w:p w14:paraId="448F9CE8" w14:textId="77777777" w:rsidR="00E91AD6" w:rsidRDefault="00E91AD6">
                      <w:r>
                        <w:t>Raw data chunk</w:t>
                      </w:r>
                    </w:p>
                  </w:txbxContent>
                </v:textbox>
                <w10:wrap type="square"/>
              </v:shape>
            </w:pict>
          </mc:Fallback>
        </mc:AlternateContent>
      </w:r>
      <w:r>
        <w:rPr>
          <w:noProof/>
        </w:rPr>
        <mc:AlternateContent>
          <mc:Choice Requires="wps">
            <w:drawing>
              <wp:anchor distT="0" distB="0" distL="114300" distR="114300" simplePos="0" relativeHeight="251675648" behindDoc="0" locked="0" layoutInCell="1" allowOverlap="1" wp14:anchorId="3B9F6679" wp14:editId="6D2B0539">
                <wp:simplePos x="0" y="0"/>
                <wp:positionH relativeFrom="column">
                  <wp:posOffset>0</wp:posOffset>
                </wp:positionH>
                <wp:positionV relativeFrom="paragraph">
                  <wp:posOffset>1371600</wp:posOffset>
                </wp:positionV>
                <wp:extent cx="1257300" cy="3429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C8E4F9F" w14:textId="77777777" w:rsidR="000E5775" w:rsidRDefault="000E5775">
                            <w:r>
                              <w:t>Raw data chunk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2" o:spid="_x0000_s1040" type="#_x0000_t202" style="position:absolute;margin-left:0;margin-top:108pt;width:99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" filled="f" stroked="f">
                <v:textbox>
                  <w:txbxContent>
                    <w:p w14:paraId="4C8E4F9F" w14:textId="77777777" w:rsidR="00E91AD6" w:rsidRDefault="00E91AD6">
                      <w:r>
                        <w:t>Raw data chunk</w:t>
                      </w:r>
                    </w:p>
                  </w:txbxContent>
                </v:textbox>
                <w10:wrap type="square"/>
              </v:shape>
            </w:pict>
          </mc:Fallback>
        </mc:AlternateContent>
      </w:r>
      <w:r>
        <w:rPr>
          <w:noProof/>
        </w:rPr>
        <mc:AlternateContent>
          <mc:Choice Requires="wps">
            <w:drawing>
              <wp:anchor distT="0" distB="0" distL="114300" distR="114300" simplePos="0" relativeHeight="251684864" behindDoc="0" locked="0" layoutInCell="1" allowOverlap="1" wp14:anchorId="267450AC" wp14:editId="57479ECA">
                <wp:simplePos x="0" y="0"/>
                <wp:positionH relativeFrom="column">
                  <wp:posOffset>457200</wp:posOffset>
                </wp:positionH>
                <wp:positionV relativeFrom="paragraph">
                  <wp:posOffset>571500</wp:posOffset>
                </wp:positionV>
                <wp:extent cx="342900" cy="342900"/>
                <wp:effectExtent l="0" t="0" r="38100" b="38100"/>
                <wp:wrapThrough wrapText="bothSides">
                  <wp:wrapPolygon edited="0">
                    <wp:start x="0" y="0"/>
                    <wp:lineTo x="0" y="22400"/>
                    <wp:lineTo x="22400" y="22400"/>
                    <wp:lineTo x="22400" y="0"/>
                    <wp:lineTo x="0" y="0"/>
                  </wp:wrapPolygon>
                </wp:wrapThrough>
                <wp:docPr id="17" name="Rectangle 17"/>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solid"/>
                        </a:ln>
                        <a:effectLst/>
                      </wps:spPr>
                      <wps:style>
                        <a:lnRef idx="1">
                          <a:schemeClr val="accent1"/>
                        </a:lnRef>
                        <a:fillRef idx="3">
                          <a:schemeClr val="accent1"/>
                        </a:fillRef>
                        <a:effectRef idx="2">
                          <a:schemeClr val="accent1"/>
                        </a:effectRef>
                        <a:fontRef idx="minor">
                          <a:schemeClr val="lt1"/>
                        </a:fontRef>
                      </wps:style>
                      <wps:txbx>
                        <w:txbxContent>
                          <w:p w14:paraId="07A974CF" w14:textId="77777777" w:rsidR="000E5775" w:rsidRPr="000134D5" w:rsidRDefault="000E5775" w:rsidP="000134D5">
                            <w:pPr>
                              <w:jc w:val="center"/>
                              <w:rPr>
                                <w:color w:val="000000" w:themeColor="text1"/>
                              </w:rPr>
                            </w:pPr>
                            <w:r>
                              <w:rPr>
                                <w:color w:val="000000" w:themeColor="text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id="Rectangle 17" o:spid="_x0000_s1041" style="position:absolute;margin-left:36pt;margin-top:45pt;width:27pt;height:27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" filled="f" strokecolor="black [3213]">
                <v:textbox>
                  <w:txbxContent>
                    <w:p w14:paraId="07A974CF" w14:textId="77777777" w:rsidR="00E91AD6" w:rsidRPr="000134D5" w:rsidRDefault="00E91AD6" w:rsidP="000134D5">
                      <w:pPr>
                        <w:jc w:val="center"/>
                        <w:rPr>
                          <w:color w:val="000000" w:themeColor="text1"/>
                        </w:rPr>
                      </w:pPr>
                      <w:r>
                        <w:rPr>
                          <w:color w:val="000000" w:themeColor="text1"/>
                        </w:rPr>
                        <w:t>A</w:t>
                      </w:r>
                    </w:p>
                  </w:txbxContent>
                </v:textbox>
                <w10:wrap type="through"/>
              </v:rect>
            </w:pict>
          </mc:Fallback>
        </mc:AlternateContent>
      </w:r>
      <w:r>
        <w:rPr>
          <w:noProof/>
        </w:rPr>
        <mc:AlternateContent>
          <mc:Choice Requires="wps">
            <w:drawing>
              <wp:anchor distT="0" distB="0" distL="114300" distR="114300" simplePos="0" relativeHeight="251678720" behindDoc="0" locked="0" layoutInCell="1" allowOverlap="1" wp14:anchorId="71A39015" wp14:editId="2ADB7AA1">
                <wp:simplePos x="0" y="0"/>
                <wp:positionH relativeFrom="column">
                  <wp:posOffset>114300</wp:posOffset>
                </wp:positionH>
                <wp:positionV relativeFrom="paragraph">
                  <wp:posOffset>571500</wp:posOffset>
                </wp:positionV>
                <wp:extent cx="342900" cy="342900"/>
                <wp:effectExtent l="0" t="0" r="38100" b="38100"/>
                <wp:wrapThrough wrapText="bothSides">
                  <wp:wrapPolygon edited="0">
                    <wp:start x="0" y="0"/>
                    <wp:lineTo x="0" y="22400"/>
                    <wp:lineTo x="22400" y="22400"/>
                    <wp:lineTo x="22400" y="0"/>
                    <wp:lineTo x="0" y="0"/>
                  </wp:wrapPolygon>
                </wp:wrapThrough>
                <wp:docPr id="8" name="Rectangle 8"/>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8" o:spid="_x0000_s1026" style="position:absolute;margin-left:9pt;margin-top:45pt;width:27pt;height:2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" filled="f" strokecolor="black [3213]">
                <v:stroke dashstyle="dash"/>
                <w10:wrap type="through"/>
              </v:rect>
            </w:pict>
          </mc:Fallback>
        </mc:AlternateContent>
      </w:r>
      <w:r>
        <w:rPr>
          <w:noProof/>
        </w:rPr>
        <mc:AlternateContent>
          <mc:Choice Requires="wps">
            <w:drawing>
              <wp:anchor distT="0" distB="0" distL="114300" distR="114300" simplePos="0" relativeHeight="251679744" behindDoc="0" locked="0" layoutInCell="1" allowOverlap="1" wp14:anchorId="40FC35D9" wp14:editId="26AAAAFD">
                <wp:simplePos x="0" y="0"/>
                <wp:positionH relativeFrom="column">
                  <wp:posOffset>114300</wp:posOffset>
                </wp:positionH>
                <wp:positionV relativeFrom="paragraph">
                  <wp:posOffset>914400</wp:posOffset>
                </wp:positionV>
                <wp:extent cx="342900" cy="342900"/>
                <wp:effectExtent l="0" t="0" r="38100" b="38100"/>
                <wp:wrapThrough wrapText="bothSides">
                  <wp:wrapPolygon edited="0">
                    <wp:start x="0" y="0"/>
                    <wp:lineTo x="0" y="22400"/>
                    <wp:lineTo x="22400" y="22400"/>
                    <wp:lineTo x="22400" y="0"/>
                    <wp:lineTo x="0" y="0"/>
                  </wp:wrapPolygon>
                </wp:wrapThrough>
                <wp:docPr id="10" name="Rectangle 10"/>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0" o:spid="_x0000_s1026" style="position:absolute;margin-left:9pt;margin-top:1in;width:27pt;height:2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" filled="f" strokecolor="black [3213]">
                <v:stroke dashstyle="dash"/>
                <w10:wrap type="through"/>
              </v:rect>
            </w:pict>
          </mc:Fallback>
        </mc:AlternateContent>
      </w:r>
      <w:r>
        <w:rPr>
          <w:noProof/>
        </w:rPr>
        <mc:AlternateContent>
          <mc:Choice Requires="wps">
            <w:drawing>
              <wp:anchor distT="0" distB="0" distL="114300" distR="114300" simplePos="0" relativeHeight="251680768" behindDoc="0" locked="0" layoutInCell="1" allowOverlap="1" wp14:anchorId="7C6E67A0" wp14:editId="328A5C69">
                <wp:simplePos x="0" y="0"/>
                <wp:positionH relativeFrom="column">
                  <wp:posOffset>457200</wp:posOffset>
                </wp:positionH>
                <wp:positionV relativeFrom="paragraph">
                  <wp:posOffset>914400</wp:posOffset>
                </wp:positionV>
                <wp:extent cx="342900" cy="342900"/>
                <wp:effectExtent l="0" t="0" r="38100" b="38100"/>
                <wp:wrapThrough wrapText="bothSides">
                  <wp:wrapPolygon edited="0">
                    <wp:start x="0" y="0"/>
                    <wp:lineTo x="0" y="22400"/>
                    <wp:lineTo x="22400" y="22400"/>
                    <wp:lineTo x="22400" y="0"/>
                    <wp:lineTo x="0" y="0"/>
                  </wp:wrapPolygon>
                </wp:wrapThrough>
                <wp:docPr id="11" name="Rectangle 11"/>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1" o:spid="_x0000_s1026" style="position:absolute;margin-left:36pt;margin-top:1in;width:27pt;height:2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" filled="f" strokecolor="black [3213]">
                <v:stroke dashstyle="dash"/>
                <w10:wrap type="through"/>
              </v:rect>
            </w:pict>
          </mc:Fallback>
        </mc:AlternateContent>
      </w:r>
      <w:r>
        <w:rPr>
          <w:noProof/>
        </w:rPr>
        <mc:AlternateContent>
          <mc:Choice Requires="wps">
            <w:drawing>
              <wp:anchor distT="0" distB="0" distL="114300" distR="114300" simplePos="0" relativeHeight="251707392" behindDoc="0" locked="0" layoutInCell="1" allowOverlap="1" wp14:anchorId="01080895" wp14:editId="2C3DE6D7">
                <wp:simplePos x="0" y="0"/>
                <wp:positionH relativeFrom="column">
                  <wp:posOffset>1657350</wp:posOffset>
                </wp:positionH>
                <wp:positionV relativeFrom="paragraph">
                  <wp:posOffset>628650</wp:posOffset>
                </wp:positionV>
                <wp:extent cx="914400" cy="342900"/>
                <wp:effectExtent l="6350" t="0" r="6350" b="6350"/>
                <wp:wrapSquare wrapText="bothSides"/>
                <wp:docPr id="45" name="Text Box 45"/>
                <wp:cNvGraphicFramePr/>
                <a:graphic xmlns:a="http://schemas.openxmlformats.org/drawingml/2006/main">
                  <a:graphicData uri="http://schemas.microsoft.com/office/word/2010/wordprocessingShape">
                    <wps:wsp>
                      <wps:cNvSpPr txBox="1"/>
                      <wps:spPr>
                        <a:xfrm rot="16200000">
                          <a:off x="0" y="0"/>
                          <a:ext cx="914400" cy="34290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B28F8" w14:textId="77777777" w:rsidR="000E5775" w:rsidRDefault="000E5775">
                            <w:r>
                              <w:t>H5Dwrite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45" o:spid="_x0000_s1042" type="#_x0000_t202" style="position:absolute;margin-left:130.5pt;margin-top:49.5pt;width:1in;height:27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" fillcolor="white [3212]" stroked="f">
                <v:textbox>
                  <w:txbxContent>
                    <w:p w14:paraId="222B28F8" w14:textId="77777777" w:rsidR="00E91AD6" w:rsidRDefault="00E91AD6">
                      <w:r>
                        <w:t>H5Dwrite</w:t>
                      </w:r>
                    </w:p>
                  </w:txbxContent>
                </v:textbox>
                <w10:wrap type="square"/>
              </v:shape>
            </w:pict>
          </mc:Fallback>
        </mc:AlternateContent>
      </w:r>
      <w:r>
        <w:rPr>
          <w:noProof/>
        </w:rPr>
        <mc:AlternateContent>
          <mc:Choice Requires="wps">
            <w:drawing>
              <wp:anchor distT="0" distB="0" distL="114300" distR="114300" simplePos="0" relativeHeight="251687936" behindDoc="0" locked="0" layoutInCell="1" allowOverlap="1" wp14:anchorId="5DCD8E1C" wp14:editId="31D1C2DE">
                <wp:simplePos x="0" y="0"/>
                <wp:positionH relativeFrom="column">
                  <wp:posOffset>400050</wp:posOffset>
                </wp:positionH>
                <wp:positionV relativeFrom="paragraph">
                  <wp:posOffset>2114550</wp:posOffset>
                </wp:positionV>
                <wp:extent cx="1371600" cy="342900"/>
                <wp:effectExtent l="6350" t="0" r="6350" b="6350"/>
                <wp:wrapSquare wrapText="bothSides"/>
                <wp:docPr id="20" name="Text Box 20"/>
                <wp:cNvGraphicFramePr/>
                <a:graphic xmlns:a="http://schemas.openxmlformats.org/drawingml/2006/main">
                  <a:graphicData uri="http://schemas.microsoft.com/office/word/2010/wordprocessingShape">
                    <wps:wsp>
                      <wps:cNvSpPr txBox="1"/>
                      <wps:spPr>
                        <a:xfrm rot="16200000">
                          <a:off x="0" y="0"/>
                          <a:ext cx="1371600" cy="34290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7D7569" w14:textId="77777777" w:rsidR="000E5775" w:rsidRDefault="000E5775" w:rsidP="002D6DEE">
                            <w:r>
                              <w:t>Data compression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0" o:spid="_x0000_s1043" type="#_x0000_t202" style="position:absolute;margin-left:31.5pt;margin-top:166.5pt;width:108pt;height:27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" fillcolor="white [3212]" stroked="f">
                <v:textbox>
                  <w:txbxContent>
                    <w:p w14:paraId="6F7D7569" w14:textId="77777777" w:rsidR="00E91AD6" w:rsidRDefault="00E91AD6" w:rsidP="002D6DEE">
                      <w:r>
                        <w:t>Data compression</w:t>
                      </w:r>
                    </w:p>
                  </w:txbxContent>
                </v:textbox>
                <w10:wrap type="square"/>
              </v:shape>
            </w:pict>
          </mc:Fallback>
        </mc:AlternateContent>
      </w:r>
      <w:r>
        <w:rPr>
          <w:noProof/>
        </w:rPr>
        <mc:AlternateContent>
          <mc:Choice Requires="wps">
            <w:drawing>
              <wp:anchor distT="0" distB="0" distL="114300" distR="114300" simplePos="0" relativeHeight="251685888" behindDoc="0" locked="0" layoutInCell="1" allowOverlap="1" wp14:anchorId="572D9604" wp14:editId="0AE0E95A">
                <wp:simplePos x="0" y="0"/>
                <wp:positionH relativeFrom="column">
                  <wp:posOffset>457200</wp:posOffset>
                </wp:positionH>
                <wp:positionV relativeFrom="paragraph">
                  <wp:posOffset>1943100</wp:posOffset>
                </wp:positionV>
                <wp:extent cx="342900" cy="342900"/>
                <wp:effectExtent l="0" t="0" r="38100" b="38100"/>
                <wp:wrapThrough wrapText="bothSides">
                  <wp:wrapPolygon edited="0">
                    <wp:start x="0" y="0"/>
                    <wp:lineTo x="0" y="22400"/>
                    <wp:lineTo x="22400" y="22400"/>
                    <wp:lineTo x="22400" y="0"/>
                    <wp:lineTo x="0" y="0"/>
                  </wp:wrapPolygon>
                </wp:wrapThrough>
                <wp:docPr id="18" name="Rectangle 18"/>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solid"/>
                        </a:ln>
                        <a:effectLst/>
                      </wps:spPr>
                      <wps:style>
                        <a:lnRef idx="1">
                          <a:schemeClr val="accent1"/>
                        </a:lnRef>
                        <a:fillRef idx="3">
                          <a:schemeClr val="accent1"/>
                        </a:fillRef>
                        <a:effectRef idx="2">
                          <a:schemeClr val="accent1"/>
                        </a:effectRef>
                        <a:fontRef idx="minor">
                          <a:schemeClr val="lt1"/>
                        </a:fontRef>
                      </wps:style>
                      <wps:txbx>
                        <w:txbxContent>
                          <w:p w14:paraId="29A2701E" w14:textId="77777777" w:rsidR="000E5775" w:rsidRPr="000134D5" w:rsidRDefault="000E5775" w:rsidP="000134D5">
                            <w:pPr>
                              <w:jc w:val="center"/>
                              <w:rPr>
                                <w:color w:val="000000" w:themeColor="text1"/>
                              </w:rPr>
                            </w:pPr>
                            <w:r>
                              <w:rPr>
                                <w:color w:val="000000" w:themeColor="text1"/>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8" o:spid="_x0000_s1044" style="position:absolute;margin-left:36pt;margin-top:153pt;width:27pt;height:27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" filled="f" strokecolor="black [3213]">
                <v:textbox>
                  <w:txbxContent>
                    <w:p w14:paraId="29A2701E" w14:textId="77777777" w:rsidR="00E91AD6" w:rsidRPr="000134D5" w:rsidRDefault="00E91AD6" w:rsidP="000134D5">
                      <w:pPr>
                        <w:jc w:val="center"/>
                        <w:rPr>
                          <w:color w:val="000000" w:themeColor="text1"/>
                        </w:rPr>
                      </w:pPr>
                      <w:r>
                        <w:rPr>
                          <w:color w:val="000000" w:themeColor="text1"/>
                        </w:rPr>
                        <w:t>B</w:t>
                      </w:r>
                    </w:p>
                  </w:txbxContent>
                </v:textbox>
                <w10:wrap type="through"/>
              </v:rect>
            </w:pict>
          </mc:Fallback>
        </mc:AlternateContent>
      </w:r>
      <w:r>
        <w:rPr>
          <w:noProof/>
        </w:rPr>
        <mc:AlternateContent>
          <mc:Choice Requires="wps">
            <w:drawing>
              <wp:anchor distT="0" distB="0" distL="114300" distR="114300" simplePos="0" relativeHeight="251681792" behindDoc="0" locked="0" layoutInCell="1" allowOverlap="1" wp14:anchorId="7164E9A0" wp14:editId="4763875A">
                <wp:simplePos x="0" y="0"/>
                <wp:positionH relativeFrom="column">
                  <wp:posOffset>114300</wp:posOffset>
                </wp:positionH>
                <wp:positionV relativeFrom="paragraph">
                  <wp:posOffset>1943100</wp:posOffset>
                </wp:positionV>
                <wp:extent cx="342900" cy="342900"/>
                <wp:effectExtent l="0" t="0" r="38100" b="38100"/>
                <wp:wrapThrough wrapText="bothSides">
                  <wp:wrapPolygon edited="0">
                    <wp:start x="0" y="0"/>
                    <wp:lineTo x="0" y="22400"/>
                    <wp:lineTo x="22400" y="22400"/>
                    <wp:lineTo x="22400" y="0"/>
                    <wp:lineTo x="0" y="0"/>
                  </wp:wrapPolygon>
                </wp:wrapThrough>
                <wp:docPr id="12" name="Rectangle 12"/>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2" o:spid="_x0000_s1026" style="position:absolute;margin-left:9pt;margin-top:153pt;width:27pt;height:27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" filled="f" strokecolor="black [3213]">
                <v:stroke dashstyle="dash"/>
                <w10:wrap type="through"/>
              </v:rect>
            </w:pict>
          </mc:Fallback>
        </mc:AlternateContent>
      </w:r>
      <w:r>
        <w:rPr>
          <w:noProof/>
        </w:rPr>
        <mc:AlternateContent>
          <mc:Choice Requires="wps">
            <w:drawing>
              <wp:anchor distT="0" distB="0" distL="114300" distR="114300" simplePos="0" relativeHeight="251683840" behindDoc="0" locked="0" layoutInCell="1" allowOverlap="1" wp14:anchorId="504C54A5" wp14:editId="1B582CB0">
                <wp:simplePos x="0" y="0"/>
                <wp:positionH relativeFrom="column">
                  <wp:posOffset>457200</wp:posOffset>
                </wp:positionH>
                <wp:positionV relativeFrom="paragraph">
                  <wp:posOffset>2286000</wp:posOffset>
                </wp:positionV>
                <wp:extent cx="342900" cy="342900"/>
                <wp:effectExtent l="0" t="0" r="38100" b="38100"/>
                <wp:wrapThrough wrapText="bothSides">
                  <wp:wrapPolygon edited="0">
                    <wp:start x="0" y="0"/>
                    <wp:lineTo x="0" y="22400"/>
                    <wp:lineTo x="22400" y="22400"/>
                    <wp:lineTo x="22400" y="0"/>
                    <wp:lineTo x="0" y="0"/>
                  </wp:wrapPolygon>
                </wp:wrapThrough>
                <wp:docPr id="16" name="Rectangle 16"/>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6" o:spid="_x0000_s1026" style="position:absolute;margin-left:36pt;margin-top:180pt;width:27pt;height:27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" filled="f" strokecolor="black [3213]">
                <v:stroke dashstyle="dash"/>
                <w10:wrap type="through"/>
              </v:rect>
            </w:pict>
          </mc:Fallback>
        </mc:AlternateContent>
      </w:r>
      <w:r>
        <w:rPr>
          <w:noProof/>
        </w:rPr>
        <mc:AlternateContent>
          <mc:Choice Requires="wps">
            <w:drawing>
              <wp:anchor distT="0" distB="0" distL="114300" distR="114300" simplePos="0" relativeHeight="251682816" behindDoc="0" locked="0" layoutInCell="1" allowOverlap="1" wp14:anchorId="20B72140" wp14:editId="2C834867">
                <wp:simplePos x="0" y="0"/>
                <wp:positionH relativeFrom="column">
                  <wp:posOffset>114300</wp:posOffset>
                </wp:positionH>
                <wp:positionV relativeFrom="paragraph">
                  <wp:posOffset>2286000</wp:posOffset>
                </wp:positionV>
                <wp:extent cx="342900" cy="342900"/>
                <wp:effectExtent l="0" t="0" r="38100" b="38100"/>
                <wp:wrapThrough wrapText="bothSides">
                  <wp:wrapPolygon edited="0">
                    <wp:start x="0" y="0"/>
                    <wp:lineTo x="0" y="22400"/>
                    <wp:lineTo x="22400" y="22400"/>
                    <wp:lineTo x="22400"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342900" cy="342900"/>
                        </a:xfrm>
                        <a:prstGeom prst="rect">
                          <a:avLst/>
                        </a:prstGeom>
                        <a:noFill/>
                        <a:ln w="9525">
                          <a:solidFill>
                            <a:schemeClr val="tx1"/>
                          </a:solidFill>
                          <a:prstDash val="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5" o:spid="_x0000_s1026" style="position:absolute;margin-left:9pt;margin-top:180pt;width:27pt;height:2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" filled="f" strokecolor="black [3213]">
                <v:stroke dashstyle="dash"/>
                <w10:wrap type="through"/>
              </v:rect>
            </w:pict>
          </mc:Fallback>
        </mc:AlternateContent>
      </w:r>
      <w:r>
        <w:rPr>
          <w:noProof/>
        </w:rPr>
        <mc:AlternateContent>
          <mc:Choice Requires="wps">
            <w:drawing>
              <wp:anchor distT="0" distB="0" distL="114300" distR="114300" simplePos="0" relativeHeight="251669504" behindDoc="0" locked="0" layoutInCell="1" allowOverlap="1" wp14:anchorId="437D5B14" wp14:editId="3B1BE8EE">
                <wp:simplePos x="0" y="0"/>
                <wp:positionH relativeFrom="column">
                  <wp:posOffset>2628900</wp:posOffset>
                </wp:positionH>
                <wp:positionV relativeFrom="paragraph">
                  <wp:posOffset>-1558290</wp:posOffset>
                </wp:positionV>
                <wp:extent cx="114300" cy="0"/>
                <wp:effectExtent l="0" t="0" r="12700" b="25400"/>
                <wp:wrapNone/>
                <wp:docPr id="40" name="Straight Connector 40"/>
                <wp:cNvGraphicFramePr/>
                <a:graphic xmlns:a="http://schemas.openxmlformats.org/drawingml/2006/main">
                  <a:graphicData uri="http://schemas.microsoft.com/office/word/2010/wordprocessingShape">
                    <wps:wsp>
                      <wps:cNvCnPr/>
                      <wps:spPr>
                        <a:xfrm>
                          <a:off x="0" y="0"/>
                          <a:ext cx="1143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40"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7pt,-122.65pt" to="3in,-122.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" strokecolor="black [3213]" strokeweight="1pt"/>
            </w:pict>
          </mc:Fallback>
        </mc:AlternateContent>
      </w:r>
      <w:r>
        <w:rPr>
          <w:noProof/>
        </w:rPr>
        <mc:AlternateContent>
          <mc:Choice Requires="wps">
            <w:drawing>
              <wp:anchor distT="0" distB="0" distL="114300" distR="114300" simplePos="0" relativeHeight="251665408" behindDoc="0" locked="0" layoutInCell="1" allowOverlap="1" wp14:anchorId="38C3C40F" wp14:editId="494545DF">
                <wp:simplePos x="0" y="0"/>
                <wp:positionH relativeFrom="column">
                  <wp:posOffset>4457700</wp:posOffset>
                </wp:positionH>
                <wp:positionV relativeFrom="paragraph">
                  <wp:posOffset>-1558290</wp:posOffset>
                </wp:positionV>
                <wp:extent cx="228600" cy="0"/>
                <wp:effectExtent l="50800" t="101600" r="0" b="127000"/>
                <wp:wrapNone/>
                <wp:docPr id="36" name="Straight Arrow Connector 36"/>
                <wp:cNvGraphicFramePr/>
                <a:graphic xmlns:a="http://schemas.openxmlformats.org/drawingml/2006/main">
                  <a:graphicData uri="http://schemas.microsoft.com/office/word/2010/wordprocessingShape">
                    <wps:wsp>
                      <wps:cNvCnPr/>
                      <wps:spPr>
                        <a:xfrm flipH="1">
                          <a:off x="0" y="0"/>
                          <a:ext cx="2286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36" o:spid="_x0000_s1026" type="#_x0000_t32" style="position:absolute;margin-left:351pt;margin-top:-122.65pt;width:18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" strokecolor="black [3213]" strokeweight="1pt">
                <v:stroke endarrow="open"/>
              </v:shape>
            </w:pict>
          </mc:Fallback>
        </mc:AlternateContent>
      </w:r>
      <w:r>
        <w:rPr>
          <w:noProof/>
        </w:rPr>
        <mc:AlternateContent>
          <mc:Choice Requires="wps">
            <w:drawing>
              <wp:anchor distT="0" distB="0" distL="114300" distR="114300" simplePos="0" relativeHeight="251670528" behindDoc="0" locked="0" layoutInCell="1" allowOverlap="1" wp14:anchorId="01964E5D" wp14:editId="7E48EACC">
                <wp:simplePos x="0" y="0"/>
                <wp:positionH relativeFrom="column">
                  <wp:posOffset>4686300</wp:posOffset>
                </wp:positionH>
                <wp:positionV relativeFrom="paragraph">
                  <wp:posOffset>-2015490</wp:posOffset>
                </wp:positionV>
                <wp:extent cx="0" cy="457200"/>
                <wp:effectExtent l="0" t="0" r="25400" b="25400"/>
                <wp:wrapNone/>
                <wp:docPr id="41" name="Straight Connector 41"/>
                <wp:cNvGraphicFramePr/>
                <a:graphic xmlns:a="http://schemas.openxmlformats.org/drawingml/2006/main">
                  <a:graphicData uri="http://schemas.microsoft.com/office/word/2010/wordprocessingShape">
                    <wps:wsp>
                      <wps:cNvCnPr/>
                      <wps:spPr>
                        <a:xfrm>
                          <a:off x="0" y="0"/>
                          <a:ext cx="0" cy="4572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pt,-158.65pt" to="369pt,-122.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" strokecolor="black [3213]" strokeweight="1pt"/>
            </w:pict>
          </mc:Fallback>
        </mc:AlternateContent>
      </w:r>
      <w:r>
        <w:rPr>
          <w:noProof/>
        </w:rPr>
        <mc:AlternateContent>
          <mc:Choice Requires="wps">
            <w:drawing>
              <wp:anchor distT="0" distB="0" distL="114300" distR="114300" simplePos="0" relativeHeight="251677696" behindDoc="0" locked="0" layoutInCell="1" allowOverlap="1" wp14:anchorId="4E6489F9" wp14:editId="020DF033">
                <wp:simplePos x="0" y="0"/>
                <wp:positionH relativeFrom="column">
                  <wp:posOffset>4000500</wp:posOffset>
                </wp:positionH>
                <wp:positionV relativeFrom="paragraph">
                  <wp:posOffset>-114300</wp:posOffset>
                </wp:positionV>
                <wp:extent cx="1028700" cy="3429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782F91" w14:textId="77777777" w:rsidR="000E5775" w:rsidRDefault="000E5775">
                            <w:r>
                              <w:t>(Memory)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5" o:spid="_x0000_s1045" type="#_x0000_t202" style="position:absolute;margin-left:315pt;margin-top:-8.95pt;width:81pt;height:27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5KhtECAAAW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" filled="f" stroked="f">
                <v:textbox>
                  <w:txbxContent>
                    <w:p w14:paraId="30782F91" w14:textId="77777777" w:rsidR="00E91AD6" w:rsidRDefault="00E91AD6">
                      <w:r>
                        <w:t>(Memory)</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6BC486BA" wp14:editId="6D71823C">
                <wp:simplePos x="0" y="0"/>
                <wp:positionH relativeFrom="column">
                  <wp:posOffset>3771900</wp:posOffset>
                </wp:positionH>
                <wp:positionV relativeFrom="paragraph">
                  <wp:posOffset>-3571875</wp:posOffset>
                </wp:positionV>
                <wp:extent cx="114300" cy="0"/>
                <wp:effectExtent l="0" t="0" r="12700" b="25400"/>
                <wp:wrapNone/>
                <wp:docPr id="39" name="Straight Connector 39"/>
                <wp:cNvGraphicFramePr/>
                <a:graphic xmlns:a="http://schemas.openxmlformats.org/drawingml/2006/main">
                  <a:graphicData uri="http://schemas.microsoft.com/office/word/2010/wordprocessingShape">
                    <wps:wsp>
                      <wps:cNvCnPr/>
                      <wps:spPr>
                        <a:xfrm>
                          <a:off x="0" y="0"/>
                          <a:ext cx="1143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3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7pt,-281.2pt" to="306pt,-28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" strokecolor="black [3213]" strokeweight="1pt"/>
            </w:pict>
          </mc:Fallback>
        </mc:AlternateContent>
      </w:r>
    </w:p>
    <w:p w14:paraId="73EAABA1" w14:textId="77777777" w:rsidR="002D6DEE" w:rsidRDefault="000815C9" w:rsidP="000163AC">
      <w:r>
        <w:rPr>
          <w:noProof/>
        </w:rPr>
        <mc:AlternateContent>
          <mc:Choice Requires="wps">
            <w:drawing>
              <wp:anchor distT="0" distB="0" distL="114300" distR="114300" simplePos="0" relativeHeight="251706368" behindDoc="0" locked="0" layoutInCell="1" allowOverlap="1" wp14:anchorId="369E2186" wp14:editId="6B78D08B">
                <wp:simplePos x="0" y="0"/>
                <wp:positionH relativeFrom="column">
                  <wp:posOffset>-4686300</wp:posOffset>
                </wp:positionH>
                <wp:positionV relativeFrom="paragraph">
                  <wp:posOffset>328295</wp:posOffset>
                </wp:positionV>
                <wp:extent cx="1828800" cy="0"/>
                <wp:effectExtent l="0" t="101600" r="25400" b="127000"/>
                <wp:wrapNone/>
                <wp:docPr id="54" name="Straight Arrow Connector 54"/>
                <wp:cNvGraphicFramePr/>
                <a:graphic xmlns:a="http://schemas.openxmlformats.org/drawingml/2006/main">
                  <a:graphicData uri="http://schemas.microsoft.com/office/word/2010/wordprocessingShape">
                    <wps:wsp>
                      <wps:cNvCnPr/>
                      <wps:spPr>
                        <a:xfrm>
                          <a:off x="0" y="0"/>
                          <a:ext cx="18288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54" o:spid="_x0000_s1026" type="#_x0000_t32" style="position:absolute;margin-left:-368.95pt;margin-top:25.85pt;width:2in;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" strokecolor="black [3213]" strokeweight="1pt">
                <v:stroke endarrow="open"/>
              </v:shape>
            </w:pict>
          </mc:Fallback>
        </mc:AlternateContent>
      </w:r>
    </w:p>
    <w:p w14:paraId="0CC73175" w14:textId="77777777" w:rsidR="00CC6579" w:rsidRDefault="006B129B" w:rsidP="00CC6579">
      <w:r>
        <w:rPr>
          <w:noProof/>
        </w:rPr>
        <mc:AlternateContent>
          <mc:Choice Requires="wps">
            <w:drawing>
              <wp:anchor distT="0" distB="0" distL="114300" distR="114300" simplePos="0" relativeHeight="251703296" behindDoc="0" locked="0" layoutInCell="1" allowOverlap="1" wp14:anchorId="14E54D8C" wp14:editId="3BDCC0D0">
                <wp:simplePos x="0" y="0"/>
                <wp:positionH relativeFrom="column">
                  <wp:posOffset>-3046730</wp:posOffset>
                </wp:positionH>
                <wp:positionV relativeFrom="paragraph">
                  <wp:posOffset>3860800</wp:posOffset>
                </wp:positionV>
                <wp:extent cx="227330" cy="342900"/>
                <wp:effectExtent l="0" t="0" r="26670" b="38100"/>
                <wp:wrapThrough wrapText="bothSides">
                  <wp:wrapPolygon edited="0">
                    <wp:start x="0" y="0"/>
                    <wp:lineTo x="0" y="22400"/>
                    <wp:lineTo x="21721" y="22400"/>
                    <wp:lineTo x="21721" y="0"/>
                    <wp:lineTo x="0" y="0"/>
                  </wp:wrapPolygon>
                </wp:wrapThrough>
                <wp:docPr id="50" name="Rectangle 50"/>
                <wp:cNvGraphicFramePr/>
                <a:graphic xmlns:a="http://schemas.openxmlformats.org/drawingml/2006/main">
                  <a:graphicData uri="http://schemas.microsoft.com/office/word/2010/wordprocessingShape">
                    <wps:wsp>
                      <wps:cNvSpPr/>
                      <wps:spPr>
                        <a:xfrm>
                          <a:off x="0" y="0"/>
                          <a:ext cx="227330" cy="342900"/>
                        </a:xfrm>
                        <a:prstGeom prst="rect">
                          <a:avLst/>
                        </a:prstGeom>
                        <a:noFill/>
                        <a:ln w="9525">
                          <a:solidFill>
                            <a:schemeClr val="tx1"/>
                          </a:solidFill>
                          <a:prstDash val="solid"/>
                        </a:ln>
                        <a:effectLst/>
                      </wps:spPr>
                      <wps:style>
                        <a:lnRef idx="1">
                          <a:schemeClr val="accent1"/>
                        </a:lnRef>
                        <a:fillRef idx="3">
                          <a:schemeClr val="accent1"/>
                        </a:fillRef>
                        <a:effectRef idx="2">
                          <a:schemeClr val="accent1"/>
                        </a:effectRef>
                        <a:fontRef idx="minor">
                          <a:schemeClr val="lt1"/>
                        </a:fontRef>
                      </wps:style>
                      <wps:txbx>
                        <w:txbxContent>
                          <w:p w14:paraId="70D83A38" w14:textId="77777777" w:rsidR="000E5775" w:rsidRPr="000134D5" w:rsidRDefault="000E5775" w:rsidP="000134D5">
                            <w:pPr>
                              <w:jc w:val="center"/>
                              <w:rPr>
                                <w:color w:val="000000" w:themeColor="text1"/>
                              </w:rPr>
                            </w:pPr>
                            <w:r>
                              <w:rPr>
                                <w:color w:val="000000" w:themeColor="text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rect id="Rectangle 50" o:spid="_x0000_s1046" style="position:absolute;margin-left:-239.85pt;margin-top:304pt;width:17.9pt;height:27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" filled="f" strokecolor="black [3213]">
                <v:textbox>
                  <w:txbxContent>
                    <w:p w14:paraId="70D83A38" w14:textId="77777777" w:rsidR="00E91AD6" w:rsidRPr="000134D5" w:rsidRDefault="00E91AD6" w:rsidP="000134D5">
                      <w:pPr>
                        <w:jc w:val="center"/>
                        <w:rPr>
                          <w:color w:val="000000" w:themeColor="text1"/>
                        </w:rPr>
                      </w:pPr>
                      <w:r>
                        <w:rPr>
                          <w:color w:val="000000" w:themeColor="text1"/>
                        </w:rPr>
                        <w:t>A</w:t>
                      </w:r>
                    </w:p>
                  </w:txbxContent>
                </v:textbox>
                <w10:wrap type="through"/>
              </v:rect>
            </w:pict>
          </mc:Fallback>
        </mc:AlternateContent>
      </w:r>
      <w:r w:rsidR="000134D5">
        <w:rPr>
          <w:noProof/>
        </w:rPr>
        <mc:AlternateContent>
          <mc:Choice Requires="wps">
            <w:drawing>
              <wp:anchor distT="0" distB="0" distL="114300" distR="114300" simplePos="0" relativeHeight="251694080" behindDoc="0" locked="0" layoutInCell="1" allowOverlap="1" wp14:anchorId="1EDDB3F2" wp14:editId="3A4D1039">
                <wp:simplePos x="0" y="0"/>
                <wp:positionH relativeFrom="column">
                  <wp:posOffset>-2971800</wp:posOffset>
                </wp:positionH>
                <wp:positionV relativeFrom="paragraph">
                  <wp:posOffset>2863850</wp:posOffset>
                </wp:positionV>
                <wp:extent cx="0" cy="952500"/>
                <wp:effectExtent l="101600" t="0" r="76200" b="63500"/>
                <wp:wrapNone/>
                <wp:docPr id="33" name="Straight Arrow Connector 33"/>
                <wp:cNvGraphicFramePr/>
                <a:graphic xmlns:a="http://schemas.openxmlformats.org/drawingml/2006/main">
                  <a:graphicData uri="http://schemas.microsoft.com/office/word/2010/wordprocessingShape">
                    <wps:wsp>
                      <wps:cNvCnPr/>
                      <wps:spPr>
                        <a:xfrm>
                          <a:off x="0" y="0"/>
                          <a:ext cx="0" cy="9525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33" o:spid="_x0000_s1026" type="#_x0000_t32" style="position:absolute;margin-left:-233.95pt;margin-top:225.5pt;width:0;height: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" strokecolor="black [3213]" strokeweight="1pt">
                <v:stroke endarrow="open"/>
              </v:shape>
            </w:pict>
          </mc:Fallback>
        </mc:AlternateContent>
      </w:r>
      <w:r w:rsidR="000134D5">
        <w:rPr>
          <w:noProof/>
        </w:rPr>
        <mc:AlternateContent>
          <mc:Choice Requires="wps">
            <w:drawing>
              <wp:anchor distT="0" distB="0" distL="114300" distR="114300" simplePos="0" relativeHeight="251692032" behindDoc="0" locked="0" layoutInCell="1" allowOverlap="1" wp14:anchorId="39743539" wp14:editId="3A2A8F5E">
                <wp:simplePos x="0" y="0"/>
                <wp:positionH relativeFrom="column">
                  <wp:posOffset>-3276600</wp:posOffset>
                </wp:positionH>
                <wp:positionV relativeFrom="paragraph">
                  <wp:posOffset>1149350</wp:posOffset>
                </wp:positionV>
                <wp:extent cx="0" cy="2667000"/>
                <wp:effectExtent l="101600" t="0" r="76200" b="76200"/>
                <wp:wrapNone/>
                <wp:docPr id="31" name="Straight Arrow Connector 31"/>
                <wp:cNvGraphicFramePr/>
                <a:graphic xmlns:a="http://schemas.openxmlformats.org/drawingml/2006/main">
                  <a:graphicData uri="http://schemas.microsoft.com/office/word/2010/wordprocessingShape">
                    <wps:wsp>
                      <wps:cNvCnPr/>
                      <wps:spPr>
                        <a:xfrm>
                          <a:off x="0" y="0"/>
                          <a:ext cx="0" cy="26670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31" o:spid="_x0000_s1026" type="#_x0000_t32" style="position:absolute;margin-left:-257.95pt;margin-top:90.5pt;width:0;height:21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" strokecolor="black [3213]" strokeweight="1pt">
                <v:stroke endarrow="open"/>
              </v:shape>
            </w:pict>
          </mc:Fallback>
        </mc:AlternateContent>
      </w:r>
      <w:r w:rsidR="000134D5">
        <w:rPr>
          <w:noProof/>
        </w:rPr>
        <mc:AlternateContent>
          <mc:Choice Requires="wps">
            <w:drawing>
              <wp:anchor distT="0" distB="0" distL="114300" distR="114300" simplePos="0" relativeHeight="251704320" behindDoc="0" locked="0" layoutInCell="1" allowOverlap="1" wp14:anchorId="0DCAE3D1" wp14:editId="3B927429">
                <wp:simplePos x="0" y="0"/>
                <wp:positionH relativeFrom="column">
                  <wp:posOffset>-3395980</wp:posOffset>
                </wp:positionH>
                <wp:positionV relativeFrom="paragraph">
                  <wp:posOffset>3860800</wp:posOffset>
                </wp:positionV>
                <wp:extent cx="228600" cy="342900"/>
                <wp:effectExtent l="0" t="0" r="25400" b="38100"/>
                <wp:wrapThrough wrapText="bothSides">
                  <wp:wrapPolygon edited="0">
                    <wp:start x="0" y="0"/>
                    <wp:lineTo x="0" y="22400"/>
                    <wp:lineTo x="21600" y="22400"/>
                    <wp:lineTo x="21600" y="0"/>
                    <wp:lineTo x="0" y="0"/>
                  </wp:wrapPolygon>
                </wp:wrapThrough>
                <wp:docPr id="51" name="Rectangle 51"/>
                <wp:cNvGraphicFramePr/>
                <a:graphic xmlns:a="http://schemas.openxmlformats.org/drawingml/2006/main">
                  <a:graphicData uri="http://schemas.microsoft.com/office/word/2010/wordprocessingShape">
                    <wps:wsp>
                      <wps:cNvSpPr/>
                      <wps:spPr>
                        <a:xfrm>
                          <a:off x="0" y="0"/>
                          <a:ext cx="228600" cy="342900"/>
                        </a:xfrm>
                        <a:prstGeom prst="rect">
                          <a:avLst/>
                        </a:prstGeom>
                        <a:solidFill>
                          <a:schemeClr val="bg1"/>
                        </a:solidFill>
                        <a:ln w="9525">
                          <a:solidFill>
                            <a:schemeClr val="tx1"/>
                          </a:solidFill>
                          <a:prstDash val="solid"/>
                        </a:ln>
                        <a:effectLst/>
                      </wps:spPr>
                      <wps:style>
                        <a:lnRef idx="1">
                          <a:schemeClr val="accent1"/>
                        </a:lnRef>
                        <a:fillRef idx="3">
                          <a:schemeClr val="accent1"/>
                        </a:fillRef>
                        <a:effectRef idx="2">
                          <a:schemeClr val="accent1"/>
                        </a:effectRef>
                        <a:fontRef idx="minor">
                          <a:schemeClr val="lt1"/>
                        </a:fontRef>
                      </wps:style>
                      <wps:txbx>
                        <w:txbxContent>
                          <w:p w14:paraId="20EC4F78" w14:textId="77777777" w:rsidR="000E5775" w:rsidRPr="000134D5" w:rsidRDefault="000E5775" w:rsidP="000134D5">
                            <w:pPr>
                              <w:jc w:val="center"/>
                              <w:rPr>
                                <w:color w:val="000000" w:themeColor="text1"/>
                              </w:rPr>
                            </w:pPr>
                            <w:r>
                              <w:rPr>
                                <w:color w:val="000000" w:themeColor="text1"/>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rect id="Rectangle 51" o:spid="_x0000_s1047" style="position:absolute;margin-left:-267.35pt;margin-top:304pt;width:18pt;height:27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" fillcolor="white [3212]" strokecolor="black [3213]">
                <v:textbox>
                  <w:txbxContent>
                    <w:p w14:paraId="20EC4F78" w14:textId="77777777" w:rsidR="00E91AD6" w:rsidRPr="000134D5" w:rsidRDefault="00E91AD6" w:rsidP="000134D5">
                      <w:pPr>
                        <w:jc w:val="center"/>
                        <w:rPr>
                          <w:color w:val="000000" w:themeColor="text1"/>
                        </w:rPr>
                      </w:pPr>
                      <w:r>
                        <w:rPr>
                          <w:color w:val="000000" w:themeColor="text1"/>
                        </w:rPr>
                        <w:t>B</w:t>
                      </w:r>
                    </w:p>
                  </w:txbxContent>
                </v:textbox>
                <w10:wrap type="through"/>
              </v:rect>
            </w:pict>
          </mc:Fallback>
        </mc:AlternateContent>
      </w:r>
      <w:r w:rsidR="002D6DEE">
        <w:rPr>
          <w:noProof/>
        </w:rPr>
        <mc:AlternateContent>
          <mc:Choice Requires="wps">
            <w:drawing>
              <wp:anchor distT="0" distB="0" distL="114300" distR="114300" simplePos="0" relativeHeight="251672576" behindDoc="0" locked="0" layoutInCell="1" allowOverlap="1" wp14:anchorId="7C7F1B50" wp14:editId="3347C4C6">
                <wp:simplePos x="0" y="0"/>
                <wp:positionH relativeFrom="column">
                  <wp:posOffset>-4724400</wp:posOffset>
                </wp:positionH>
                <wp:positionV relativeFrom="paragraph">
                  <wp:posOffset>1149350</wp:posOffset>
                </wp:positionV>
                <wp:extent cx="1469390" cy="14605"/>
                <wp:effectExtent l="0" t="0" r="29210" b="36195"/>
                <wp:wrapNone/>
                <wp:docPr id="43" name="Straight Connector 43"/>
                <wp:cNvGraphicFramePr/>
                <a:graphic xmlns:a="http://schemas.openxmlformats.org/drawingml/2006/main">
                  <a:graphicData uri="http://schemas.microsoft.com/office/word/2010/wordprocessingShape">
                    <wps:wsp>
                      <wps:cNvCnPr/>
                      <wps:spPr>
                        <a:xfrm>
                          <a:off x="0" y="0"/>
                          <a:ext cx="1469390" cy="14605"/>
                        </a:xfrm>
                        <a:prstGeom prst="straightConnector1">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Connector 43" o:spid="_x0000_s1026" type="#_x0000_t32" style="position:absolute;margin-left:-371.95pt;margin-top:90.5pt;width:115.7pt;height: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" strokecolor="black [3213]" strokeweight="1pt"/>
            </w:pict>
          </mc:Fallback>
        </mc:AlternateContent>
      </w:r>
      <w:r w:rsidR="002D6DEE">
        <w:rPr>
          <w:noProof/>
        </w:rPr>
        <mc:AlternateContent>
          <mc:Choice Requires="wps">
            <w:drawing>
              <wp:anchor distT="0" distB="0" distL="114300" distR="114300" simplePos="0" relativeHeight="251693056" behindDoc="0" locked="0" layoutInCell="1" allowOverlap="1" wp14:anchorId="6354AB61" wp14:editId="423FA512">
                <wp:simplePos x="0" y="0"/>
                <wp:positionH relativeFrom="column">
                  <wp:posOffset>-2971800</wp:posOffset>
                </wp:positionH>
                <wp:positionV relativeFrom="paragraph">
                  <wp:posOffset>2863850</wp:posOffset>
                </wp:positionV>
                <wp:extent cx="114300" cy="0"/>
                <wp:effectExtent l="0" t="0" r="12700" b="25400"/>
                <wp:wrapNone/>
                <wp:docPr id="32" name="Straight Connector 32"/>
                <wp:cNvGraphicFramePr/>
                <a:graphic xmlns:a="http://schemas.openxmlformats.org/drawingml/2006/main">
                  <a:graphicData uri="http://schemas.microsoft.com/office/word/2010/wordprocessingShape">
                    <wps:wsp>
                      <wps:cNvCnPr/>
                      <wps:spPr>
                        <a:xfrm>
                          <a:off x="0" y="0"/>
                          <a:ext cx="1143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32"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3.95pt,225.5pt" to="-224.95pt,22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" strokecolor="black [3213]" strokeweight="1pt"/>
            </w:pict>
          </mc:Fallback>
        </mc:AlternateContent>
      </w:r>
      <w:r w:rsidR="002D6DEE">
        <w:rPr>
          <w:noProof/>
        </w:rPr>
        <mc:AlternateContent>
          <mc:Choice Requires="wps">
            <w:drawing>
              <wp:anchor distT="0" distB="0" distL="114300" distR="114300" simplePos="0" relativeHeight="251691008" behindDoc="0" locked="0" layoutInCell="1" allowOverlap="1" wp14:anchorId="1EAC6E8B" wp14:editId="58199D84">
                <wp:simplePos x="0" y="0"/>
                <wp:positionH relativeFrom="column">
                  <wp:posOffset>-1143000</wp:posOffset>
                </wp:positionH>
                <wp:positionV relativeFrom="paragraph">
                  <wp:posOffset>2863850</wp:posOffset>
                </wp:positionV>
                <wp:extent cx="228600" cy="0"/>
                <wp:effectExtent l="50800" t="101600" r="0" b="127000"/>
                <wp:wrapNone/>
                <wp:docPr id="30" name="Straight Arrow Connector 30"/>
                <wp:cNvGraphicFramePr/>
                <a:graphic xmlns:a="http://schemas.openxmlformats.org/drawingml/2006/main">
                  <a:graphicData uri="http://schemas.microsoft.com/office/word/2010/wordprocessingShape">
                    <wps:wsp>
                      <wps:cNvCnPr/>
                      <wps:spPr>
                        <a:xfrm flipH="1">
                          <a:off x="0" y="0"/>
                          <a:ext cx="2286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30" o:spid="_x0000_s1026" type="#_x0000_t32" style="position:absolute;margin-left:-89.95pt;margin-top:225.5pt;width:18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" strokecolor="black [3213]" strokeweight="1pt">
                <v:stroke endarrow="open"/>
              </v:shape>
            </w:pict>
          </mc:Fallback>
        </mc:AlternateContent>
      </w:r>
      <w:r w:rsidR="002D6DEE">
        <w:rPr>
          <w:noProof/>
        </w:rPr>
        <mc:AlternateContent>
          <mc:Choice Requires="wps">
            <w:drawing>
              <wp:anchor distT="0" distB="0" distL="114300" distR="114300" simplePos="0" relativeHeight="251689984" behindDoc="0" locked="0" layoutInCell="1" allowOverlap="1" wp14:anchorId="69BCB4AE" wp14:editId="076C6E5A">
                <wp:simplePos x="0" y="0"/>
                <wp:positionH relativeFrom="column">
                  <wp:posOffset>-914400</wp:posOffset>
                </wp:positionH>
                <wp:positionV relativeFrom="paragraph">
                  <wp:posOffset>2292350</wp:posOffset>
                </wp:positionV>
                <wp:extent cx="0" cy="571500"/>
                <wp:effectExtent l="0" t="0" r="25400" b="12700"/>
                <wp:wrapNone/>
                <wp:docPr id="29" name="Straight Connector 29"/>
                <wp:cNvGraphicFramePr/>
                <a:graphic xmlns:a="http://schemas.openxmlformats.org/drawingml/2006/main">
                  <a:graphicData uri="http://schemas.microsoft.com/office/word/2010/wordprocessingShape">
                    <wps:wsp>
                      <wps:cNvCnPr/>
                      <wps:spPr>
                        <a:xfrm>
                          <a:off x="0" y="0"/>
                          <a:ext cx="0" cy="5715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2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95pt,180.5pt" to="-71.95pt,22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" strokecolor="black [3213]" strokeweight="1pt"/>
            </w:pict>
          </mc:Fallback>
        </mc:AlternateContent>
      </w:r>
      <w:r w:rsidR="002D6DEE">
        <w:rPr>
          <w:noProof/>
        </w:rPr>
        <mc:AlternateContent>
          <mc:Choice Requires="wps">
            <w:drawing>
              <wp:anchor distT="0" distB="0" distL="114300" distR="114300" simplePos="0" relativeHeight="251660288" behindDoc="0" locked="0" layoutInCell="1" allowOverlap="1" wp14:anchorId="65D21ED3" wp14:editId="48F58454">
                <wp:simplePos x="0" y="0"/>
                <wp:positionH relativeFrom="column">
                  <wp:posOffset>-1143000</wp:posOffset>
                </wp:positionH>
                <wp:positionV relativeFrom="paragraph">
                  <wp:posOffset>234950</wp:posOffset>
                </wp:positionV>
                <wp:extent cx="0" cy="228600"/>
                <wp:effectExtent l="0" t="0" r="25400" b="25400"/>
                <wp:wrapNone/>
                <wp:docPr id="28" name="Straight Connector 28"/>
                <wp:cNvGraphicFramePr/>
                <a:graphic xmlns:a="http://schemas.openxmlformats.org/drawingml/2006/main">
                  <a:graphicData uri="http://schemas.microsoft.com/office/word/2010/wordprocessingShape">
                    <wps:wsp>
                      <wps:cNvCnPr/>
                      <wps:spPr>
                        <a:xfrm flipV="1">
                          <a:off x="0" y="0"/>
                          <a:ext cx="0" cy="2286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2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8.5pt" to="-89.95pt,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" strokecolor="black [3213]" strokeweight="1pt"/>
            </w:pict>
          </mc:Fallback>
        </mc:AlternateContent>
      </w:r>
    </w:p>
    <w:p w14:paraId="50C1139E" w14:textId="77777777" w:rsidR="00EC1424" w:rsidRDefault="00EC1424" w:rsidP="00B24315">
      <w:pPr>
        <w:pStyle w:val="Heading3"/>
      </w:pPr>
    </w:p>
    <w:p w14:paraId="1A1A847E" w14:textId="77777777" w:rsidR="00EC1424" w:rsidRDefault="00EC1424" w:rsidP="00B24315">
      <w:pPr>
        <w:pStyle w:val="Heading3"/>
      </w:pPr>
    </w:p>
    <w:p w14:paraId="0659A56D" w14:textId="77777777" w:rsidR="00EC1424" w:rsidRDefault="00EC1424" w:rsidP="00B24315">
      <w:pPr>
        <w:pStyle w:val="Heading3"/>
      </w:pPr>
    </w:p>
    <w:p w14:paraId="382BFD4C" w14:textId="77777777" w:rsidR="000163AC" w:rsidRDefault="000163AC" w:rsidP="00B24315">
      <w:pPr>
        <w:pStyle w:val="Heading3"/>
      </w:pPr>
    </w:p>
    <w:p w14:paraId="0AA11704" w14:textId="77777777" w:rsidR="00EC1424" w:rsidRDefault="00EC1424" w:rsidP="00EC1424"/>
    <w:p w14:paraId="60FCB617" w14:textId="77777777" w:rsidR="00EC1424" w:rsidRDefault="00EC1424" w:rsidP="00EC1424"/>
    <w:p w14:paraId="59E26EB0" w14:textId="77777777" w:rsidR="00EC1424" w:rsidRDefault="00EC1424" w:rsidP="00EC1424"/>
    <w:p w14:paraId="5EBD4A13" w14:textId="77777777" w:rsidR="00EC1424" w:rsidRDefault="00EC1424" w:rsidP="00EC1424"/>
    <w:p w14:paraId="1ECFA993" w14:textId="77777777" w:rsidR="00EC1424" w:rsidRDefault="00EC1424" w:rsidP="00EC1424"/>
    <w:p w14:paraId="1FA92ABF" w14:textId="77777777" w:rsidR="00EC1424" w:rsidRDefault="00EC1424" w:rsidP="00EC1424"/>
    <w:p w14:paraId="37D999A9" w14:textId="77777777" w:rsidR="00EC1424" w:rsidRDefault="00EC1424" w:rsidP="00EC1424"/>
    <w:p w14:paraId="31E8ABAE" w14:textId="77777777" w:rsidR="00EC1424" w:rsidRDefault="00EC1424" w:rsidP="00EC1424"/>
    <w:p w14:paraId="460F1065" w14:textId="77777777" w:rsidR="00F51BBB" w:rsidRDefault="007D2C76" w:rsidP="00EC1424">
      <w:pPr>
        <w:pStyle w:val="Heading3"/>
      </w:pPr>
      <w:r>
        <w:t>Performance</w:t>
      </w:r>
    </w:p>
    <w:p w14:paraId="0599F06F" w14:textId="77777777" w:rsidR="007334D4" w:rsidRDefault="00056D7E" w:rsidP="00613EB2">
      <w:r>
        <w:t xml:space="preserve">The following table </w:t>
      </w:r>
      <w:r w:rsidR="00D01A36">
        <w:t xml:space="preserve">(Table 1) </w:t>
      </w:r>
      <w:r w:rsidR="00F76636">
        <w:t>describe</w:t>
      </w:r>
      <w:r>
        <w:t>s the result</w:t>
      </w:r>
      <w:r w:rsidR="00F76636">
        <w:t>s</w:t>
      </w:r>
      <w:r>
        <w:t xml:space="preserve"> of </w:t>
      </w:r>
      <w:r w:rsidR="00613EB2">
        <w:t>performance benchmark test</w:t>
      </w:r>
      <w:r w:rsidR="00F76636">
        <w:t>s</w:t>
      </w:r>
      <w:r w:rsidR="00923CB5">
        <w:t xml:space="preserve"> run by the HDF developers</w:t>
      </w:r>
      <w:r>
        <w:t xml:space="preserve">.  It shows that using the new function </w:t>
      </w:r>
      <w:r w:rsidR="00420C20">
        <w:rPr>
          <w:rFonts w:ascii="Courier New" w:hAnsi="Courier New" w:cs="Courier New"/>
          <w:sz w:val="20"/>
          <w:szCs w:val="20"/>
        </w:rPr>
        <w:t>H5DO</w:t>
      </w:r>
      <w:r w:rsidR="00420C20" w:rsidRPr="00304D19">
        <w:rPr>
          <w:rFonts w:ascii="Courier New" w:hAnsi="Courier New" w:cs="Courier New"/>
          <w:sz w:val="20"/>
          <w:szCs w:val="20"/>
        </w:rPr>
        <w:t>write</w:t>
      </w:r>
      <w:r w:rsidR="00420C20">
        <w:rPr>
          <w:rFonts w:ascii="Courier New" w:hAnsi="Courier New" w:cs="Courier New"/>
          <w:sz w:val="20"/>
          <w:szCs w:val="20"/>
        </w:rPr>
        <w:t>_chunk</w:t>
      </w:r>
      <w:r w:rsidR="00420C20">
        <w:t xml:space="preserve"> to write</w:t>
      </w:r>
      <w:r>
        <w:t xml:space="preserve"> pre-compressed data is much faster than using </w:t>
      </w:r>
      <w:r w:rsidR="00585648">
        <w:t xml:space="preserve">the </w:t>
      </w:r>
      <w:r w:rsidR="00420C20" w:rsidRPr="00304D19">
        <w:rPr>
          <w:rFonts w:ascii="Courier New" w:hAnsi="Courier New" w:cs="Courier New"/>
          <w:sz w:val="20"/>
          <w:szCs w:val="20"/>
        </w:rPr>
        <w:t>H5Dwrite</w:t>
      </w:r>
      <w:r w:rsidR="00420C20">
        <w:t xml:space="preserve"> function </w:t>
      </w:r>
      <w:r w:rsidR="00F76636">
        <w:t xml:space="preserve">to compress and write the same data </w:t>
      </w:r>
      <w:r w:rsidR="00420C20">
        <w:t>with the filter pipeline</w:t>
      </w:r>
      <w:r>
        <w:t>.</w:t>
      </w:r>
      <w:r w:rsidR="00C2514D">
        <w:t xml:space="preserve">  </w:t>
      </w:r>
      <w:r w:rsidR="00F76636">
        <w:t xml:space="preserve">Measurements involving </w:t>
      </w:r>
      <w:r w:rsidR="00F76636" w:rsidRPr="00304D19">
        <w:rPr>
          <w:rFonts w:ascii="Courier New" w:hAnsi="Courier New" w:cs="Courier New"/>
          <w:sz w:val="20"/>
          <w:szCs w:val="20"/>
        </w:rPr>
        <w:t>H5Dwrite</w:t>
      </w:r>
      <w:r w:rsidR="00F76636">
        <w:t xml:space="preserve"> include compression time in the filter pipeline.  </w:t>
      </w:r>
      <w:r w:rsidR="00420C20">
        <w:t>Since the data i</w:t>
      </w:r>
      <w:r w:rsidR="00F76636">
        <w:t>s already compressed</w:t>
      </w:r>
      <w:r w:rsidR="00420C20">
        <w:t xml:space="preserve"> before </w:t>
      </w:r>
      <w:r w:rsidR="00420C20">
        <w:rPr>
          <w:rFonts w:ascii="Courier New" w:hAnsi="Courier New" w:cs="Courier New"/>
          <w:sz w:val="20"/>
          <w:szCs w:val="20"/>
        </w:rPr>
        <w:t>H5DO</w:t>
      </w:r>
      <w:r w:rsidR="00420C20" w:rsidRPr="00304D19">
        <w:rPr>
          <w:rFonts w:ascii="Courier New" w:hAnsi="Courier New" w:cs="Courier New"/>
          <w:sz w:val="20"/>
          <w:szCs w:val="20"/>
        </w:rPr>
        <w:t>write</w:t>
      </w:r>
      <w:r w:rsidR="00420C20">
        <w:rPr>
          <w:rFonts w:ascii="Courier New" w:hAnsi="Courier New" w:cs="Courier New"/>
          <w:sz w:val="20"/>
          <w:szCs w:val="20"/>
        </w:rPr>
        <w:t>_chunk</w:t>
      </w:r>
      <w:r w:rsidR="00420C20">
        <w:t xml:space="preserve"> </w:t>
      </w:r>
      <w:r w:rsidR="00F76636">
        <w:t>is called, u</w:t>
      </w:r>
      <w:r w:rsidR="00420C20">
        <w:t>s</w:t>
      </w:r>
      <w:r w:rsidR="00F76636">
        <w:t>e of</w:t>
      </w:r>
      <w:r w:rsidR="00420C20">
        <w:t xml:space="preserve"> </w:t>
      </w:r>
      <w:r w:rsidR="00420C20">
        <w:rPr>
          <w:rFonts w:ascii="Courier New" w:hAnsi="Courier New" w:cs="Courier New"/>
          <w:sz w:val="20"/>
          <w:szCs w:val="20"/>
        </w:rPr>
        <w:t>H5DO</w:t>
      </w:r>
      <w:r w:rsidR="00420C20" w:rsidRPr="00304D19">
        <w:rPr>
          <w:rFonts w:ascii="Courier New" w:hAnsi="Courier New" w:cs="Courier New"/>
          <w:sz w:val="20"/>
          <w:szCs w:val="20"/>
        </w:rPr>
        <w:t>write</w:t>
      </w:r>
      <w:r w:rsidR="00420C20">
        <w:rPr>
          <w:rFonts w:ascii="Courier New" w:hAnsi="Courier New" w:cs="Courier New"/>
          <w:sz w:val="20"/>
          <w:szCs w:val="20"/>
        </w:rPr>
        <w:t>_chunk</w:t>
      </w:r>
      <w:r w:rsidR="00F76636">
        <w:t xml:space="preserve"> to write compressed data </w:t>
      </w:r>
      <w:r w:rsidR="00420C20">
        <w:t>avoid</w:t>
      </w:r>
      <w:r w:rsidR="00F76636">
        <w:t>s</w:t>
      </w:r>
      <w:r w:rsidR="00420C20">
        <w:t xml:space="preserve"> the performance bottleneck in the </w:t>
      </w:r>
      <w:r w:rsidR="00F76636">
        <w:t xml:space="preserve">HDF5 </w:t>
      </w:r>
      <w:r w:rsidR="00420C20">
        <w:t xml:space="preserve">filter pipeline.  </w:t>
      </w:r>
    </w:p>
    <w:p w14:paraId="6AE961DE" w14:textId="77777777" w:rsidR="007334D4" w:rsidRDefault="007334D4" w:rsidP="00613EB2"/>
    <w:p w14:paraId="2E3199BE" w14:textId="7127E800" w:rsidR="00927B93" w:rsidRDefault="00C2514D" w:rsidP="00613EB2">
      <w:r>
        <w:lastRenderedPageBreak/>
        <w:t>The test was run on a Linux 2.6.18 / 64-bit Intel x86_64 machine (koala).</w:t>
      </w:r>
      <w:r w:rsidR="00EF6C7F">
        <w:t xml:space="preserve"> </w:t>
      </w:r>
      <w:r w:rsidR="007334D4">
        <w:t xml:space="preserve">  </w:t>
      </w:r>
      <w:r w:rsidR="00804893">
        <w:t>The dataset contains 100 chunks.  Only one chunk is written to the file per write call.  The number of writes is 100.  The time measurem</w:t>
      </w:r>
      <w:r w:rsidR="003A5E89">
        <w:t>ent is for the entire dataset with</w:t>
      </w:r>
      <w:r w:rsidR="00804893">
        <w:t xml:space="preserve"> the Unix system function </w:t>
      </w:r>
      <w:r w:rsidR="00804893" w:rsidRPr="003A5E89">
        <w:rPr>
          <w:rFonts w:ascii="Courier New" w:hAnsi="Courier New"/>
          <w:sz w:val="20"/>
          <w:szCs w:val="20"/>
        </w:rPr>
        <w:t>gettimeofday</w:t>
      </w:r>
      <w:r w:rsidR="00804893">
        <w:t xml:space="preserve">.  Writing the entire dataset with one write call takes almost the same amount of time as writing chunk by chunk.  In order to force the system to flush the data to the file, </w:t>
      </w:r>
      <w:r w:rsidR="003A5E89">
        <w:t xml:space="preserve">the </w:t>
      </w:r>
      <w:r w:rsidR="003A5E89" w:rsidRPr="003A5E89">
        <w:rPr>
          <w:rFonts w:ascii="Courier New" w:hAnsi="Courier New"/>
          <w:sz w:val="20"/>
          <w:szCs w:val="20"/>
        </w:rPr>
        <w:t>O_SYNC</w:t>
      </w:r>
      <w:r w:rsidR="003A5E89">
        <w:t xml:space="preserve"> flag is used to open the file.</w:t>
      </w:r>
    </w:p>
    <w:p w14:paraId="22FC365F" w14:textId="77777777" w:rsidR="003A5E89" w:rsidRDefault="003A5E89" w:rsidP="00613EB2"/>
    <w:p w14:paraId="196F1EB3" w14:textId="4D77FE36" w:rsidR="00611674" w:rsidRPr="00EF4F23" w:rsidRDefault="001B5527" w:rsidP="00EF4F23">
      <w:pPr>
        <w:pStyle w:val="TableCaption"/>
      </w:pPr>
      <w:bookmarkStart w:id="0" w:name="_Ref131822051"/>
      <w:r w:rsidRPr="00501224">
        <w:t xml:space="preserve">Table </w:t>
      </w:r>
      <w:fldSimple w:instr=" SEQ Table \* ARABIC ">
        <w:r w:rsidR="009B78FE">
          <w:rPr>
            <w:noProof/>
          </w:rPr>
          <w:t>1</w:t>
        </w:r>
      </w:fldSimple>
      <w:bookmarkEnd w:id="0"/>
      <w:r w:rsidR="00C2514D">
        <w:t xml:space="preserve">. Performance result for </w:t>
      </w:r>
      <w:r w:rsidR="006B0162">
        <w:rPr>
          <w:rFonts w:ascii="Courier New" w:hAnsi="Courier New" w:cs="Courier New"/>
          <w:sz w:val="20"/>
          <w:szCs w:val="20"/>
        </w:rPr>
        <w:t>H5DO</w:t>
      </w:r>
      <w:r w:rsidR="00C2514D" w:rsidRPr="00304D19">
        <w:rPr>
          <w:rFonts w:ascii="Courier New" w:hAnsi="Courier New" w:cs="Courier New"/>
          <w:sz w:val="20"/>
          <w:szCs w:val="20"/>
        </w:rPr>
        <w:t>write</w:t>
      </w:r>
      <w:r w:rsidR="006B0162">
        <w:rPr>
          <w:rFonts w:ascii="Courier New" w:hAnsi="Courier New" w:cs="Courier New"/>
          <w:sz w:val="20"/>
          <w:szCs w:val="20"/>
        </w:rPr>
        <w:t>_chunk</w:t>
      </w:r>
    </w:p>
    <w:tbl>
      <w:tblPr>
        <w:tblW w:w="0" w:type="auto"/>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4711"/>
        <w:gridCol w:w="896"/>
        <w:gridCol w:w="833"/>
        <w:gridCol w:w="888"/>
        <w:gridCol w:w="903"/>
        <w:gridCol w:w="888"/>
        <w:gridCol w:w="903"/>
      </w:tblGrid>
      <w:tr w:rsidR="00EF4F23" w:rsidRPr="00656B16" w14:paraId="35221E15" w14:textId="77777777" w:rsidTr="00420C20">
        <w:trPr>
          <w:cantSplit/>
        </w:trPr>
        <w:tc>
          <w:tcPr>
            <w:tcW w:w="4719" w:type="dxa"/>
            <w:tcBorders>
              <w:top w:val="single" w:sz="12" w:space="0" w:color="008000"/>
              <w:bottom w:val="single" w:sz="8" w:space="0" w:color="008000"/>
            </w:tcBorders>
            <w:shd w:val="clear" w:color="auto" w:fill="auto"/>
          </w:tcPr>
          <w:p w14:paraId="7920AC5F" w14:textId="77777777" w:rsidR="00EF4F23" w:rsidRDefault="00EF4F23" w:rsidP="00EF4F23">
            <w:pPr>
              <w:pStyle w:val="TableHeading"/>
              <w:keepNext/>
            </w:pPr>
            <w:r>
              <w:t>Dataset size (MB)</w:t>
            </w:r>
          </w:p>
          <w:p w14:paraId="7581A1C8" w14:textId="77777777" w:rsidR="00EF4F23" w:rsidRPr="00736567" w:rsidRDefault="00EF4F23" w:rsidP="00EF4F23">
            <w:pPr>
              <w:pStyle w:val="TableHeading"/>
              <w:keepNext/>
            </w:pPr>
            <w:r w:rsidRPr="00FB244E">
              <w:rPr>
                <w:color w:val="808080" w:themeColor="background1" w:themeShade="80"/>
              </w:rPr>
              <w:t xml:space="preserve">    </w:t>
            </w:r>
            <w:r w:rsidRPr="00736567">
              <w:t>Size after compression (MB)</w:t>
            </w:r>
          </w:p>
          <w:p w14:paraId="09287DCE" w14:textId="77777777" w:rsidR="00EF4F23" w:rsidRPr="00736567" w:rsidRDefault="00EF4F23" w:rsidP="00EF4F23">
            <w:pPr>
              <w:pStyle w:val="TableHeading"/>
              <w:keepNext/>
            </w:pPr>
            <w:r w:rsidRPr="00736567">
              <w:t xml:space="preserve">    Dataset dimensionality</w:t>
            </w:r>
          </w:p>
          <w:p w14:paraId="716EFCF5" w14:textId="77777777" w:rsidR="00EF4F23" w:rsidRPr="00736567" w:rsidRDefault="00EF4F23" w:rsidP="00EF4F23">
            <w:pPr>
              <w:pStyle w:val="TableHeading"/>
              <w:keepNext/>
            </w:pPr>
            <w:r w:rsidRPr="00736567">
              <w:t xml:space="preserve">    Chunk dimensionality</w:t>
            </w:r>
          </w:p>
          <w:p w14:paraId="49EB3AE4" w14:textId="77777777" w:rsidR="00EF4F23" w:rsidRPr="00FB244E" w:rsidRDefault="00EF4F23" w:rsidP="00EF4F23">
            <w:pPr>
              <w:pStyle w:val="TableHeading"/>
              <w:keepNext/>
              <w:rPr>
                <w:color w:val="808080" w:themeColor="background1" w:themeShade="80"/>
              </w:rPr>
            </w:pPr>
            <w:r w:rsidRPr="00736567">
              <w:t xml:space="preserve">    Datatype</w:t>
            </w:r>
          </w:p>
        </w:tc>
        <w:tc>
          <w:tcPr>
            <w:tcW w:w="1729" w:type="dxa"/>
            <w:gridSpan w:val="2"/>
            <w:tcBorders>
              <w:top w:val="single" w:sz="12" w:space="0" w:color="008000"/>
              <w:bottom w:val="single" w:sz="8" w:space="0" w:color="008000"/>
            </w:tcBorders>
            <w:shd w:val="clear" w:color="auto" w:fill="D9D9D9" w:themeFill="background1" w:themeFillShade="D9"/>
          </w:tcPr>
          <w:p w14:paraId="603F0847" w14:textId="77777777" w:rsidR="00EF4F23" w:rsidRPr="00656B16" w:rsidRDefault="00EF4F23" w:rsidP="00EF4F23">
            <w:pPr>
              <w:pStyle w:val="TableHeading"/>
              <w:keepNext/>
            </w:pPr>
            <w:r w:rsidRPr="00656B16">
              <w:t xml:space="preserve">95.37    </w:t>
            </w:r>
          </w:p>
          <w:p w14:paraId="6D2D889F" w14:textId="77777777" w:rsidR="00EF4F23" w:rsidRPr="00656B16" w:rsidRDefault="00EF4F23" w:rsidP="00EF4F23">
            <w:pPr>
              <w:pStyle w:val="TableHeading"/>
              <w:keepNext/>
            </w:pPr>
            <w:r w:rsidRPr="00656B16">
              <w:t xml:space="preserve">64.14 </w:t>
            </w:r>
          </w:p>
          <w:p w14:paraId="06DF2D22" w14:textId="77777777" w:rsidR="00EF4F23" w:rsidRPr="00656B16" w:rsidRDefault="00EF4F23" w:rsidP="00EF4F23">
            <w:pPr>
              <w:pStyle w:val="TableHeading"/>
              <w:keepNext/>
            </w:pPr>
            <w:r w:rsidRPr="00656B16">
              <w:t>100x1000x250</w:t>
            </w:r>
          </w:p>
          <w:p w14:paraId="3AD31E16" w14:textId="77777777" w:rsidR="00EF4F23" w:rsidRPr="00656B16" w:rsidRDefault="00EF4F23" w:rsidP="00EF4F23">
            <w:pPr>
              <w:pStyle w:val="TableHeading"/>
              <w:keepNext/>
            </w:pPr>
            <w:r w:rsidRPr="00656B16">
              <w:t>1000x250</w:t>
            </w:r>
          </w:p>
          <w:p w14:paraId="5035F653" w14:textId="77777777" w:rsidR="00EF4F23" w:rsidRPr="00656B16" w:rsidRDefault="00EF4F23" w:rsidP="00EF4F23">
            <w:pPr>
              <w:pStyle w:val="TableHeading"/>
              <w:keepNext/>
            </w:pPr>
            <w:r w:rsidRPr="00656B16">
              <w:t>4-byte integer</w:t>
            </w:r>
          </w:p>
        </w:tc>
        <w:tc>
          <w:tcPr>
            <w:tcW w:w="1787" w:type="dxa"/>
            <w:gridSpan w:val="2"/>
            <w:tcBorders>
              <w:top w:val="single" w:sz="12" w:space="0" w:color="008000"/>
              <w:bottom w:val="single" w:sz="8" w:space="0" w:color="008000"/>
            </w:tcBorders>
            <w:shd w:val="clear" w:color="auto" w:fill="auto"/>
          </w:tcPr>
          <w:p w14:paraId="4137C12B" w14:textId="77777777" w:rsidR="00EF4F23" w:rsidRPr="00656B16" w:rsidRDefault="00EF4F23" w:rsidP="00EF4F23">
            <w:pPr>
              <w:pStyle w:val="TableHeading"/>
              <w:keepNext/>
            </w:pPr>
            <w:r w:rsidRPr="00656B16">
              <w:t>762.94</w:t>
            </w:r>
          </w:p>
          <w:p w14:paraId="12FA617F" w14:textId="77777777" w:rsidR="00EF4F23" w:rsidRPr="00656B16" w:rsidRDefault="00EF4F23" w:rsidP="00EF4F23">
            <w:pPr>
              <w:pStyle w:val="TableHeading"/>
              <w:keepNext/>
            </w:pPr>
            <w:r w:rsidRPr="00656B16">
              <w:t>512.94</w:t>
            </w:r>
          </w:p>
          <w:p w14:paraId="2A7AF491" w14:textId="77777777" w:rsidR="00EF4F23" w:rsidRPr="00656B16" w:rsidRDefault="00EF4F23" w:rsidP="00EF4F23">
            <w:pPr>
              <w:pStyle w:val="TableHeading"/>
              <w:keepNext/>
            </w:pPr>
            <w:r w:rsidRPr="00656B16">
              <w:t>100x2000x1000</w:t>
            </w:r>
          </w:p>
          <w:p w14:paraId="4A0537B1" w14:textId="77777777" w:rsidR="00EF4F23" w:rsidRPr="00656B16" w:rsidRDefault="00EF4F23" w:rsidP="00EF4F23">
            <w:pPr>
              <w:pStyle w:val="TableHeading"/>
              <w:keepNext/>
            </w:pPr>
            <w:r w:rsidRPr="00656B16">
              <w:t>2000x1000</w:t>
            </w:r>
          </w:p>
          <w:p w14:paraId="4536530C" w14:textId="77777777" w:rsidR="00EF4F23" w:rsidRPr="00656B16" w:rsidRDefault="00EF4F23" w:rsidP="00EF4F23">
            <w:pPr>
              <w:pStyle w:val="TableHeading"/>
              <w:keepNext/>
            </w:pPr>
            <w:r w:rsidRPr="00656B16">
              <w:t>4-byte integer</w:t>
            </w:r>
          </w:p>
        </w:tc>
        <w:tc>
          <w:tcPr>
            <w:tcW w:w="1787" w:type="dxa"/>
            <w:gridSpan w:val="2"/>
            <w:tcBorders>
              <w:top w:val="single" w:sz="12" w:space="0" w:color="008000"/>
              <w:bottom w:val="single" w:sz="8" w:space="0" w:color="008000"/>
            </w:tcBorders>
            <w:shd w:val="clear" w:color="auto" w:fill="D9D9D9" w:themeFill="background1" w:themeFillShade="D9"/>
          </w:tcPr>
          <w:p w14:paraId="501CD3B7" w14:textId="77777777" w:rsidR="00EF4F23" w:rsidRPr="00656B16" w:rsidRDefault="00EF4F23" w:rsidP="00EF4F23">
            <w:pPr>
              <w:pStyle w:val="TableHeading"/>
              <w:keepNext/>
            </w:pPr>
            <w:r w:rsidRPr="00656B16">
              <w:t>2288.82</w:t>
            </w:r>
          </w:p>
          <w:p w14:paraId="7CF303F2" w14:textId="68C8B0CA" w:rsidR="00EF4F23" w:rsidRPr="00656B16" w:rsidRDefault="00EF4F23" w:rsidP="00EF4F23">
            <w:pPr>
              <w:pStyle w:val="TableHeading"/>
              <w:keepNext/>
            </w:pPr>
            <w:r w:rsidRPr="00656B16">
              <w:t>1538.81</w:t>
            </w:r>
          </w:p>
          <w:p w14:paraId="11EB4D68" w14:textId="77777777" w:rsidR="00EF4F23" w:rsidRPr="00656B16" w:rsidRDefault="00EF4F23" w:rsidP="00EF4F23">
            <w:pPr>
              <w:pStyle w:val="TableHeading"/>
              <w:keepNext/>
            </w:pPr>
            <w:r w:rsidRPr="00656B16">
              <w:t>100x2000x3000</w:t>
            </w:r>
          </w:p>
          <w:p w14:paraId="0B05573E" w14:textId="77777777" w:rsidR="00EF4F23" w:rsidRPr="00656B16" w:rsidRDefault="00EF4F23" w:rsidP="00EF4F23">
            <w:pPr>
              <w:pStyle w:val="TableHeading"/>
              <w:keepNext/>
            </w:pPr>
            <w:r w:rsidRPr="00656B16">
              <w:t>2000x3000</w:t>
            </w:r>
          </w:p>
          <w:p w14:paraId="66F08B6F" w14:textId="77777777" w:rsidR="00EF4F23" w:rsidRPr="00656B16" w:rsidRDefault="00EF4F23" w:rsidP="00EF4F23">
            <w:pPr>
              <w:pStyle w:val="TableHeading"/>
              <w:keepNext/>
            </w:pPr>
            <w:r w:rsidRPr="00656B16">
              <w:t xml:space="preserve">4-byte integer     </w:t>
            </w:r>
          </w:p>
        </w:tc>
      </w:tr>
      <w:tr w:rsidR="00EF4F23" w:rsidRPr="00FE0111" w14:paraId="0D6FBA9C" w14:textId="77777777" w:rsidTr="00420C20">
        <w:trPr>
          <w:cantSplit/>
        </w:trPr>
        <w:tc>
          <w:tcPr>
            <w:tcW w:w="4719" w:type="dxa"/>
            <w:shd w:val="clear" w:color="auto" w:fill="auto"/>
          </w:tcPr>
          <w:p w14:paraId="78E8CFA9" w14:textId="77777777" w:rsidR="00EF4F23" w:rsidRPr="00656B16" w:rsidRDefault="00EF4F23" w:rsidP="00EF4F23">
            <w:pPr>
              <w:rPr>
                <w:rFonts w:ascii="Courier New" w:hAnsi="Courier New" w:cs="Courier New"/>
                <w:sz w:val="20"/>
                <w:szCs w:val="20"/>
              </w:rPr>
            </w:pPr>
          </w:p>
        </w:tc>
        <w:tc>
          <w:tcPr>
            <w:tcW w:w="896" w:type="dxa"/>
            <w:shd w:val="clear" w:color="auto" w:fill="D9D9D9" w:themeFill="background1" w:themeFillShade="D9"/>
          </w:tcPr>
          <w:p w14:paraId="167383E7" w14:textId="77777777" w:rsidR="00EF4F23" w:rsidRPr="00656B16" w:rsidRDefault="00EF4F23" w:rsidP="00EF4F23">
            <w:pPr>
              <w:rPr>
                <w:vertAlign w:val="superscript"/>
              </w:rPr>
            </w:pPr>
            <w:r w:rsidRPr="00656B16">
              <w:t>speed</w:t>
            </w:r>
            <w:r w:rsidRPr="00656B16">
              <w:rPr>
                <w:vertAlign w:val="superscript"/>
              </w:rPr>
              <w:t>1</w:t>
            </w:r>
          </w:p>
        </w:tc>
        <w:tc>
          <w:tcPr>
            <w:tcW w:w="833" w:type="dxa"/>
            <w:shd w:val="clear" w:color="auto" w:fill="BFBFBF" w:themeFill="background1" w:themeFillShade="BF"/>
          </w:tcPr>
          <w:p w14:paraId="6897F1FB" w14:textId="77777777" w:rsidR="00EF4F23" w:rsidRPr="00656B16" w:rsidRDefault="00EF4F23" w:rsidP="00EF4F23">
            <w:pPr>
              <w:rPr>
                <w:vertAlign w:val="superscript"/>
              </w:rPr>
            </w:pPr>
            <w:r w:rsidRPr="00656B16">
              <w:t>time</w:t>
            </w:r>
            <w:r w:rsidRPr="00656B16">
              <w:rPr>
                <w:vertAlign w:val="superscript"/>
              </w:rPr>
              <w:t>2</w:t>
            </w:r>
          </w:p>
        </w:tc>
        <w:tc>
          <w:tcPr>
            <w:tcW w:w="888" w:type="dxa"/>
            <w:shd w:val="clear" w:color="auto" w:fill="auto"/>
          </w:tcPr>
          <w:p w14:paraId="282B2BD0" w14:textId="77777777" w:rsidR="00EF4F23" w:rsidRPr="00656B16" w:rsidRDefault="00EF4F23" w:rsidP="00EF4F23">
            <w:r w:rsidRPr="00656B16">
              <w:t xml:space="preserve">speed </w:t>
            </w:r>
          </w:p>
        </w:tc>
        <w:tc>
          <w:tcPr>
            <w:tcW w:w="899" w:type="dxa"/>
            <w:shd w:val="clear" w:color="auto" w:fill="BFBFBF" w:themeFill="background1" w:themeFillShade="BF"/>
          </w:tcPr>
          <w:p w14:paraId="1B3C872F" w14:textId="77777777" w:rsidR="00EF4F23" w:rsidRPr="00656B16" w:rsidRDefault="00EF4F23" w:rsidP="00EF4F23">
            <w:r w:rsidRPr="00656B16">
              <w:t>time</w:t>
            </w:r>
          </w:p>
        </w:tc>
        <w:tc>
          <w:tcPr>
            <w:tcW w:w="888" w:type="dxa"/>
            <w:shd w:val="clear" w:color="auto" w:fill="D9D9D9" w:themeFill="background1" w:themeFillShade="D9"/>
          </w:tcPr>
          <w:p w14:paraId="7C1AC786" w14:textId="77777777" w:rsidR="00EF4F23" w:rsidRPr="00656B16" w:rsidRDefault="00EF4F23" w:rsidP="00EF4F23">
            <w:r w:rsidRPr="00656B16">
              <w:t>speed</w:t>
            </w:r>
          </w:p>
        </w:tc>
        <w:tc>
          <w:tcPr>
            <w:tcW w:w="899" w:type="dxa"/>
            <w:shd w:val="clear" w:color="auto" w:fill="BFBFBF" w:themeFill="background1" w:themeFillShade="BF"/>
          </w:tcPr>
          <w:p w14:paraId="2A655B63" w14:textId="268CC800" w:rsidR="00EF4F23" w:rsidRPr="00656B16" w:rsidRDefault="001F06AC" w:rsidP="00EF4F23">
            <w:r w:rsidRPr="00656B16">
              <w:t>t</w:t>
            </w:r>
            <w:r w:rsidR="00EF4F23" w:rsidRPr="00656B16">
              <w:t>ime</w:t>
            </w:r>
          </w:p>
        </w:tc>
      </w:tr>
      <w:tr w:rsidR="00EF4F23" w:rsidRPr="00FE0111" w14:paraId="1D9B4F4E" w14:textId="77777777" w:rsidTr="00420C20">
        <w:trPr>
          <w:cantSplit/>
        </w:trPr>
        <w:tc>
          <w:tcPr>
            <w:tcW w:w="4719" w:type="dxa"/>
            <w:shd w:val="clear" w:color="auto" w:fill="auto"/>
          </w:tcPr>
          <w:p w14:paraId="1256BDC1" w14:textId="17F375BD" w:rsidR="00EF4F23" w:rsidRPr="00656B16" w:rsidRDefault="00EF4F23" w:rsidP="00EF4F23">
            <w:r w:rsidRPr="00656B16">
              <w:rPr>
                <w:rFonts w:ascii="Courier New" w:hAnsi="Courier New" w:cs="Courier New"/>
                <w:sz w:val="20"/>
                <w:szCs w:val="20"/>
              </w:rPr>
              <w:t>H5Dwrite</w:t>
            </w:r>
            <w:r w:rsidRPr="00656B16">
              <w:t xml:space="preserve"> </w:t>
            </w:r>
            <w:r w:rsidR="00A81955" w:rsidRPr="00656B16">
              <w:t xml:space="preserve">writes </w:t>
            </w:r>
            <w:r w:rsidRPr="00656B16">
              <w:t xml:space="preserve">without compression filter </w:t>
            </w:r>
          </w:p>
        </w:tc>
        <w:tc>
          <w:tcPr>
            <w:tcW w:w="896" w:type="dxa"/>
            <w:shd w:val="clear" w:color="auto" w:fill="D9D9D9" w:themeFill="background1" w:themeFillShade="D9"/>
          </w:tcPr>
          <w:p w14:paraId="24BA48BE" w14:textId="72AC4C7B" w:rsidR="00EF4F23" w:rsidRPr="00656B16" w:rsidRDefault="00EF4F23" w:rsidP="00EF4F23">
            <w:r w:rsidRPr="00656B16">
              <w:t>76.22</w:t>
            </w:r>
          </w:p>
        </w:tc>
        <w:tc>
          <w:tcPr>
            <w:tcW w:w="833" w:type="dxa"/>
            <w:shd w:val="clear" w:color="auto" w:fill="BFBFBF" w:themeFill="background1" w:themeFillShade="BF"/>
          </w:tcPr>
          <w:p w14:paraId="19855A45" w14:textId="6B0C93F8" w:rsidR="00EF4F23" w:rsidRPr="00656B16" w:rsidRDefault="00EF4F23" w:rsidP="00EF4F23">
            <w:r w:rsidRPr="00656B16">
              <w:t>1.25</w:t>
            </w:r>
          </w:p>
        </w:tc>
        <w:tc>
          <w:tcPr>
            <w:tcW w:w="888" w:type="dxa"/>
            <w:shd w:val="clear" w:color="auto" w:fill="auto"/>
          </w:tcPr>
          <w:p w14:paraId="2BE4DA37" w14:textId="51EABB99" w:rsidR="00EF4F23" w:rsidRPr="00656B16" w:rsidRDefault="00EF4F23" w:rsidP="00EF4F23">
            <w:r w:rsidRPr="00656B16">
              <w:t>95.66</w:t>
            </w:r>
          </w:p>
        </w:tc>
        <w:tc>
          <w:tcPr>
            <w:tcW w:w="899" w:type="dxa"/>
            <w:shd w:val="clear" w:color="auto" w:fill="BFBFBF" w:themeFill="background1" w:themeFillShade="BF"/>
          </w:tcPr>
          <w:p w14:paraId="05943EF5" w14:textId="3E858AE8" w:rsidR="00EF4F23" w:rsidRPr="00656B16" w:rsidRDefault="00EF4F23" w:rsidP="00EF4F23">
            <w:r w:rsidRPr="00656B16">
              <w:t>7.98</w:t>
            </w:r>
          </w:p>
        </w:tc>
        <w:tc>
          <w:tcPr>
            <w:tcW w:w="888" w:type="dxa"/>
            <w:shd w:val="clear" w:color="auto" w:fill="D9D9D9" w:themeFill="background1" w:themeFillShade="D9"/>
          </w:tcPr>
          <w:p w14:paraId="234001B7" w14:textId="44B0AD08" w:rsidR="00EF4F23" w:rsidRPr="00656B16" w:rsidRDefault="00EF4F23" w:rsidP="00EF4F23">
            <w:r w:rsidRPr="00656B16">
              <w:t>95.4</w:t>
            </w:r>
          </w:p>
        </w:tc>
        <w:tc>
          <w:tcPr>
            <w:tcW w:w="899" w:type="dxa"/>
            <w:shd w:val="clear" w:color="auto" w:fill="BFBFBF" w:themeFill="background1" w:themeFillShade="BF"/>
          </w:tcPr>
          <w:p w14:paraId="698E929C" w14:textId="501968C4" w:rsidR="00EF4F23" w:rsidRPr="00656B16" w:rsidRDefault="00EF4F23" w:rsidP="00EF4F23">
            <w:r w:rsidRPr="00656B16">
              <w:t>23.99</w:t>
            </w:r>
          </w:p>
        </w:tc>
      </w:tr>
      <w:tr w:rsidR="00EF4F23" w:rsidRPr="00FE0111" w14:paraId="714BA5B2" w14:textId="77777777" w:rsidTr="00420C20">
        <w:trPr>
          <w:cantSplit/>
        </w:trPr>
        <w:tc>
          <w:tcPr>
            <w:tcW w:w="4719" w:type="dxa"/>
            <w:shd w:val="clear" w:color="auto" w:fill="auto"/>
          </w:tcPr>
          <w:p w14:paraId="6A3E14A3" w14:textId="77777777" w:rsidR="00EF4F23" w:rsidRPr="00656B16" w:rsidRDefault="00EF4F23" w:rsidP="00EF4F23">
            <w:r w:rsidRPr="00656B16">
              <w:rPr>
                <w:rFonts w:ascii="Courier New" w:hAnsi="Courier New" w:cs="Courier New"/>
                <w:sz w:val="20"/>
                <w:szCs w:val="20"/>
              </w:rPr>
              <w:t>H5DOwrite_chunk</w:t>
            </w:r>
            <w:r w:rsidRPr="00656B16">
              <w:t xml:space="preserve"> writes uncompressed data</w:t>
            </w:r>
          </w:p>
        </w:tc>
        <w:tc>
          <w:tcPr>
            <w:tcW w:w="896" w:type="dxa"/>
            <w:shd w:val="clear" w:color="auto" w:fill="D9D9D9" w:themeFill="background1" w:themeFillShade="D9"/>
          </w:tcPr>
          <w:p w14:paraId="6AAA9EFC" w14:textId="0DC52115" w:rsidR="00EF4F23" w:rsidRPr="00656B16" w:rsidRDefault="00EF4F23" w:rsidP="00EF4F23">
            <w:r w:rsidRPr="00656B16">
              <w:t>76.99</w:t>
            </w:r>
          </w:p>
        </w:tc>
        <w:tc>
          <w:tcPr>
            <w:tcW w:w="833" w:type="dxa"/>
            <w:shd w:val="clear" w:color="auto" w:fill="BFBFBF" w:themeFill="background1" w:themeFillShade="BF"/>
          </w:tcPr>
          <w:p w14:paraId="2EA2075C" w14:textId="0AA498CA" w:rsidR="00EF4F23" w:rsidRPr="00656B16" w:rsidRDefault="00EF4F23" w:rsidP="00EF4F23">
            <w:r w:rsidRPr="00656B16">
              <w:t>1.24</w:t>
            </w:r>
          </w:p>
        </w:tc>
        <w:tc>
          <w:tcPr>
            <w:tcW w:w="888" w:type="dxa"/>
            <w:shd w:val="clear" w:color="auto" w:fill="auto"/>
          </w:tcPr>
          <w:p w14:paraId="190117C9" w14:textId="1ED7DD3A" w:rsidR="00EF4F23" w:rsidRPr="00656B16" w:rsidRDefault="00EF4F23" w:rsidP="00EF4F23">
            <w:r w:rsidRPr="00656B16">
              <w:t>96.24</w:t>
            </w:r>
          </w:p>
        </w:tc>
        <w:tc>
          <w:tcPr>
            <w:tcW w:w="899" w:type="dxa"/>
            <w:shd w:val="clear" w:color="auto" w:fill="BFBFBF" w:themeFill="background1" w:themeFillShade="BF"/>
          </w:tcPr>
          <w:p w14:paraId="59FA38CF" w14:textId="2DC736E1" w:rsidR="00EF4F23" w:rsidRPr="00656B16" w:rsidRDefault="00EF4F23" w:rsidP="00EF4F23">
            <w:r w:rsidRPr="00656B16">
              <w:t>7.93</w:t>
            </w:r>
          </w:p>
        </w:tc>
        <w:tc>
          <w:tcPr>
            <w:tcW w:w="888" w:type="dxa"/>
            <w:shd w:val="clear" w:color="auto" w:fill="D9D9D9" w:themeFill="background1" w:themeFillShade="D9"/>
          </w:tcPr>
          <w:p w14:paraId="6F623F47" w14:textId="421A71B2" w:rsidR="00EF4F23" w:rsidRPr="00656B16" w:rsidRDefault="00EF4F23" w:rsidP="00EF4F23">
            <w:r w:rsidRPr="00656B16">
              <w:t>94.72</w:t>
            </w:r>
          </w:p>
        </w:tc>
        <w:tc>
          <w:tcPr>
            <w:tcW w:w="899" w:type="dxa"/>
            <w:shd w:val="clear" w:color="auto" w:fill="BFBFBF" w:themeFill="background1" w:themeFillShade="BF"/>
          </w:tcPr>
          <w:p w14:paraId="27227E15" w14:textId="2FAA6B49" w:rsidR="00EF4F23" w:rsidRPr="00656B16" w:rsidRDefault="00EF4F23" w:rsidP="00EF4F23">
            <w:r w:rsidRPr="00656B16">
              <w:t>24.16</w:t>
            </w:r>
          </w:p>
        </w:tc>
      </w:tr>
      <w:tr w:rsidR="00EF4F23" w:rsidRPr="00FE0111" w14:paraId="30BA5DD5" w14:textId="77777777" w:rsidTr="00420C20">
        <w:trPr>
          <w:cantSplit/>
        </w:trPr>
        <w:tc>
          <w:tcPr>
            <w:tcW w:w="4719" w:type="dxa"/>
            <w:shd w:val="clear" w:color="auto" w:fill="auto"/>
          </w:tcPr>
          <w:p w14:paraId="7E209519" w14:textId="6B71E040" w:rsidR="00EF4F23" w:rsidRPr="00736567" w:rsidRDefault="00EF4F23" w:rsidP="00EF4F23">
            <w:pPr>
              <w:rPr>
                <w:b/>
              </w:rPr>
            </w:pPr>
            <w:r w:rsidRPr="00736567">
              <w:rPr>
                <w:rFonts w:ascii="Courier New" w:hAnsi="Courier New" w:cs="Courier New"/>
                <w:b/>
                <w:sz w:val="20"/>
                <w:szCs w:val="20"/>
              </w:rPr>
              <w:t xml:space="preserve">H5Dwrite </w:t>
            </w:r>
            <w:r w:rsidRPr="00736567">
              <w:rPr>
                <w:b/>
              </w:rPr>
              <w:t>w</w:t>
            </w:r>
            <w:r w:rsidR="00F76636" w:rsidRPr="00736567">
              <w:rPr>
                <w:b/>
              </w:rPr>
              <w:t>rites w</w:t>
            </w:r>
            <w:r w:rsidRPr="00736567">
              <w:rPr>
                <w:b/>
              </w:rPr>
              <w:t>ith compression filter</w:t>
            </w:r>
          </w:p>
        </w:tc>
        <w:tc>
          <w:tcPr>
            <w:tcW w:w="896" w:type="dxa"/>
            <w:shd w:val="clear" w:color="auto" w:fill="D9D9D9" w:themeFill="background1" w:themeFillShade="D9"/>
          </w:tcPr>
          <w:p w14:paraId="4304CE9A" w14:textId="77777777" w:rsidR="00EF4F23" w:rsidRPr="00736567" w:rsidRDefault="00EF4F23" w:rsidP="00EF4F23">
            <w:pPr>
              <w:rPr>
                <w:b/>
              </w:rPr>
            </w:pPr>
            <w:r w:rsidRPr="00736567">
              <w:rPr>
                <w:b/>
              </w:rPr>
              <w:t>2.68</w:t>
            </w:r>
          </w:p>
        </w:tc>
        <w:tc>
          <w:tcPr>
            <w:tcW w:w="833" w:type="dxa"/>
            <w:shd w:val="clear" w:color="auto" w:fill="BFBFBF" w:themeFill="background1" w:themeFillShade="BF"/>
          </w:tcPr>
          <w:p w14:paraId="2A76C0CA" w14:textId="77777777" w:rsidR="00EF4F23" w:rsidRPr="00736567" w:rsidRDefault="00EF4F23" w:rsidP="00EF4F23">
            <w:pPr>
              <w:rPr>
                <w:b/>
              </w:rPr>
            </w:pPr>
            <w:r w:rsidRPr="00736567">
              <w:rPr>
                <w:b/>
              </w:rPr>
              <w:t>35.59</w:t>
            </w:r>
          </w:p>
        </w:tc>
        <w:tc>
          <w:tcPr>
            <w:tcW w:w="888" w:type="dxa"/>
            <w:shd w:val="clear" w:color="auto" w:fill="auto"/>
          </w:tcPr>
          <w:p w14:paraId="28CECCDE" w14:textId="1A6702E0" w:rsidR="00EF4F23" w:rsidRPr="00736567" w:rsidRDefault="00EF4F23" w:rsidP="00EF4F23">
            <w:pPr>
              <w:rPr>
                <w:b/>
              </w:rPr>
            </w:pPr>
            <w:r w:rsidRPr="00736567">
              <w:rPr>
                <w:b/>
              </w:rPr>
              <w:t>2.68</w:t>
            </w:r>
          </w:p>
        </w:tc>
        <w:tc>
          <w:tcPr>
            <w:tcW w:w="899" w:type="dxa"/>
            <w:shd w:val="clear" w:color="auto" w:fill="BFBFBF" w:themeFill="background1" w:themeFillShade="BF"/>
          </w:tcPr>
          <w:p w14:paraId="20961F11" w14:textId="7392951F" w:rsidR="00EF4F23" w:rsidRPr="00736567" w:rsidRDefault="00EF4F23" w:rsidP="00EF4F23">
            <w:pPr>
              <w:rPr>
                <w:b/>
              </w:rPr>
            </w:pPr>
            <w:r w:rsidRPr="00736567">
              <w:rPr>
                <w:b/>
              </w:rPr>
              <w:t>284.68</w:t>
            </w:r>
          </w:p>
        </w:tc>
        <w:tc>
          <w:tcPr>
            <w:tcW w:w="888" w:type="dxa"/>
            <w:shd w:val="clear" w:color="auto" w:fill="D9D9D9" w:themeFill="background1" w:themeFillShade="D9"/>
          </w:tcPr>
          <w:p w14:paraId="3A328E6A" w14:textId="110593BF" w:rsidR="00EF4F23" w:rsidRPr="00736567" w:rsidRDefault="00EF4F23" w:rsidP="00EF4F23">
            <w:pPr>
              <w:rPr>
                <w:b/>
              </w:rPr>
            </w:pPr>
            <w:r w:rsidRPr="00736567">
              <w:rPr>
                <w:b/>
              </w:rPr>
              <w:t>2.66</w:t>
            </w:r>
          </w:p>
        </w:tc>
        <w:tc>
          <w:tcPr>
            <w:tcW w:w="899" w:type="dxa"/>
            <w:shd w:val="clear" w:color="auto" w:fill="BFBFBF" w:themeFill="background1" w:themeFillShade="BF"/>
          </w:tcPr>
          <w:p w14:paraId="408E5E09" w14:textId="77A70CF4" w:rsidR="00EF4F23" w:rsidRPr="00736567" w:rsidRDefault="00EF4F23" w:rsidP="00EF4F23">
            <w:pPr>
              <w:rPr>
                <w:b/>
              </w:rPr>
            </w:pPr>
            <w:r w:rsidRPr="00736567">
              <w:rPr>
                <w:b/>
              </w:rPr>
              <w:t>860.46</w:t>
            </w:r>
          </w:p>
        </w:tc>
      </w:tr>
      <w:tr w:rsidR="00EF4F23" w:rsidRPr="00FE0111" w14:paraId="329D9CB4" w14:textId="77777777" w:rsidTr="00420C20">
        <w:trPr>
          <w:cantSplit/>
        </w:trPr>
        <w:tc>
          <w:tcPr>
            <w:tcW w:w="4719" w:type="dxa"/>
            <w:shd w:val="clear" w:color="auto" w:fill="auto"/>
          </w:tcPr>
          <w:p w14:paraId="78AE70B1" w14:textId="77777777" w:rsidR="00EF4F23" w:rsidRPr="00736567" w:rsidRDefault="00EF4F23" w:rsidP="00EF4F23">
            <w:pPr>
              <w:rPr>
                <w:b/>
              </w:rPr>
            </w:pPr>
            <w:r w:rsidRPr="00736567">
              <w:rPr>
                <w:rFonts w:ascii="Courier New" w:hAnsi="Courier New" w:cs="Courier New"/>
                <w:b/>
                <w:sz w:val="20"/>
                <w:szCs w:val="20"/>
              </w:rPr>
              <w:t xml:space="preserve">H5DOwrite_chunk </w:t>
            </w:r>
            <w:r w:rsidRPr="00736567">
              <w:rPr>
                <w:b/>
              </w:rPr>
              <w:t>writes compressed data</w:t>
            </w:r>
          </w:p>
        </w:tc>
        <w:tc>
          <w:tcPr>
            <w:tcW w:w="896" w:type="dxa"/>
            <w:shd w:val="clear" w:color="auto" w:fill="D9D9D9" w:themeFill="background1" w:themeFillShade="D9"/>
          </w:tcPr>
          <w:p w14:paraId="57263EF8" w14:textId="2E8FFEA0" w:rsidR="00EF4F23" w:rsidRPr="00736567" w:rsidRDefault="00EF4F23" w:rsidP="00EF4F23">
            <w:pPr>
              <w:rPr>
                <w:b/>
              </w:rPr>
            </w:pPr>
            <w:r w:rsidRPr="00736567">
              <w:rPr>
                <w:b/>
              </w:rPr>
              <w:t>77.31</w:t>
            </w:r>
          </w:p>
        </w:tc>
        <w:tc>
          <w:tcPr>
            <w:tcW w:w="833" w:type="dxa"/>
            <w:shd w:val="clear" w:color="auto" w:fill="BFBFBF" w:themeFill="background1" w:themeFillShade="BF"/>
          </w:tcPr>
          <w:p w14:paraId="714A95EB" w14:textId="77777777" w:rsidR="00EF4F23" w:rsidRPr="00736567" w:rsidRDefault="00EF4F23" w:rsidP="00EF4F23">
            <w:pPr>
              <w:rPr>
                <w:b/>
              </w:rPr>
            </w:pPr>
            <w:r w:rsidRPr="00736567">
              <w:rPr>
                <w:b/>
              </w:rPr>
              <w:t>0.83</w:t>
            </w:r>
          </w:p>
        </w:tc>
        <w:tc>
          <w:tcPr>
            <w:tcW w:w="888" w:type="dxa"/>
            <w:shd w:val="clear" w:color="auto" w:fill="auto"/>
          </w:tcPr>
          <w:p w14:paraId="556652CE" w14:textId="7DF8E44F" w:rsidR="00EF4F23" w:rsidRPr="00736567" w:rsidRDefault="00EF4F23" w:rsidP="00EF4F23">
            <w:pPr>
              <w:rPr>
                <w:b/>
                <w:vertAlign w:val="superscript"/>
              </w:rPr>
            </w:pPr>
            <w:r w:rsidRPr="00736567">
              <w:rPr>
                <w:b/>
              </w:rPr>
              <w:t>94.71</w:t>
            </w:r>
          </w:p>
        </w:tc>
        <w:tc>
          <w:tcPr>
            <w:tcW w:w="899" w:type="dxa"/>
            <w:shd w:val="clear" w:color="auto" w:fill="BFBFBF" w:themeFill="background1" w:themeFillShade="BF"/>
          </w:tcPr>
          <w:p w14:paraId="51837B2E" w14:textId="74B5F38D" w:rsidR="00EF4F23" w:rsidRPr="00736567" w:rsidRDefault="00EF4F23" w:rsidP="00EF4F23">
            <w:pPr>
              <w:rPr>
                <w:b/>
              </w:rPr>
            </w:pPr>
            <w:r w:rsidRPr="00736567">
              <w:rPr>
                <w:b/>
              </w:rPr>
              <w:t>5.42</w:t>
            </w:r>
          </w:p>
        </w:tc>
        <w:tc>
          <w:tcPr>
            <w:tcW w:w="888" w:type="dxa"/>
            <w:shd w:val="clear" w:color="auto" w:fill="D9D9D9" w:themeFill="background1" w:themeFillShade="D9"/>
          </w:tcPr>
          <w:p w14:paraId="3C198574" w14:textId="08A5404E" w:rsidR="00EF4F23" w:rsidRPr="00736567" w:rsidRDefault="00EF4F23" w:rsidP="00EF4F23">
            <w:pPr>
              <w:rPr>
                <w:b/>
              </w:rPr>
            </w:pPr>
            <w:r w:rsidRPr="00736567">
              <w:rPr>
                <w:b/>
              </w:rPr>
              <w:t>96.91</w:t>
            </w:r>
          </w:p>
        </w:tc>
        <w:tc>
          <w:tcPr>
            <w:tcW w:w="899" w:type="dxa"/>
            <w:shd w:val="clear" w:color="auto" w:fill="BFBFBF" w:themeFill="background1" w:themeFillShade="BF"/>
          </w:tcPr>
          <w:p w14:paraId="3A2182A4" w14:textId="52318687" w:rsidR="00EF4F23" w:rsidRPr="00736567" w:rsidRDefault="00EF4F23" w:rsidP="00EF4F23">
            <w:pPr>
              <w:rPr>
                <w:b/>
              </w:rPr>
            </w:pPr>
            <w:r w:rsidRPr="00736567">
              <w:rPr>
                <w:b/>
              </w:rPr>
              <w:t>15.88</w:t>
            </w:r>
          </w:p>
        </w:tc>
      </w:tr>
      <w:tr w:rsidR="00EF4F23" w:rsidRPr="00FE0111" w14:paraId="55C1F9A0" w14:textId="77777777" w:rsidTr="00420C20">
        <w:trPr>
          <w:cantSplit/>
        </w:trPr>
        <w:tc>
          <w:tcPr>
            <w:tcW w:w="4719" w:type="dxa"/>
            <w:tcBorders>
              <w:bottom w:val="single" w:sz="12" w:space="0" w:color="008000"/>
            </w:tcBorders>
            <w:shd w:val="clear" w:color="auto" w:fill="auto"/>
          </w:tcPr>
          <w:p w14:paraId="63917809" w14:textId="0C962AB7" w:rsidR="00EF4F23" w:rsidRPr="00656B16" w:rsidRDefault="00EF4F23" w:rsidP="00EF4F23">
            <w:r w:rsidRPr="00656B16">
              <w:t xml:space="preserve">Unix writes </w:t>
            </w:r>
            <w:r w:rsidR="00F76636" w:rsidRPr="00656B16">
              <w:t>compressed data to</w:t>
            </w:r>
            <w:r w:rsidRPr="00656B16">
              <w:t xml:space="preserve"> Unix file</w:t>
            </w:r>
          </w:p>
        </w:tc>
        <w:tc>
          <w:tcPr>
            <w:tcW w:w="896" w:type="dxa"/>
            <w:tcBorders>
              <w:bottom w:val="single" w:sz="12" w:space="0" w:color="008000"/>
            </w:tcBorders>
            <w:shd w:val="clear" w:color="auto" w:fill="D9D9D9" w:themeFill="background1" w:themeFillShade="D9"/>
          </w:tcPr>
          <w:p w14:paraId="5EB6D885" w14:textId="1ED6297B" w:rsidR="00EF4F23" w:rsidRPr="00656B16" w:rsidRDefault="00EF4F23" w:rsidP="00EF4F23">
            <w:r w:rsidRPr="00656B16">
              <w:t>78.25</w:t>
            </w:r>
          </w:p>
        </w:tc>
        <w:tc>
          <w:tcPr>
            <w:tcW w:w="833" w:type="dxa"/>
            <w:tcBorders>
              <w:bottom w:val="single" w:sz="12" w:space="0" w:color="008000"/>
            </w:tcBorders>
            <w:shd w:val="clear" w:color="auto" w:fill="BFBFBF" w:themeFill="background1" w:themeFillShade="BF"/>
          </w:tcPr>
          <w:p w14:paraId="279D4BB2" w14:textId="25601351" w:rsidR="00EF4F23" w:rsidRPr="00656B16" w:rsidRDefault="00EF4F23" w:rsidP="00EF4F23">
            <w:r w:rsidRPr="00656B16">
              <w:t>0.82</w:t>
            </w:r>
          </w:p>
        </w:tc>
        <w:tc>
          <w:tcPr>
            <w:tcW w:w="888" w:type="dxa"/>
            <w:tcBorders>
              <w:bottom w:val="single" w:sz="12" w:space="0" w:color="008000"/>
            </w:tcBorders>
            <w:shd w:val="clear" w:color="auto" w:fill="auto"/>
          </w:tcPr>
          <w:p w14:paraId="586DBC49" w14:textId="505BA548" w:rsidR="00EF4F23" w:rsidRPr="00656B16" w:rsidRDefault="00EF4F23" w:rsidP="00EF4F23">
            <w:r w:rsidRPr="00656B16">
              <w:t>95.75</w:t>
            </w:r>
          </w:p>
        </w:tc>
        <w:tc>
          <w:tcPr>
            <w:tcW w:w="899" w:type="dxa"/>
            <w:tcBorders>
              <w:bottom w:val="single" w:sz="12" w:space="0" w:color="008000"/>
            </w:tcBorders>
            <w:shd w:val="clear" w:color="auto" w:fill="BFBFBF" w:themeFill="background1" w:themeFillShade="BF"/>
          </w:tcPr>
          <w:p w14:paraId="04DD2772" w14:textId="37DE5DFE" w:rsidR="00EF4F23" w:rsidRPr="00656B16" w:rsidRDefault="00EF4F23" w:rsidP="00EF4F23">
            <w:r w:rsidRPr="00656B16">
              <w:t>5.36</w:t>
            </w:r>
          </w:p>
        </w:tc>
        <w:tc>
          <w:tcPr>
            <w:tcW w:w="888" w:type="dxa"/>
            <w:tcBorders>
              <w:bottom w:val="single" w:sz="12" w:space="0" w:color="008000"/>
            </w:tcBorders>
            <w:shd w:val="clear" w:color="auto" w:fill="D9D9D9" w:themeFill="background1" w:themeFillShade="D9"/>
          </w:tcPr>
          <w:p w14:paraId="333EFB9C" w14:textId="4838A9AE" w:rsidR="00EF4F23" w:rsidRPr="00656B16" w:rsidRDefault="00EF4F23" w:rsidP="00EF4F23">
            <w:r w:rsidRPr="00656B16">
              <w:t>98.16</w:t>
            </w:r>
          </w:p>
        </w:tc>
        <w:tc>
          <w:tcPr>
            <w:tcW w:w="899" w:type="dxa"/>
            <w:tcBorders>
              <w:bottom w:val="single" w:sz="12" w:space="0" w:color="008000"/>
            </w:tcBorders>
            <w:shd w:val="clear" w:color="auto" w:fill="BFBFBF" w:themeFill="background1" w:themeFillShade="BF"/>
          </w:tcPr>
          <w:p w14:paraId="1247562F" w14:textId="75AFBF18" w:rsidR="00EF4F23" w:rsidRPr="00656B16" w:rsidRDefault="00EF4F23" w:rsidP="00EF4F23">
            <w:r w:rsidRPr="00656B16">
              <w:t>15.68</w:t>
            </w:r>
          </w:p>
        </w:tc>
      </w:tr>
    </w:tbl>
    <w:p w14:paraId="267AAEDE" w14:textId="78A68A5C" w:rsidR="00420C20" w:rsidRDefault="00420C20" w:rsidP="00420C20">
      <w:pPr>
        <w:rPr>
          <w:sz w:val="20"/>
          <w:szCs w:val="20"/>
        </w:rPr>
      </w:pPr>
      <w:r>
        <w:t xml:space="preserve">   </w:t>
      </w:r>
      <w:r>
        <w:rPr>
          <w:vertAlign w:val="superscript"/>
        </w:rPr>
        <w:t xml:space="preserve">1 </w:t>
      </w:r>
      <w:r>
        <w:rPr>
          <w:sz w:val="20"/>
          <w:szCs w:val="20"/>
        </w:rPr>
        <w:t>IO speed is in MB/s.</w:t>
      </w:r>
    </w:p>
    <w:p w14:paraId="56F97891" w14:textId="69F860CD" w:rsidR="00927B93" w:rsidRDefault="00420C20" w:rsidP="00613EB2">
      <w:pPr>
        <w:rPr>
          <w:sz w:val="20"/>
          <w:szCs w:val="20"/>
        </w:rPr>
      </w:pPr>
      <w:r>
        <w:rPr>
          <w:sz w:val="20"/>
          <w:szCs w:val="20"/>
          <w:vertAlign w:val="superscript"/>
        </w:rPr>
        <w:t xml:space="preserve">     2 </w:t>
      </w:r>
      <w:r>
        <w:rPr>
          <w:sz w:val="20"/>
          <w:szCs w:val="20"/>
        </w:rPr>
        <w:t>Time is in second (s).</w:t>
      </w:r>
    </w:p>
    <w:p w14:paraId="2816EF39" w14:textId="77777777" w:rsidR="00420C20" w:rsidRPr="00420C20" w:rsidRDefault="00420C20" w:rsidP="00613EB2">
      <w:pPr>
        <w:rPr>
          <w:sz w:val="20"/>
          <w:szCs w:val="20"/>
        </w:rPr>
      </w:pPr>
    </w:p>
    <w:p w14:paraId="3B932DB7" w14:textId="77777777" w:rsidR="00611674" w:rsidRDefault="000B4D26" w:rsidP="00611674">
      <w:pPr>
        <w:pStyle w:val="Heading2"/>
      </w:pPr>
      <w:r>
        <w:t xml:space="preserve">In the </w:t>
      </w:r>
      <w:r w:rsidR="00923CB5">
        <w:t xml:space="preserve">HDF5 </w:t>
      </w:r>
      <w:r>
        <w:t xml:space="preserve">High-level </w:t>
      </w:r>
      <w:r w:rsidR="00923CB5">
        <w:t xml:space="preserve">C </w:t>
      </w:r>
      <w:r>
        <w:t>Library</w:t>
      </w:r>
    </w:p>
    <w:p w14:paraId="184D938F" w14:textId="4810FC29" w:rsidR="001620E5" w:rsidRDefault="000B4D26" w:rsidP="001620E5">
      <w:r>
        <w:t xml:space="preserve">The second solution proposes that the new function </w:t>
      </w:r>
      <w:r w:rsidR="00C54A16">
        <w:t>is</w:t>
      </w:r>
      <w:r w:rsidR="0014310D">
        <w:t xml:space="preserve"> put into</w:t>
      </w:r>
      <w:r>
        <w:t xml:space="preserve"> the high-level library.  </w:t>
      </w:r>
      <w:r w:rsidR="00D01A36">
        <w:t xml:space="preserve">The function is still called </w:t>
      </w:r>
      <w:r w:rsidR="00D01A36" w:rsidRPr="00304D19">
        <w:rPr>
          <w:rFonts w:ascii="Courier New" w:hAnsi="Courier New" w:cs="Courier New"/>
          <w:sz w:val="20"/>
          <w:szCs w:val="20"/>
        </w:rPr>
        <w:t>H5DOwrite_chunk</w:t>
      </w:r>
      <w:r w:rsidR="00D01A36">
        <w:t xml:space="preserve">.  It is used in the same way as the first proposal (4.1). </w:t>
      </w:r>
    </w:p>
    <w:p w14:paraId="732292C3" w14:textId="77777777" w:rsidR="00927B93" w:rsidRDefault="00927B93" w:rsidP="001620E5"/>
    <w:p w14:paraId="10653D6D" w14:textId="77777777" w:rsidR="00C2514D" w:rsidRDefault="00C2514D" w:rsidP="00B24315">
      <w:pPr>
        <w:pStyle w:val="Heading3"/>
      </w:pPr>
      <w:r>
        <w:t>Discussion</w:t>
      </w:r>
    </w:p>
    <w:p w14:paraId="16F2385F" w14:textId="35ADBDF3" w:rsidR="001620E5" w:rsidRDefault="00EF6C7F" w:rsidP="001620E5">
      <w:r>
        <w:t>T</w:t>
      </w:r>
      <w:r w:rsidR="001620E5">
        <w:t>his approach require</w:t>
      </w:r>
      <w:r w:rsidR="00923CB5">
        <w:t>s</w:t>
      </w:r>
      <w:r w:rsidR="001620E5">
        <w:t xml:space="preserve"> </w:t>
      </w:r>
      <w:r w:rsidR="00923CB5">
        <w:t xml:space="preserve">additional considerations to ones discussed in </w:t>
      </w:r>
      <w:r w:rsidR="00C54A16">
        <w:t>section 4.1</w:t>
      </w:r>
      <w:r w:rsidR="001620E5">
        <w:t xml:space="preserve">.  Following the convention that all high-level functions use only the library’s public functions, this function should call </w:t>
      </w:r>
      <w:r w:rsidR="001620E5" w:rsidRPr="00304D19">
        <w:rPr>
          <w:rFonts w:ascii="Courier New" w:hAnsi="Courier New" w:cs="Courier New"/>
          <w:sz w:val="20"/>
          <w:szCs w:val="20"/>
        </w:rPr>
        <w:t>H5Dwrite</w:t>
      </w:r>
      <w:r w:rsidR="001620E5">
        <w:t xml:space="preserve">.  </w:t>
      </w:r>
      <w:r w:rsidR="00325AE8">
        <w:t xml:space="preserve">In order to </w:t>
      </w:r>
      <w:r w:rsidR="00103CEC">
        <w:t>call H5Dwrite the</w:t>
      </w:r>
      <w:r w:rsidR="00C54A16">
        <w:t xml:space="preserve"> following additional steps must be</w:t>
      </w:r>
      <w:r w:rsidR="00325AE8">
        <w:t xml:space="preserve"> taken: </w:t>
      </w:r>
      <w:r w:rsidR="00103CEC">
        <w:t>t</w:t>
      </w:r>
      <w:r w:rsidR="001620E5">
        <w:t xml:space="preserve">he parameters for direct chunk write </w:t>
      </w:r>
      <w:r w:rsidR="003944F9">
        <w:t xml:space="preserve">function </w:t>
      </w:r>
      <w:r w:rsidR="003944F9" w:rsidRPr="00304D19">
        <w:rPr>
          <w:rFonts w:ascii="Courier New" w:hAnsi="Courier New" w:cs="Courier New"/>
          <w:sz w:val="20"/>
          <w:szCs w:val="20"/>
        </w:rPr>
        <w:t>H5DOwrite_chunk</w:t>
      </w:r>
      <w:r w:rsidR="003944F9">
        <w:t xml:space="preserve"> </w:t>
      </w:r>
      <w:r w:rsidR="001620E5">
        <w:t xml:space="preserve">will be saved in the dataset transfer property list and be transferred into </w:t>
      </w:r>
      <w:r w:rsidR="001620E5" w:rsidRPr="00304D19">
        <w:rPr>
          <w:rFonts w:ascii="Courier New" w:hAnsi="Courier New" w:cs="Courier New"/>
          <w:sz w:val="20"/>
          <w:szCs w:val="20"/>
        </w:rPr>
        <w:t>H5D__</w:t>
      </w:r>
      <w:r w:rsidR="008752B3" w:rsidRPr="00304D19">
        <w:rPr>
          <w:rFonts w:ascii="Courier New" w:hAnsi="Courier New" w:cs="Courier New"/>
          <w:sz w:val="20"/>
          <w:szCs w:val="20"/>
        </w:rPr>
        <w:t>pre_</w:t>
      </w:r>
      <w:r w:rsidR="001620E5" w:rsidRPr="00304D19">
        <w:rPr>
          <w:rFonts w:ascii="Courier New" w:hAnsi="Courier New" w:cs="Courier New"/>
          <w:sz w:val="20"/>
          <w:szCs w:val="20"/>
        </w:rPr>
        <w:t>write</w:t>
      </w:r>
      <w:r w:rsidR="008752B3">
        <w:t xml:space="preserve"> (a new internal function).</w:t>
      </w:r>
      <w:r w:rsidR="001620E5">
        <w:t xml:space="preserve">  In </w:t>
      </w:r>
      <w:r w:rsidR="001620E5" w:rsidRPr="00304D19">
        <w:rPr>
          <w:rFonts w:ascii="Courier New" w:hAnsi="Courier New" w:cs="Courier New"/>
          <w:sz w:val="20"/>
          <w:szCs w:val="20"/>
        </w:rPr>
        <w:t>H5D__</w:t>
      </w:r>
      <w:r w:rsidR="008752B3" w:rsidRPr="00304D19">
        <w:rPr>
          <w:rFonts w:ascii="Courier New" w:hAnsi="Courier New" w:cs="Courier New"/>
          <w:sz w:val="20"/>
          <w:szCs w:val="20"/>
        </w:rPr>
        <w:t>pre_</w:t>
      </w:r>
      <w:r w:rsidR="001620E5" w:rsidRPr="00304D19">
        <w:rPr>
          <w:rFonts w:ascii="Courier New" w:hAnsi="Courier New" w:cs="Courier New"/>
          <w:sz w:val="20"/>
          <w:szCs w:val="20"/>
        </w:rPr>
        <w:t>write</w:t>
      </w:r>
      <w:r w:rsidR="001620E5">
        <w:t>, the library will retrieve the information for direct chunk write from the dataset transfer property list and handle it as a special case.  This approach</w:t>
      </w:r>
      <w:r w:rsidR="005B0690">
        <w:t xml:space="preserve"> has a clean organization of layering.</w:t>
      </w:r>
      <w:r w:rsidR="001620E5">
        <w:t xml:space="preserve"> </w:t>
      </w:r>
      <w:r w:rsidR="005B0690">
        <w:t xml:space="preserve"> But it </w:t>
      </w:r>
      <w:r w:rsidR="001620E5">
        <w:t>require</w:t>
      </w:r>
      <w:r w:rsidR="003944F9">
        <w:t>s</w:t>
      </w:r>
      <w:r w:rsidR="001620E5">
        <w:t xml:space="preserve"> the re-evaluation of the performance</w:t>
      </w:r>
      <w:r w:rsidR="003944F9">
        <w:t xml:space="preserve"> achieved with 4.1</w:t>
      </w:r>
      <w:r w:rsidR="001620E5">
        <w:t xml:space="preserve">, especially from the </w:t>
      </w:r>
      <w:r w:rsidR="003944F9">
        <w:t xml:space="preserve">customer’s </w:t>
      </w:r>
      <w:r w:rsidR="001620E5">
        <w:t xml:space="preserve">side.  </w:t>
      </w:r>
    </w:p>
    <w:p w14:paraId="656949B5" w14:textId="77777777" w:rsidR="00927B93" w:rsidRDefault="00927B93" w:rsidP="001620E5"/>
    <w:p w14:paraId="133DA39C" w14:textId="77777777" w:rsidR="00C2514D" w:rsidRDefault="00C2514D" w:rsidP="00B24315">
      <w:pPr>
        <w:pStyle w:val="Heading3"/>
      </w:pPr>
      <w:r>
        <w:t>Design</w:t>
      </w:r>
    </w:p>
    <w:p w14:paraId="3EBA5F01" w14:textId="77F88F94" w:rsidR="00A36D3A" w:rsidRDefault="000036F0" w:rsidP="00C2514D">
      <w:r>
        <w:t>Figure 3</w:t>
      </w:r>
      <w:r w:rsidR="00FB6204">
        <w:t xml:space="preserve"> </w:t>
      </w:r>
      <w:r w:rsidR="001D33FA">
        <w:t xml:space="preserve">below </w:t>
      </w:r>
      <w:r w:rsidR="00A36D3A">
        <w:t xml:space="preserve">shows the design layout for </w:t>
      </w:r>
      <w:r w:rsidR="00A36D3A" w:rsidRPr="00304D19">
        <w:rPr>
          <w:rFonts w:ascii="Courier New" w:hAnsi="Courier New" w:cs="Courier New"/>
          <w:sz w:val="20"/>
          <w:szCs w:val="20"/>
        </w:rPr>
        <w:t>H5DOwrite_chunk</w:t>
      </w:r>
      <w:r w:rsidR="00A36D3A">
        <w:t xml:space="preserve"> </w:t>
      </w:r>
      <w:r w:rsidR="00AC17E4">
        <w:t xml:space="preserve">in </w:t>
      </w:r>
      <w:r w:rsidR="001D33FA">
        <w:t xml:space="preserve">the </w:t>
      </w:r>
      <w:r w:rsidR="00AC17E4">
        <w:t xml:space="preserve">high-level library </w:t>
      </w:r>
      <w:r w:rsidR="00C54A16">
        <w:t>and the subsequent changes to</w:t>
      </w:r>
      <w:r w:rsidR="00A36D3A">
        <w:t xml:space="preserve"> internal functions in the library source code.</w:t>
      </w:r>
    </w:p>
    <w:p w14:paraId="0EDB8035" w14:textId="15A921CC" w:rsidR="00C2514D" w:rsidRDefault="00AC17E4" w:rsidP="00C2514D">
      <w:r>
        <w:t xml:space="preserve">The functionality of </w:t>
      </w:r>
      <w:r w:rsidR="001C28B9" w:rsidRPr="00304D19">
        <w:rPr>
          <w:rFonts w:ascii="Courier New" w:hAnsi="Courier New" w:cs="Courier New"/>
          <w:sz w:val="20"/>
          <w:szCs w:val="20"/>
        </w:rPr>
        <w:t>H5D__chunk_direct_writ</w:t>
      </w:r>
      <w:r w:rsidR="00304D19" w:rsidRPr="00304D19">
        <w:rPr>
          <w:rFonts w:ascii="Courier New" w:hAnsi="Courier New" w:cs="Courier New"/>
          <w:sz w:val="20"/>
          <w:szCs w:val="20"/>
        </w:rPr>
        <w:t>e</w:t>
      </w:r>
      <w:r w:rsidR="001C28B9">
        <w:t xml:space="preserve"> has </w:t>
      </w:r>
      <w:r>
        <w:t>been discussed in section 4.1</w:t>
      </w:r>
      <w:r w:rsidR="00A70328">
        <w:t xml:space="preserve">.  It bypasses the data gathering and scattering, data conversion, filter pipeline, and chunk cache and writes the data chunk to the file directly.  This diagram omits this part of </w:t>
      </w:r>
      <w:r w:rsidR="00C54A16">
        <w:t xml:space="preserve">the </w:t>
      </w:r>
      <w:r w:rsidR="00A70328">
        <w:t>design.  Please see Figure 1 in section 4.1.2 for the detail.</w:t>
      </w:r>
    </w:p>
    <w:p w14:paraId="15D238BD" w14:textId="77777777" w:rsidR="00927B93" w:rsidRDefault="00927B93" w:rsidP="00C2514D"/>
    <w:p w14:paraId="3CD76913" w14:textId="77777777" w:rsidR="00FB6204" w:rsidRDefault="00AC17E4" w:rsidP="00AC17E4">
      <w:pPr>
        <w:pStyle w:val="Heading3"/>
      </w:pPr>
      <w:r>
        <w:t>Implementation</w:t>
      </w:r>
    </w:p>
    <w:p w14:paraId="2EE6E382" w14:textId="77777777" w:rsidR="00AC17E4" w:rsidRDefault="00DC41CE" w:rsidP="00AC17E4">
      <w:r>
        <w:t xml:space="preserve">The functionality of </w:t>
      </w:r>
      <w:r w:rsidRPr="00304D19">
        <w:rPr>
          <w:rFonts w:ascii="Courier New" w:hAnsi="Courier New" w:cs="Courier New"/>
          <w:sz w:val="20"/>
          <w:szCs w:val="20"/>
        </w:rPr>
        <w:t>H5DOwrite_chunk</w:t>
      </w:r>
      <w:r>
        <w:t xml:space="preserve"> is implemented in the following steps:</w:t>
      </w:r>
    </w:p>
    <w:p w14:paraId="6AB2B164" w14:textId="77777777" w:rsidR="00DC41CE" w:rsidRDefault="00DC41CE" w:rsidP="00DC41CE">
      <w:pPr>
        <w:pStyle w:val="ListParagraph"/>
        <w:numPr>
          <w:ilvl w:val="0"/>
          <w:numId w:val="41"/>
        </w:numPr>
      </w:pPr>
      <w:r>
        <w:t xml:space="preserve">The </w:t>
      </w:r>
      <w:r w:rsidRPr="00304D19">
        <w:rPr>
          <w:rFonts w:ascii="Courier New" w:hAnsi="Courier New" w:cs="Courier New"/>
          <w:sz w:val="20"/>
          <w:szCs w:val="20"/>
        </w:rPr>
        <w:t>H5DOwrite_chunk</w:t>
      </w:r>
      <w:r>
        <w:t xml:space="preserve"> function in the high-level library sets a flag in the dataset transfer property list to indicate direct chunk write.  It also saves its parameters </w:t>
      </w:r>
      <w:r w:rsidRPr="00304D19">
        <w:rPr>
          <w:rFonts w:ascii="Courier New" w:hAnsi="Courier New" w:cs="Courier New"/>
          <w:sz w:val="20"/>
          <w:szCs w:val="20"/>
        </w:rPr>
        <w:t>filter</w:t>
      </w:r>
      <w:r w:rsidR="003944F9">
        <w:rPr>
          <w:rFonts w:ascii="Courier New" w:hAnsi="Courier New" w:cs="Courier New"/>
          <w:sz w:val="20"/>
          <w:szCs w:val="20"/>
        </w:rPr>
        <w:t>_mask</w:t>
      </w:r>
      <w:r>
        <w:t xml:space="preserve">, </w:t>
      </w:r>
      <w:r w:rsidRPr="00304D19">
        <w:rPr>
          <w:rFonts w:ascii="Courier New" w:hAnsi="Courier New" w:cs="Courier New"/>
          <w:sz w:val="20"/>
          <w:szCs w:val="20"/>
        </w:rPr>
        <w:t>offset</w:t>
      </w:r>
      <w:r>
        <w:t xml:space="preserve">, and </w:t>
      </w:r>
      <w:r w:rsidRPr="00304D19">
        <w:rPr>
          <w:rFonts w:ascii="Courier New" w:hAnsi="Courier New" w:cs="Courier New"/>
          <w:sz w:val="20"/>
          <w:szCs w:val="20"/>
        </w:rPr>
        <w:t>data_size</w:t>
      </w:r>
      <w:r>
        <w:t xml:space="preserve"> in the dataset transfer property list.</w:t>
      </w:r>
      <w:r w:rsidR="00547759">
        <w:t xml:space="preserve">  Then it calls </w:t>
      </w:r>
      <w:r w:rsidR="00547759" w:rsidRPr="00304D19">
        <w:rPr>
          <w:rFonts w:ascii="Courier New" w:hAnsi="Courier New" w:cs="Courier New"/>
          <w:sz w:val="20"/>
          <w:szCs w:val="20"/>
        </w:rPr>
        <w:t>H5Dwrite</w:t>
      </w:r>
      <w:r w:rsidR="00547759">
        <w:t xml:space="preserve"> </w:t>
      </w:r>
      <w:r w:rsidR="001D33FA">
        <w:t xml:space="preserve">since </w:t>
      </w:r>
      <w:r w:rsidR="00547759">
        <w:t>high-level function</w:t>
      </w:r>
      <w:r w:rsidR="001D33FA">
        <w:t>s</w:t>
      </w:r>
      <w:r w:rsidR="00547759">
        <w:t xml:space="preserve"> can only call the library’s API function.</w:t>
      </w:r>
    </w:p>
    <w:p w14:paraId="644C27E3" w14:textId="77777777" w:rsidR="00547759" w:rsidRDefault="00547759" w:rsidP="00DC41CE">
      <w:pPr>
        <w:pStyle w:val="ListParagraph"/>
        <w:numPr>
          <w:ilvl w:val="0"/>
          <w:numId w:val="41"/>
        </w:numPr>
      </w:pPr>
      <w:r>
        <w:t>Both regular write</w:t>
      </w:r>
      <w:r w:rsidR="001D33FA">
        <w:t>s</w:t>
      </w:r>
      <w:r>
        <w:t xml:space="preserve"> and direct chunk write</w:t>
      </w:r>
      <w:r w:rsidR="001D33FA">
        <w:t>s</w:t>
      </w:r>
      <w:r>
        <w:t xml:space="preserve"> go through </w:t>
      </w:r>
      <w:r w:rsidRPr="00304D19">
        <w:rPr>
          <w:rFonts w:ascii="Courier New" w:hAnsi="Courier New" w:cs="Courier New"/>
          <w:sz w:val="20"/>
          <w:szCs w:val="20"/>
        </w:rPr>
        <w:t>H5Dwrite</w:t>
      </w:r>
      <w:r>
        <w:t xml:space="preserve">.  </w:t>
      </w:r>
      <w:r w:rsidRPr="00304D19">
        <w:rPr>
          <w:rFonts w:ascii="Courier New" w:hAnsi="Courier New" w:cs="Courier New"/>
          <w:sz w:val="20"/>
          <w:szCs w:val="20"/>
        </w:rPr>
        <w:t>H5D__pre_write</w:t>
      </w:r>
      <w:r>
        <w:t xml:space="preserve"> (in </w:t>
      </w:r>
      <w:r w:rsidRPr="00547759">
        <w:rPr>
          <w:rFonts w:ascii="Courier New" w:hAnsi="Courier New" w:cs="Courier New"/>
          <w:sz w:val="20"/>
          <w:szCs w:val="20"/>
        </w:rPr>
        <w:t>H5Dio.c</w:t>
      </w:r>
      <w:r>
        <w:t xml:space="preserve">) is a new internal function that prepares for calling </w:t>
      </w:r>
      <w:r w:rsidRPr="00304D19">
        <w:rPr>
          <w:rFonts w:ascii="Courier New" w:hAnsi="Courier New" w:cs="Courier New"/>
          <w:sz w:val="20"/>
          <w:szCs w:val="20"/>
        </w:rPr>
        <w:t>H5D__write</w:t>
      </w:r>
      <w:r>
        <w:t xml:space="preserve"> or </w:t>
      </w:r>
      <w:r w:rsidRPr="00304D19">
        <w:rPr>
          <w:rFonts w:ascii="Courier New" w:hAnsi="Courier New" w:cs="Courier New"/>
          <w:sz w:val="20"/>
          <w:szCs w:val="20"/>
        </w:rPr>
        <w:t>H5D__chunk_direct_write</w:t>
      </w:r>
      <w:r>
        <w:t xml:space="preserve">.  </w:t>
      </w:r>
    </w:p>
    <w:p w14:paraId="58A31225" w14:textId="6D923F26" w:rsidR="00547759" w:rsidRDefault="0082630A" w:rsidP="00DC41CE">
      <w:pPr>
        <w:pStyle w:val="ListParagraph"/>
        <w:numPr>
          <w:ilvl w:val="0"/>
          <w:numId w:val="41"/>
        </w:numPr>
      </w:pPr>
      <w:r>
        <w:t xml:space="preserve">If </w:t>
      </w:r>
      <w:r w:rsidR="00547759">
        <w:t>the flag for direct chunk wr</w:t>
      </w:r>
      <w:r>
        <w:t xml:space="preserve">ite is on, </w:t>
      </w:r>
      <w:r w:rsidRPr="00304D19">
        <w:rPr>
          <w:rFonts w:ascii="Courier New" w:hAnsi="Courier New" w:cs="Courier New"/>
          <w:sz w:val="20"/>
          <w:szCs w:val="20"/>
        </w:rPr>
        <w:t>H5D__pre_write</w:t>
      </w:r>
      <w:r>
        <w:rPr>
          <w:rFonts w:ascii="Courier New" w:hAnsi="Courier New" w:cs="Courier New"/>
          <w:sz w:val="20"/>
          <w:szCs w:val="20"/>
        </w:rPr>
        <w:t xml:space="preserve"> </w:t>
      </w:r>
      <w:r>
        <w:t>will retrieve</w:t>
      </w:r>
      <w:r w:rsidR="00547759">
        <w:t xml:space="preserve"> the information</w:t>
      </w:r>
      <w:r w:rsidR="00EC1424">
        <w:t xml:space="preserve"> (</w:t>
      </w:r>
      <w:r w:rsidR="00EC1424" w:rsidRPr="00304D19">
        <w:rPr>
          <w:rFonts w:ascii="Courier New" w:hAnsi="Courier New" w:cs="Courier New"/>
          <w:sz w:val="20"/>
          <w:szCs w:val="20"/>
        </w:rPr>
        <w:t>filter</w:t>
      </w:r>
      <w:r w:rsidR="003944F9">
        <w:rPr>
          <w:rFonts w:ascii="Courier New" w:hAnsi="Courier New" w:cs="Courier New"/>
          <w:sz w:val="20"/>
          <w:szCs w:val="20"/>
        </w:rPr>
        <w:t>_mask</w:t>
      </w:r>
      <w:r w:rsidR="00EC1424">
        <w:t xml:space="preserve">, </w:t>
      </w:r>
      <w:r w:rsidR="00EC1424" w:rsidRPr="00304D19">
        <w:rPr>
          <w:rFonts w:ascii="Courier New" w:hAnsi="Courier New" w:cs="Courier New"/>
          <w:sz w:val="20"/>
          <w:szCs w:val="20"/>
        </w:rPr>
        <w:t>offset</w:t>
      </w:r>
      <w:r w:rsidR="00EC1424">
        <w:t xml:space="preserve">, and </w:t>
      </w:r>
      <w:r w:rsidR="00EC1424" w:rsidRPr="00304D19">
        <w:rPr>
          <w:rFonts w:ascii="Courier New" w:hAnsi="Courier New" w:cs="Courier New"/>
          <w:sz w:val="20"/>
          <w:szCs w:val="20"/>
        </w:rPr>
        <w:t>data_size</w:t>
      </w:r>
      <w:r w:rsidR="00EC1424">
        <w:rPr>
          <w:rFonts w:ascii="Courier New" w:hAnsi="Courier New" w:cs="Courier New"/>
          <w:sz w:val="20"/>
          <w:szCs w:val="20"/>
        </w:rPr>
        <w:t>)</w:t>
      </w:r>
      <w:r w:rsidR="00547759">
        <w:t xml:space="preserve"> for direct chunk write from the dataset transfer property list and invoke </w:t>
      </w:r>
      <w:r w:rsidR="00547759" w:rsidRPr="00304D19">
        <w:rPr>
          <w:rFonts w:ascii="Courier New" w:hAnsi="Courier New" w:cs="Courier New"/>
          <w:sz w:val="20"/>
          <w:szCs w:val="20"/>
        </w:rPr>
        <w:t>H5D__chunk_direct_write</w:t>
      </w:r>
      <w:r w:rsidR="00547759">
        <w:t xml:space="preserve"> (in </w:t>
      </w:r>
      <w:r w:rsidR="00547759" w:rsidRPr="00547759">
        <w:rPr>
          <w:rFonts w:ascii="Courier New" w:hAnsi="Courier New" w:cs="Courier New"/>
          <w:sz w:val="20"/>
          <w:szCs w:val="20"/>
        </w:rPr>
        <w:t>H5Dchunk.c</w:t>
      </w:r>
      <w:r w:rsidR="00547759">
        <w:t>).</w:t>
      </w:r>
    </w:p>
    <w:p w14:paraId="02FBF7C0" w14:textId="77777777" w:rsidR="00DC41CE" w:rsidRPr="00AC17E4" w:rsidRDefault="00547759" w:rsidP="00DC41CE">
      <w:pPr>
        <w:pStyle w:val="ListParagraph"/>
        <w:numPr>
          <w:ilvl w:val="0"/>
          <w:numId w:val="41"/>
        </w:numPr>
      </w:pPr>
      <w:r>
        <w:t xml:space="preserve">If it is </w:t>
      </w:r>
      <w:r w:rsidR="001D33FA">
        <w:t xml:space="preserve">a </w:t>
      </w:r>
      <w:r>
        <w:t xml:space="preserve">regular write, the </w:t>
      </w:r>
      <w:r w:rsidR="001D33FA">
        <w:t xml:space="preserve">direct chunk write </w:t>
      </w:r>
      <w:r>
        <w:t xml:space="preserve">flag is off.  </w:t>
      </w:r>
      <w:r w:rsidRPr="00304D19">
        <w:rPr>
          <w:rFonts w:ascii="Courier New" w:hAnsi="Courier New" w:cs="Courier New"/>
          <w:sz w:val="20"/>
          <w:szCs w:val="20"/>
        </w:rPr>
        <w:t>H5D__pre_write</w:t>
      </w:r>
      <w:r>
        <w:t xml:space="preserve"> </w:t>
      </w:r>
      <w:r w:rsidR="001D33FA">
        <w:t xml:space="preserve">would then </w:t>
      </w:r>
      <w:r>
        <w:t>invoke</w:t>
      </w:r>
      <w:r w:rsidRPr="00304D19">
        <w:rPr>
          <w:rFonts w:ascii="Courier New" w:hAnsi="Courier New" w:cs="Courier New"/>
        </w:rPr>
        <w:t xml:space="preserve"> </w:t>
      </w:r>
      <w:r w:rsidRPr="00304D19">
        <w:rPr>
          <w:rFonts w:ascii="Courier New" w:hAnsi="Courier New" w:cs="Courier New"/>
          <w:sz w:val="20"/>
          <w:szCs w:val="20"/>
        </w:rPr>
        <w:t>H5D__write</w:t>
      </w:r>
      <w:r>
        <w:t xml:space="preserve"> for </w:t>
      </w:r>
      <w:r w:rsidR="001D33FA">
        <w:t xml:space="preserve">a </w:t>
      </w:r>
      <w:r>
        <w:t xml:space="preserve">regular write.  </w:t>
      </w:r>
    </w:p>
    <w:p w14:paraId="175C4038" w14:textId="77777777" w:rsidR="00FB6204" w:rsidRDefault="00FB6204"/>
    <w:p w14:paraId="4918520D" w14:textId="77777777" w:rsidR="00DA0500" w:rsidRDefault="00DA0500">
      <w:pPr>
        <w:spacing w:after="0"/>
        <w:rPr>
          <w:rFonts w:eastAsiaTheme="minorEastAsia"/>
          <w:b/>
          <w:bCs/>
          <w:color w:val="000000" w:themeColor="text1"/>
          <w:szCs w:val="18"/>
          <w:lang w:bidi="en-US"/>
        </w:rPr>
      </w:pPr>
      <w:r>
        <w:br w:type="page"/>
      </w:r>
    </w:p>
    <w:p w14:paraId="4510A5EC" w14:textId="77777777" w:rsidR="00FB6204" w:rsidRDefault="000036F0" w:rsidP="00FB6204">
      <w:pPr>
        <w:pStyle w:val="FigureCaption"/>
      </w:pPr>
      <w:r>
        <w:lastRenderedPageBreak/>
        <w:tab/>
      </w:r>
      <w:r>
        <w:tab/>
        <w:t>Figure 3</w:t>
      </w:r>
      <w:r w:rsidR="00FB6204">
        <w:t xml:space="preserve">. Diagram for </w:t>
      </w:r>
      <w:r w:rsidR="00FB6204" w:rsidRPr="009232B4">
        <w:rPr>
          <w:rFonts w:ascii="Courier New" w:hAnsi="Courier New" w:cs="Courier New"/>
          <w:sz w:val="20"/>
          <w:szCs w:val="20"/>
        </w:rPr>
        <w:t>H5DOwrite_chunk</w:t>
      </w:r>
      <w:r w:rsidR="00D01A36" w:rsidRPr="00D01A36">
        <w:t xml:space="preserve"> </w:t>
      </w:r>
      <w:r w:rsidR="00D01A36">
        <w:t>in the high-level library</w:t>
      </w:r>
    </w:p>
    <w:p w14:paraId="2ABA2979" w14:textId="77777777" w:rsidR="00FB6204" w:rsidRDefault="00FB6204">
      <w:r>
        <w:rPr>
          <w:noProof/>
        </w:rPr>
        <mc:AlternateContent>
          <mc:Choice Requires="wps">
            <w:drawing>
              <wp:anchor distT="0" distB="0" distL="114300" distR="114300" simplePos="0" relativeHeight="251725824" behindDoc="0" locked="0" layoutInCell="1" allowOverlap="1" wp14:anchorId="0DE27824" wp14:editId="4427A697">
                <wp:simplePos x="0" y="0"/>
                <wp:positionH relativeFrom="column">
                  <wp:posOffset>2847340</wp:posOffset>
                </wp:positionH>
                <wp:positionV relativeFrom="paragraph">
                  <wp:posOffset>100330</wp:posOffset>
                </wp:positionV>
                <wp:extent cx="0" cy="4258310"/>
                <wp:effectExtent l="0" t="0" r="25400" b="34290"/>
                <wp:wrapNone/>
                <wp:docPr id="24" name="Straight Connector 24"/>
                <wp:cNvGraphicFramePr/>
                <a:graphic xmlns:a="http://schemas.openxmlformats.org/drawingml/2006/main">
                  <a:graphicData uri="http://schemas.microsoft.com/office/word/2010/wordprocessingShape">
                    <wps:wsp>
                      <wps:cNvCnPr/>
                      <wps:spPr>
                        <a:xfrm flipV="1">
                          <a:off x="0" y="0"/>
                          <a:ext cx="0" cy="4258310"/>
                        </a:xfrm>
                        <a:prstGeom prst="line">
                          <a:avLst/>
                        </a:prstGeom>
                        <a:ln w="9525">
                          <a:solidFill>
                            <a:schemeClr val="tx1"/>
                          </a:solidFill>
                          <a:prstDash val="dash"/>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24"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2pt,7.9pt" to="224.2pt,34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" strokecolor="black [3213]">
                <v:stroke dashstyle="dash"/>
              </v:line>
            </w:pict>
          </mc:Fallback>
        </mc:AlternateContent>
      </w:r>
      <w:r>
        <w:rPr>
          <w:noProof/>
        </w:rPr>
        <mc:AlternateContent>
          <mc:Choice Requires="wps">
            <w:drawing>
              <wp:anchor distT="0" distB="0" distL="114300" distR="114300" simplePos="0" relativeHeight="251724800" behindDoc="0" locked="0" layoutInCell="1" allowOverlap="1" wp14:anchorId="402EBA75" wp14:editId="5BB3FEE8">
                <wp:simplePos x="0" y="0"/>
                <wp:positionH relativeFrom="column">
                  <wp:posOffset>1143000</wp:posOffset>
                </wp:positionH>
                <wp:positionV relativeFrom="paragraph">
                  <wp:posOffset>102870</wp:posOffset>
                </wp:positionV>
                <wp:extent cx="0" cy="4258310"/>
                <wp:effectExtent l="0" t="0" r="25400" b="34290"/>
                <wp:wrapNone/>
                <wp:docPr id="23" name="Straight Connector 23"/>
                <wp:cNvGraphicFramePr/>
                <a:graphic xmlns:a="http://schemas.openxmlformats.org/drawingml/2006/main">
                  <a:graphicData uri="http://schemas.microsoft.com/office/word/2010/wordprocessingShape">
                    <wps:wsp>
                      <wps:cNvCnPr/>
                      <wps:spPr>
                        <a:xfrm flipV="1">
                          <a:off x="0" y="0"/>
                          <a:ext cx="0" cy="4258310"/>
                        </a:xfrm>
                        <a:prstGeom prst="line">
                          <a:avLst/>
                        </a:prstGeom>
                        <a:ln w="9525">
                          <a:solidFill>
                            <a:schemeClr val="tx1"/>
                          </a:solidFill>
                          <a:prstDash val="dash"/>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23"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pt,8.1pt" to="90pt,34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" strokecolor="black [3213]">
                <v:stroke dashstyle="dash"/>
              </v:line>
            </w:pict>
          </mc:Fallback>
        </mc:AlternateContent>
      </w:r>
    </w:p>
    <w:p w14:paraId="42D5DF86" w14:textId="77777777" w:rsidR="00FB6204" w:rsidRDefault="00FB6204"/>
    <w:p w14:paraId="21ECE5FB" w14:textId="77777777" w:rsidR="00FB6204" w:rsidRDefault="00FB6204">
      <w:r>
        <w:rPr>
          <w:noProof/>
        </w:rPr>
        <mc:AlternateContent>
          <mc:Choice Requires="wps">
            <w:drawing>
              <wp:anchor distT="0" distB="0" distL="114300" distR="114300" simplePos="0" relativeHeight="251722752" behindDoc="0" locked="0" layoutInCell="1" allowOverlap="1" wp14:anchorId="2346F368" wp14:editId="73F4B08C">
                <wp:simplePos x="0" y="0"/>
                <wp:positionH relativeFrom="column">
                  <wp:posOffset>3180715</wp:posOffset>
                </wp:positionH>
                <wp:positionV relativeFrom="paragraph">
                  <wp:posOffset>2048510</wp:posOffset>
                </wp:positionV>
                <wp:extent cx="1901190" cy="320040"/>
                <wp:effectExtent l="3175" t="0" r="6985" b="6985"/>
                <wp:wrapSquare wrapText="bothSides"/>
                <wp:docPr id="114" name="Text Box 114"/>
                <wp:cNvGraphicFramePr/>
                <a:graphic xmlns:a="http://schemas.openxmlformats.org/drawingml/2006/main">
                  <a:graphicData uri="http://schemas.microsoft.com/office/word/2010/wordprocessingShape">
                    <wps:wsp>
                      <wps:cNvSpPr txBox="1"/>
                      <wps:spPr>
                        <a:xfrm rot="16200000">
                          <a:off x="0" y="0"/>
                          <a:ext cx="1901190" cy="32004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5EC289D" w14:textId="77777777" w:rsidR="000E5775" w:rsidRDefault="000E5775" w:rsidP="006E0EDF">
                            <w:r>
                              <w:t>H5D__chunk_direct_write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14" o:spid="_x0000_s1048" type="#_x0000_t202" style="position:absolute;margin-left:250.45pt;margin-top:161.3pt;width:149.7pt;height:25.2pt;rotation:-90;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" fillcolor="white [3212]" stroked="f">
                <v:textbox>
                  <w:txbxContent>
                    <w:p w14:paraId="45EC289D" w14:textId="77777777" w:rsidR="00E91AD6" w:rsidRDefault="00E91AD6" w:rsidP="006E0EDF">
                      <w:r>
                        <w:t>H5D__chunk_direct_write</w:t>
                      </w:r>
                    </w:p>
                  </w:txbxContent>
                </v:textbox>
                <w10:wrap type="square"/>
              </v:shape>
            </w:pict>
          </mc:Fallback>
        </mc:AlternateContent>
      </w:r>
      <w:r>
        <w:rPr>
          <w:noProof/>
        </w:rPr>
        <mc:AlternateContent>
          <mc:Choice Requires="wps">
            <w:drawing>
              <wp:anchor distT="0" distB="0" distL="114300" distR="114300" simplePos="0" relativeHeight="251731968" behindDoc="0" locked="0" layoutInCell="1" allowOverlap="1" wp14:anchorId="0D25EDEA" wp14:editId="0324D1A6">
                <wp:simplePos x="0" y="0"/>
                <wp:positionH relativeFrom="column">
                  <wp:posOffset>643255</wp:posOffset>
                </wp:positionH>
                <wp:positionV relativeFrom="paragraph">
                  <wp:posOffset>457200</wp:posOffset>
                </wp:positionV>
                <wp:extent cx="1426210" cy="344170"/>
                <wp:effectExtent l="7620" t="0" r="3810" b="3810"/>
                <wp:wrapSquare wrapText="bothSides"/>
                <wp:docPr id="115" name="Text Box 115"/>
                <wp:cNvGraphicFramePr/>
                <a:graphic xmlns:a="http://schemas.openxmlformats.org/drawingml/2006/main">
                  <a:graphicData uri="http://schemas.microsoft.com/office/word/2010/wordprocessingShape">
                    <wps:wsp>
                      <wps:cNvSpPr txBox="1"/>
                      <wps:spPr>
                        <a:xfrm rot="16200000">
                          <a:off x="0" y="0"/>
                          <a:ext cx="1426210" cy="34417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E087D0" w14:textId="77777777" w:rsidR="000E5775" w:rsidRDefault="000E5775">
                            <w:r>
                              <w:t>H5DOwrite_chunk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15" o:spid="_x0000_s1049" type="#_x0000_t202" style="position:absolute;margin-left:50.65pt;margin-top:36pt;width:112.3pt;height:27.1pt;rotation:-9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" fillcolor="white [3212]" stroked="f">
                <v:textbox>
                  <w:txbxContent>
                    <w:p w14:paraId="75E087D0" w14:textId="77777777" w:rsidR="00E91AD6" w:rsidRDefault="00E91AD6">
                      <w:r>
                        <w:t>H5DOwrite_chunk</w:t>
                      </w:r>
                    </w:p>
                  </w:txbxContent>
                </v:textbox>
                <w10:wrap type="square"/>
              </v:shape>
            </w:pict>
          </mc:Fallback>
        </mc:AlternateContent>
      </w:r>
      <w:r>
        <w:rPr>
          <w:noProof/>
        </w:rPr>
        <mc:AlternateContent>
          <mc:Choice Requires="wps">
            <w:drawing>
              <wp:anchor distT="0" distB="0" distL="114300" distR="114300" simplePos="0" relativeHeight="251729920" behindDoc="0" locked="0" layoutInCell="1" allowOverlap="1" wp14:anchorId="368B8427" wp14:editId="2159A483">
                <wp:simplePos x="0" y="0"/>
                <wp:positionH relativeFrom="column">
                  <wp:posOffset>2856865</wp:posOffset>
                </wp:positionH>
                <wp:positionV relativeFrom="paragraph">
                  <wp:posOffset>3629025</wp:posOffset>
                </wp:positionV>
                <wp:extent cx="1133475" cy="320040"/>
                <wp:effectExtent l="0" t="0" r="0" b="10160"/>
                <wp:wrapSquare wrapText="bothSides"/>
                <wp:docPr id="116" name="Text Box 116"/>
                <wp:cNvGraphicFramePr/>
                <a:graphic xmlns:a="http://schemas.openxmlformats.org/drawingml/2006/main">
                  <a:graphicData uri="http://schemas.microsoft.com/office/word/2010/wordprocessingShape">
                    <wps:wsp>
                      <wps:cNvSpPr txBox="1"/>
                      <wps:spPr>
                        <a:xfrm>
                          <a:off x="0" y="0"/>
                          <a:ext cx="1133475" cy="320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8A9D33" w14:textId="77777777" w:rsidR="000E5775" w:rsidRDefault="000E5775" w:rsidP="006E0EDF">
                            <w:r>
                              <w:t>HDF5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16" o:spid="_x0000_s1050" type="#_x0000_t202" style="position:absolute;margin-left:224.95pt;margin-top:285.75pt;width:89.25pt;height:25.2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T7qNQCAAAa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" filled="f" stroked="f">
                <v:textbox>
                  <w:txbxContent>
                    <w:p w14:paraId="0E8A9D33" w14:textId="77777777" w:rsidR="00E91AD6" w:rsidRDefault="00E91AD6" w:rsidP="006E0EDF">
                      <w:r>
                        <w:t>HDF5 library</w:t>
                      </w:r>
                    </w:p>
                  </w:txbxContent>
                </v:textbox>
                <w10:wrap type="square"/>
              </v:shape>
            </w:pict>
          </mc:Fallback>
        </mc:AlternateContent>
      </w:r>
      <w:r>
        <w:rPr>
          <w:noProof/>
        </w:rPr>
        <mc:AlternateContent>
          <mc:Choice Requires="wps">
            <w:drawing>
              <wp:anchor distT="0" distB="0" distL="114300" distR="114300" simplePos="0" relativeHeight="251730944" behindDoc="0" locked="0" layoutInCell="1" allowOverlap="1" wp14:anchorId="070905FE" wp14:editId="003790EF">
                <wp:simplePos x="0" y="0"/>
                <wp:positionH relativeFrom="column">
                  <wp:posOffset>107315</wp:posOffset>
                </wp:positionH>
                <wp:positionV relativeFrom="paragraph">
                  <wp:posOffset>3605530</wp:posOffset>
                </wp:positionV>
                <wp:extent cx="985520" cy="320040"/>
                <wp:effectExtent l="0" t="0" r="0" b="10160"/>
                <wp:wrapSquare wrapText="bothSides"/>
                <wp:docPr id="117" name="Text Box 117"/>
                <wp:cNvGraphicFramePr/>
                <a:graphic xmlns:a="http://schemas.openxmlformats.org/drawingml/2006/main">
                  <a:graphicData uri="http://schemas.microsoft.com/office/word/2010/wordprocessingShape">
                    <wps:wsp>
                      <wps:cNvSpPr txBox="1"/>
                      <wps:spPr>
                        <a:xfrm>
                          <a:off x="0" y="0"/>
                          <a:ext cx="985520" cy="320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8768D2" w14:textId="77777777" w:rsidR="000E5775" w:rsidRDefault="000E5775" w:rsidP="006E0EDF">
                            <w:r>
                              <w:t>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17" o:spid="_x0000_s1051" type="#_x0000_t202" style="position:absolute;margin-left:8.45pt;margin-top:283.9pt;width:77.6pt;height:25.2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" filled="f" stroked="f">
                <v:textbox>
                  <w:txbxContent>
                    <w:p w14:paraId="588768D2" w14:textId="77777777" w:rsidR="00E91AD6" w:rsidRDefault="00E91AD6" w:rsidP="006E0EDF">
                      <w:r>
                        <w:t>Application</w:t>
                      </w:r>
                    </w:p>
                  </w:txbxContent>
                </v:textbox>
                <w10:wrap type="square"/>
              </v:shape>
            </w:pict>
          </mc:Fallback>
        </mc:AlternateContent>
      </w:r>
      <w:r>
        <w:rPr>
          <w:noProof/>
        </w:rPr>
        <mc:AlternateContent>
          <mc:Choice Requires="wps">
            <w:drawing>
              <wp:anchor distT="0" distB="0" distL="114300" distR="114300" simplePos="0" relativeHeight="251728896" behindDoc="0" locked="0" layoutInCell="1" allowOverlap="1" wp14:anchorId="6EBFC204" wp14:editId="4D82FF33">
                <wp:simplePos x="0" y="0"/>
                <wp:positionH relativeFrom="column">
                  <wp:posOffset>1161415</wp:posOffset>
                </wp:positionH>
                <wp:positionV relativeFrom="paragraph">
                  <wp:posOffset>3629025</wp:posOffset>
                </wp:positionV>
                <wp:extent cx="985520" cy="320040"/>
                <wp:effectExtent l="0" t="0" r="0" b="10160"/>
                <wp:wrapSquare wrapText="bothSides"/>
                <wp:docPr id="118" name="Text Box 118"/>
                <wp:cNvGraphicFramePr/>
                <a:graphic xmlns:a="http://schemas.openxmlformats.org/drawingml/2006/main">
                  <a:graphicData uri="http://schemas.microsoft.com/office/word/2010/wordprocessingShape">
                    <wps:wsp>
                      <wps:cNvSpPr txBox="1"/>
                      <wps:spPr>
                        <a:xfrm>
                          <a:off x="0" y="0"/>
                          <a:ext cx="985520" cy="320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E2D978" w14:textId="77777777" w:rsidR="000E5775" w:rsidRDefault="000E5775" w:rsidP="006E0EDF">
                            <w:r>
                              <w:t>HL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18" o:spid="_x0000_s1052" type="#_x0000_t202" style="position:absolute;margin-left:91.45pt;margin-top:285.75pt;width:77.6pt;height:25.2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" filled="f" stroked="f">
                <v:textbox>
                  <w:txbxContent>
                    <w:p w14:paraId="22E2D978" w14:textId="77777777" w:rsidR="00E91AD6" w:rsidRDefault="00E91AD6" w:rsidP="006E0EDF">
                      <w:r>
                        <w:t>HL library</w:t>
                      </w:r>
                    </w:p>
                  </w:txbxContent>
                </v:textbox>
                <w10:wrap type="square"/>
              </v:shape>
            </w:pict>
          </mc:Fallback>
        </mc:AlternateContent>
      </w:r>
      <w:r>
        <w:rPr>
          <w:noProof/>
        </w:rPr>
        <mc:AlternateContent>
          <mc:Choice Requires="wps">
            <w:drawing>
              <wp:anchor distT="0" distB="0" distL="114300" distR="114300" simplePos="0" relativeHeight="251723776" behindDoc="0" locked="0" layoutInCell="1" allowOverlap="1" wp14:anchorId="35853765" wp14:editId="52AAFECC">
                <wp:simplePos x="0" y="0"/>
                <wp:positionH relativeFrom="column">
                  <wp:posOffset>4229100</wp:posOffset>
                </wp:positionH>
                <wp:positionV relativeFrom="paragraph">
                  <wp:posOffset>2498090</wp:posOffset>
                </wp:positionV>
                <wp:extent cx="985520" cy="320040"/>
                <wp:effectExtent l="0" t="0" r="5080" b="10160"/>
                <wp:wrapSquare wrapText="bothSides"/>
                <wp:docPr id="119" name="Text Box 119"/>
                <wp:cNvGraphicFramePr/>
                <a:graphic xmlns:a="http://schemas.openxmlformats.org/drawingml/2006/main">
                  <a:graphicData uri="http://schemas.microsoft.com/office/word/2010/wordprocessingShape">
                    <wps:wsp>
                      <wps:cNvSpPr txBox="1"/>
                      <wps:spPr>
                        <a:xfrm>
                          <a:off x="0" y="0"/>
                          <a:ext cx="985520" cy="32004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BC7D273" w14:textId="77777777" w:rsidR="000E5775" w:rsidRDefault="000E5775" w:rsidP="006E0EDF">
                            <w:r>
                              <w:t>H5D__write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19" o:spid="_x0000_s1053" type="#_x0000_t202" style="position:absolute;margin-left:333pt;margin-top:196.7pt;width:77.6pt;height:25.2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" fillcolor="white [3212]" stroked="f">
                <v:textbox>
                  <w:txbxContent>
                    <w:p w14:paraId="4BC7D273" w14:textId="77777777" w:rsidR="00E91AD6" w:rsidRDefault="00E91AD6" w:rsidP="006E0EDF">
                      <w:r>
                        <w:t>H5D__write</w:t>
                      </w:r>
                    </w:p>
                  </w:txbxContent>
                </v:textbox>
                <w10:wrap type="square"/>
              </v:shape>
            </w:pict>
          </mc:Fallback>
        </mc:AlternateContent>
      </w:r>
      <w:r>
        <w:rPr>
          <w:noProof/>
        </w:rPr>
        <mc:AlternateContent>
          <mc:Choice Requires="wps">
            <w:drawing>
              <wp:anchor distT="0" distB="0" distL="114300" distR="114300" simplePos="0" relativeHeight="251727872" behindDoc="0" locked="0" layoutInCell="1" allowOverlap="1" wp14:anchorId="04FDC18A" wp14:editId="15F66E0D">
                <wp:simplePos x="0" y="0"/>
                <wp:positionH relativeFrom="column">
                  <wp:posOffset>3405505</wp:posOffset>
                </wp:positionH>
                <wp:positionV relativeFrom="paragraph">
                  <wp:posOffset>2485391</wp:posOffset>
                </wp:positionV>
                <wp:extent cx="0" cy="1029334"/>
                <wp:effectExtent l="0" t="0" r="25400" b="12700"/>
                <wp:wrapNone/>
                <wp:docPr id="26" name="Straight Connector 26"/>
                <wp:cNvGraphicFramePr/>
                <a:graphic xmlns:a="http://schemas.openxmlformats.org/drawingml/2006/main">
                  <a:graphicData uri="http://schemas.microsoft.com/office/word/2010/wordprocessingShape">
                    <wps:wsp>
                      <wps:cNvCnPr/>
                      <wps:spPr>
                        <a:xfrm flipV="1">
                          <a:off x="0" y="0"/>
                          <a:ext cx="0" cy="1029334"/>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26"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15pt,195.7pt" to="268.15pt,276.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" strokecolor="black [3213]"/>
            </w:pict>
          </mc:Fallback>
        </mc:AlternateContent>
      </w:r>
      <w:r>
        <w:rPr>
          <w:noProof/>
        </w:rPr>
        <mc:AlternateContent>
          <mc:Choice Requires="wps">
            <w:drawing>
              <wp:anchor distT="0" distB="0" distL="114300" distR="114300" simplePos="0" relativeHeight="251726848" behindDoc="0" locked="0" layoutInCell="1" allowOverlap="1" wp14:anchorId="29E8B4ED" wp14:editId="5F71B785">
                <wp:simplePos x="0" y="0"/>
                <wp:positionH relativeFrom="column">
                  <wp:posOffset>914400</wp:posOffset>
                </wp:positionH>
                <wp:positionV relativeFrom="paragraph">
                  <wp:posOffset>3514725</wp:posOffset>
                </wp:positionV>
                <wp:extent cx="3249295" cy="0"/>
                <wp:effectExtent l="50800" t="101600" r="0" b="127000"/>
                <wp:wrapNone/>
                <wp:docPr id="25" name="Straight Arrow Connector 25"/>
                <wp:cNvGraphicFramePr/>
                <a:graphic xmlns:a="http://schemas.openxmlformats.org/drawingml/2006/main">
                  <a:graphicData uri="http://schemas.microsoft.com/office/word/2010/wordprocessingShape">
                    <wps:wsp>
                      <wps:cNvCnPr/>
                      <wps:spPr>
                        <a:xfrm flipH="1">
                          <a:off x="0" y="0"/>
                          <a:ext cx="3249295" cy="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25" o:spid="_x0000_s1026" type="#_x0000_t32" style="position:absolute;margin-left:1in;margin-top:276.75pt;width:255.85pt;height:0;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" strokecolor="black [3213]">
                <v:stroke endarrow="open"/>
              </v:shape>
            </w:pict>
          </mc:Fallback>
        </mc:AlternateContent>
      </w:r>
      <w:r>
        <w:rPr>
          <w:noProof/>
        </w:rPr>
        <mc:AlternateContent>
          <mc:Choice Requires="wps">
            <w:drawing>
              <wp:anchor distT="0" distB="0" distL="114300" distR="114300" simplePos="0" relativeHeight="251713536" behindDoc="0" locked="0" layoutInCell="1" allowOverlap="1" wp14:anchorId="289A57D6" wp14:editId="44288382">
                <wp:simplePos x="0" y="0"/>
                <wp:positionH relativeFrom="column">
                  <wp:posOffset>2907665</wp:posOffset>
                </wp:positionH>
                <wp:positionV relativeFrom="paragraph">
                  <wp:posOffset>1792605</wp:posOffset>
                </wp:positionV>
                <wp:extent cx="914400" cy="692785"/>
                <wp:effectExtent l="0" t="0" r="25400" b="18415"/>
                <wp:wrapThrough wrapText="bothSides">
                  <wp:wrapPolygon edited="0">
                    <wp:start x="0" y="0"/>
                    <wp:lineTo x="0" y="21382"/>
                    <wp:lineTo x="21600" y="21382"/>
                    <wp:lineTo x="21600" y="0"/>
                    <wp:lineTo x="0" y="0"/>
                  </wp:wrapPolygon>
                </wp:wrapThrough>
                <wp:docPr id="120" name="Rounded Rectangle 120"/>
                <wp:cNvGraphicFramePr/>
                <a:graphic xmlns:a="http://schemas.openxmlformats.org/drawingml/2006/main">
                  <a:graphicData uri="http://schemas.microsoft.com/office/word/2010/wordprocessingShape">
                    <wps:wsp>
                      <wps:cNvSpPr/>
                      <wps:spPr>
                        <a:xfrm>
                          <a:off x="0" y="0"/>
                          <a:ext cx="914400" cy="692785"/>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1DF61AE7" w14:textId="77777777" w:rsidR="000E5775" w:rsidRDefault="000E5775" w:rsidP="006E0EDF">
                            <w:pPr>
                              <w:jc w:val="center"/>
                              <w:rPr>
                                <w:color w:val="000000" w:themeColor="text1"/>
                              </w:rPr>
                            </w:pPr>
                            <w:r>
                              <w:rPr>
                                <w:color w:val="000000" w:themeColor="text1"/>
                              </w:rPr>
                              <w:t>Direct chunk write</w:t>
                            </w:r>
                          </w:p>
                          <w:p w14:paraId="0572DAED" w14:textId="77777777" w:rsidR="000E5775" w:rsidRPr="00391D6C" w:rsidRDefault="000E5775" w:rsidP="006E0ED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120" o:spid="_x0000_s1054" style="position:absolute;margin-left:228.95pt;margin-top:141.15pt;width:1in;height:54.5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" filled="f" strokecolor="black [3213]">
                <v:textbox>
                  <w:txbxContent>
                    <w:p w14:paraId="1DF61AE7" w14:textId="77777777" w:rsidR="00E91AD6" w:rsidRDefault="00E91AD6" w:rsidP="006E0EDF">
                      <w:pPr>
                        <w:jc w:val="center"/>
                        <w:rPr>
                          <w:color w:val="000000" w:themeColor="text1"/>
                        </w:rPr>
                      </w:pPr>
                      <w:r>
                        <w:rPr>
                          <w:color w:val="000000" w:themeColor="text1"/>
                        </w:rPr>
                        <w:t>Direct chunk write</w:t>
                      </w:r>
                    </w:p>
                    <w:p w14:paraId="0572DAED" w14:textId="77777777" w:rsidR="00E91AD6" w:rsidRPr="00391D6C" w:rsidRDefault="00E91AD6" w:rsidP="006E0EDF">
                      <w:pPr>
                        <w:jc w:val="center"/>
                        <w:rPr>
                          <w:color w:val="000000" w:themeColor="text1"/>
                        </w:rPr>
                      </w:pPr>
                    </w:p>
                  </w:txbxContent>
                </v:textbox>
                <w10:wrap type="through"/>
              </v:roundrect>
            </w:pict>
          </mc:Fallback>
        </mc:AlternateContent>
      </w:r>
      <w:r>
        <w:rPr>
          <w:noProof/>
        </w:rPr>
        <mc:AlternateContent>
          <mc:Choice Requires="wps">
            <w:drawing>
              <wp:anchor distT="0" distB="0" distL="114300" distR="114300" simplePos="0" relativeHeight="251719680" behindDoc="0" locked="0" layoutInCell="1" allowOverlap="1" wp14:anchorId="6149F91A" wp14:editId="6DE64358">
                <wp:simplePos x="0" y="0"/>
                <wp:positionH relativeFrom="column">
                  <wp:posOffset>3838575</wp:posOffset>
                </wp:positionH>
                <wp:positionV relativeFrom="paragraph">
                  <wp:posOffset>2121535</wp:posOffset>
                </wp:positionV>
                <wp:extent cx="523240" cy="0"/>
                <wp:effectExtent l="50800" t="101600" r="0" b="127000"/>
                <wp:wrapNone/>
                <wp:docPr id="121" name="Straight Arrow Connector 121"/>
                <wp:cNvGraphicFramePr/>
                <a:graphic xmlns:a="http://schemas.openxmlformats.org/drawingml/2006/main">
                  <a:graphicData uri="http://schemas.microsoft.com/office/word/2010/wordprocessingShape">
                    <wps:wsp>
                      <wps:cNvCnPr/>
                      <wps:spPr>
                        <a:xfrm flipH="1">
                          <a:off x="0" y="0"/>
                          <a:ext cx="523240" cy="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121" o:spid="_x0000_s1026" type="#_x0000_t32" style="position:absolute;margin-left:302.25pt;margin-top:167.05pt;width:41.2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" strokecolor="black [3213]">
                <v:stroke endarrow="open"/>
              </v:shape>
            </w:pict>
          </mc:Fallback>
        </mc:AlternateContent>
      </w:r>
      <w:r>
        <w:rPr>
          <w:noProof/>
        </w:rPr>
        <mc:AlternateContent>
          <mc:Choice Requires="wps">
            <w:drawing>
              <wp:anchor distT="0" distB="0" distL="114300" distR="114300" simplePos="0" relativeHeight="251717632" behindDoc="0" locked="0" layoutInCell="1" allowOverlap="1" wp14:anchorId="35B26C33" wp14:editId="18EDA34B">
                <wp:simplePos x="0" y="0"/>
                <wp:positionH relativeFrom="column">
                  <wp:posOffset>4572000</wp:posOffset>
                </wp:positionH>
                <wp:positionV relativeFrom="paragraph">
                  <wp:posOffset>1228090</wp:posOffset>
                </wp:positionV>
                <wp:extent cx="0" cy="1955800"/>
                <wp:effectExtent l="101600" t="0" r="76200" b="76200"/>
                <wp:wrapNone/>
                <wp:docPr id="122" name="Straight Arrow Connector 122"/>
                <wp:cNvGraphicFramePr/>
                <a:graphic xmlns:a="http://schemas.openxmlformats.org/drawingml/2006/main">
                  <a:graphicData uri="http://schemas.microsoft.com/office/word/2010/wordprocessingShape">
                    <wps:wsp>
                      <wps:cNvCnPr/>
                      <wps:spPr>
                        <a:xfrm>
                          <a:off x="0" y="0"/>
                          <a:ext cx="0" cy="195580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122" o:spid="_x0000_s1026" type="#_x0000_t32" style="position:absolute;margin-left:5in;margin-top:96.7pt;width:0;height:15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" strokecolor="black [3213]">
                <v:stroke endarrow="open"/>
              </v:shape>
            </w:pict>
          </mc:Fallback>
        </mc:AlternateContent>
      </w:r>
      <w:r>
        <w:rPr>
          <w:noProof/>
        </w:rPr>
        <mc:AlternateContent>
          <mc:Choice Requires="wps">
            <w:drawing>
              <wp:anchor distT="0" distB="0" distL="114300" distR="114300" simplePos="0" relativeHeight="251735040" behindDoc="0" locked="0" layoutInCell="1" allowOverlap="1" wp14:anchorId="6F9E21A6" wp14:editId="207DE05B">
                <wp:simplePos x="0" y="0"/>
                <wp:positionH relativeFrom="column">
                  <wp:posOffset>4123055</wp:posOffset>
                </wp:positionH>
                <wp:positionV relativeFrom="paragraph">
                  <wp:posOffset>3183890</wp:posOffset>
                </wp:positionV>
                <wp:extent cx="914400" cy="702945"/>
                <wp:effectExtent l="0" t="0" r="25400" b="33655"/>
                <wp:wrapThrough wrapText="bothSides">
                  <wp:wrapPolygon edited="0">
                    <wp:start x="0" y="0"/>
                    <wp:lineTo x="0" y="21854"/>
                    <wp:lineTo x="21600" y="21854"/>
                    <wp:lineTo x="21600" y="0"/>
                    <wp:lineTo x="0" y="0"/>
                  </wp:wrapPolygon>
                </wp:wrapThrough>
                <wp:docPr id="123" name="Rounded Rectangle 123"/>
                <wp:cNvGraphicFramePr/>
                <a:graphic xmlns:a="http://schemas.openxmlformats.org/drawingml/2006/main">
                  <a:graphicData uri="http://schemas.microsoft.com/office/word/2010/wordprocessingShape">
                    <wps:wsp>
                      <wps:cNvSpPr/>
                      <wps:spPr>
                        <a:xfrm>
                          <a:off x="0" y="0"/>
                          <a:ext cx="914400" cy="702945"/>
                        </a:xfrm>
                        <a:prstGeom prst="roundRect">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5AEA69D7" w14:textId="77777777" w:rsidR="000E5775" w:rsidRDefault="000E5775" w:rsidP="006E0EDF">
                            <w:pPr>
                              <w:jc w:val="center"/>
                              <w:rPr>
                                <w:color w:val="000000" w:themeColor="text1"/>
                              </w:rPr>
                            </w:pPr>
                            <w:r>
                              <w:rPr>
                                <w:color w:val="000000" w:themeColor="text1"/>
                              </w:rPr>
                              <w:t>Regular data write</w:t>
                            </w:r>
                          </w:p>
                          <w:p w14:paraId="6DEB543D" w14:textId="77777777" w:rsidR="000E5775" w:rsidRPr="00391D6C" w:rsidRDefault="000E5775" w:rsidP="006E0ED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123" o:spid="_x0000_s1055" style="position:absolute;margin-left:324.65pt;margin-top:250.7pt;width:1in;height:55.35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" fillcolor="white [3212]" strokecolor="black [3213]">
                <v:textbox>
                  <w:txbxContent>
                    <w:p w14:paraId="5AEA69D7" w14:textId="77777777" w:rsidR="00E91AD6" w:rsidRDefault="00E91AD6" w:rsidP="006E0EDF">
                      <w:pPr>
                        <w:jc w:val="center"/>
                        <w:rPr>
                          <w:color w:val="000000" w:themeColor="text1"/>
                        </w:rPr>
                      </w:pPr>
                      <w:r>
                        <w:rPr>
                          <w:color w:val="000000" w:themeColor="text1"/>
                        </w:rPr>
                        <w:t>Regular data write</w:t>
                      </w:r>
                    </w:p>
                    <w:p w14:paraId="6DEB543D" w14:textId="77777777" w:rsidR="00E91AD6" w:rsidRPr="00391D6C" w:rsidRDefault="00E91AD6" w:rsidP="006E0EDF">
                      <w:pPr>
                        <w:jc w:val="center"/>
                        <w:rPr>
                          <w:color w:val="000000" w:themeColor="text1"/>
                        </w:rPr>
                      </w:pPr>
                    </w:p>
                  </w:txbxContent>
                </v:textbox>
                <w10:wrap type="through"/>
              </v:roundrect>
            </w:pict>
          </mc:Fallback>
        </mc:AlternateContent>
      </w:r>
      <w:r>
        <w:rPr>
          <w:noProof/>
        </w:rPr>
        <mc:AlternateContent>
          <mc:Choice Requires="wps">
            <w:drawing>
              <wp:anchor distT="0" distB="0" distL="114300" distR="114300" simplePos="0" relativeHeight="251720704" behindDoc="0" locked="0" layoutInCell="1" allowOverlap="1" wp14:anchorId="1814D110" wp14:editId="71A509A8">
                <wp:simplePos x="0" y="0"/>
                <wp:positionH relativeFrom="column">
                  <wp:posOffset>3199765</wp:posOffset>
                </wp:positionH>
                <wp:positionV relativeFrom="paragraph">
                  <wp:posOffset>1000125</wp:posOffset>
                </wp:positionV>
                <wp:extent cx="0" cy="571500"/>
                <wp:effectExtent l="101600" t="50800" r="76200" b="12700"/>
                <wp:wrapNone/>
                <wp:docPr id="124" name="Straight Arrow Connector 124"/>
                <wp:cNvGraphicFramePr/>
                <a:graphic xmlns:a="http://schemas.openxmlformats.org/drawingml/2006/main">
                  <a:graphicData uri="http://schemas.microsoft.com/office/word/2010/wordprocessingShape">
                    <wps:wsp>
                      <wps:cNvCnPr/>
                      <wps:spPr>
                        <a:xfrm flipV="1">
                          <a:off x="0" y="0"/>
                          <a:ext cx="0" cy="57150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124" o:spid="_x0000_s1026" type="#_x0000_t32" style="position:absolute;margin-left:251.95pt;margin-top:78.75pt;width:0;height:4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" strokecolor="black [3213]">
                <v:stroke endarrow="open"/>
              </v:shape>
            </w:pict>
          </mc:Fallback>
        </mc:AlternateContent>
      </w:r>
      <w:r>
        <w:rPr>
          <w:noProof/>
        </w:rPr>
        <mc:AlternateContent>
          <mc:Choice Requires="wps">
            <w:drawing>
              <wp:anchor distT="0" distB="0" distL="114300" distR="114300" simplePos="0" relativeHeight="251721728" behindDoc="0" locked="0" layoutInCell="1" allowOverlap="1" wp14:anchorId="637070BC" wp14:editId="6BA1BC21">
                <wp:simplePos x="0" y="0"/>
                <wp:positionH relativeFrom="column">
                  <wp:posOffset>1049656</wp:posOffset>
                </wp:positionH>
                <wp:positionV relativeFrom="paragraph">
                  <wp:posOffset>1571625</wp:posOffset>
                </wp:positionV>
                <wp:extent cx="2150744" cy="0"/>
                <wp:effectExtent l="0" t="0" r="34290" b="25400"/>
                <wp:wrapNone/>
                <wp:docPr id="125" name="Straight Connector 125"/>
                <wp:cNvGraphicFramePr/>
                <a:graphic xmlns:a="http://schemas.openxmlformats.org/drawingml/2006/main">
                  <a:graphicData uri="http://schemas.microsoft.com/office/word/2010/wordprocessingShape">
                    <wps:wsp>
                      <wps:cNvCnPr/>
                      <wps:spPr>
                        <a:xfrm flipH="1">
                          <a:off x="0" y="0"/>
                          <a:ext cx="2150744"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line id="Straight Connector 125" o:spid="_x0000_s1026" style="position:absolute;flip:x;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2.65pt,123.75pt" to="252pt,12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" strokecolor="black [3213]"/>
            </w:pict>
          </mc:Fallback>
        </mc:AlternateContent>
      </w:r>
      <w:r>
        <w:rPr>
          <w:noProof/>
        </w:rPr>
        <mc:AlternateContent>
          <mc:Choice Requires="wps">
            <w:drawing>
              <wp:anchor distT="0" distB="0" distL="114300" distR="114300" simplePos="0" relativeHeight="251734016" behindDoc="0" locked="0" layoutInCell="1" allowOverlap="1" wp14:anchorId="36BB240B" wp14:editId="44627CC2">
                <wp:simplePos x="0" y="0"/>
                <wp:positionH relativeFrom="column">
                  <wp:posOffset>4366260</wp:posOffset>
                </wp:positionH>
                <wp:positionV relativeFrom="paragraph">
                  <wp:posOffset>1947545</wp:posOffset>
                </wp:positionV>
                <wp:extent cx="412750" cy="342900"/>
                <wp:effectExtent l="0" t="0" r="19050" b="38100"/>
                <wp:wrapThrough wrapText="bothSides">
                  <wp:wrapPolygon edited="0">
                    <wp:start x="6646" y="0"/>
                    <wp:lineTo x="0" y="8000"/>
                    <wp:lineTo x="0" y="14400"/>
                    <wp:lineTo x="6646" y="22400"/>
                    <wp:lineTo x="14622" y="22400"/>
                    <wp:lineTo x="21268" y="14400"/>
                    <wp:lineTo x="21268" y="8000"/>
                    <wp:lineTo x="14622" y="0"/>
                    <wp:lineTo x="6646" y="0"/>
                  </wp:wrapPolygon>
                </wp:wrapThrough>
                <wp:docPr id="126" name="Decision 126"/>
                <wp:cNvGraphicFramePr/>
                <a:graphic xmlns:a="http://schemas.openxmlformats.org/drawingml/2006/main">
                  <a:graphicData uri="http://schemas.microsoft.com/office/word/2010/wordprocessingShape">
                    <wps:wsp>
                      <wps:cNvSpPr/>
                      <wps:spPr>
                        <a:xfrm>
                          <a:off x="0" y="0"/>
                          <a:ext cx="412750" cy="342900"/>
                        </a:xfrm>
                        <a:prstGeom prst="flowChartDecision">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110" coordsize="21600,21600" o:spt="110" path="m10800,0l0,10800,10800,21600,21600,10800xe">
                <v:stroke joinstyle="miter"/>
                <v:path gradientshapeok="t" o:connecttype="rect" textboxrect="5400,5400,16200,16200"/>
              </v:shapetype>
              <v:shape id="Decision 126" o:spid="_x0000_s1026" type="#_x0000_t110" style="position:absolute;margin-left:343.8pt;margin-top:153.35pt;width:32.5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" fillcolor="white [3212]" strokecolor="black [3213]">
                <w10:wrap type="through"/>
              </v:shape>
            </w:pict>
          </mc:Fallback>
        </mc:AlternateContent>
      </w:r>
      <w:r>
        <w:rPr>
          <w:noProof/>
        </w:rPr>
        <mc:AlternateContent>
          <mc:Choice Requires="wps">
            <w:drawing>
              <wp:anchor distT="0" distB="0" distL="114300" distR="114300" simplePos="0" relativeHeight="251710464" behindDoc="1" locked="0" layoutInCell="1" allowOverlap="1" wp14:anchorId="1158F240" wp14:editId="1C523793">
                <wp:simplePos x="0" y="0"/>
                <wp:positionH relativeFrom="column">
                  <wp:posOffset>1028700</wp:posOffset>
                </wp:positionH>
                <wp:positionV relativeFrom="paragraph">
                  <wp:posOffset>657225</wp:posOffset>
                </wp:positionV>
                <wp:extent cx="643255" cy="0"/>
                <wp:effectExtent l="0" t="101600" r="42545" b="127000"/>
                <wp:wrapNone/>
                <wp:docPr id="9" name="Straight Arrow Connector 9"/>
                <wp:cNvGraphicFramePr/>
                <a:graphic xmlns:a="http://schemas.openxmlformats.org/drawingml/2006/main">
                  <a:graphicData uri="http://schemas.microsoft.com/office/word/2010/wordprocessingShape">
                    <wps:wsp>
                      <wps:cNvCnPr/>
                      <wps:spPr>
                        <a:xfrm>
                          <a:off x="0" y="0"/>
                          <a:ext cx="643255" cy="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 id="Straight Arrow Connector 9" o:spid="_x0000_s1026" type="#_x0000_t32" style="position:absolute;margin-left:81pt;margin-top:51.75pt;width:50.65pt;height:0;z-index:-251606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" strokecolor="black [3213]">
                <v:stroke endarrow="open"/>
              </v:shape>
            </w:pict>
          </mc:Fallback>
        </mc:AlternateContent>
      </w:r>
      <w:r>
        <w:rPr>
          <w:noProof/>
        </w:rPr>
        <mc:AlternateContent>
          <mc:Choice Requires="wps">
            <w:drawing>
              <wp:anchor distT="0" distB="0" distL="114300" distR="114300" simplePos="0" relativeHeight="251714560" behindDoc="0" locked="0" layoutInCell="1" allowOverlap="1" wp14:anchorId="192AD055" wp14:editId="1A86FCC3">
                <wp:simplePos x="0" y="0"/>
                <wp:positionH relativeFrom="column">
                  <wp:posOffset>1671955</wp:posOffset>
                </wp:positionH>
                <wp:positionV relativeFrom="paragraph">
                  <wp:posOffset>85725</wp:posOffset>
                </wp:positionV>
                <wp:extent cx="1083310" cy="1143000"/>
                <wp:effectExtent l="0" t="0" r="34290" b="25400"/>
                <wp:wrapThrough wrapText="bothSides">
                  <wp:wrapPolygon edited="0">
                    <wp:start x="506" y="0"/>
                    <wp:lineTo x="0" y="1440"/>
                    <wp:lineTo x="0" y="20640"/>
                    <wp:lineTo x="506" y="21600"/>
                    <wp:lineTo x="21271" y="21600"/>
                    <wp:lineTo x="21777" y="20640"/>
                    <wp:lineTo x="21777" y="1440"/>
                    <wp:lineTo x="21271" y="0"/>
                    <wp:lineTo x="506" y="0"/>
                  </wp:wrapPolygon>
                </wp:wrapThrough>
                <wp:docPr id="127" name="Rounded Rectangle 127"/>
                <wp:cNvGraphicFramePr/>
                <a:graphic xmlns:a="http://schemas.openxmlformats.org/drawingml/2006/main">
                  <a:graphicData uri="http://schemas.microsoft.com/office/word/2010/wordprocessingShape">
                    <wps:wsp>
                      <wps:cNvSpPr/>
                      <wps:spPr>
                        <a:xfrm>
                          <a:off x="0" y="0"/>
                          <a:ext cx="1083310" cy="1143000"/>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12D1634" w14:textId="77777777" w:rsidR="000E5775" w:rsidRDefault="000E5775" w:rsidP="006E0EDF">
                            <w:pPr>
                              <w:jc w:val="center"/>
                              <w:rPr>
                                <w:color w:val="000000" w:themeColor="text1"/>
                              </w:rPr>
                            </w:pPr>
                            <w:r>
                              <w:rPr>
                                <w:color w:val="000000" w:themeColor="text1"/>
                              </w:rPr>
                              <w:t>Pack direct write info into DXPL.  Set direct write flag</w:t>
                            </w:r>
                          </w:p>
                          <w:p w14:paraId="69B9BD8D" w14:textId="77777777" w:rsidR="000E5775" w:rsidRPr="00F87226" w:rsidRDefault="000E5775" w:rsidP="006E0ED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127" o:spid="_x0000_s1056" style="position:absolute;margin-left:131.65pt;margin-top:6.75pt;width:85.3pt;height:9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" filled="f" strokecolor="black [3213]">
                <v:textbox>
                  <w:txbxContent>
                    <w:p w14:paraId="712D1634" w14:textId="77777777" w:rsidR="00E91AD6" w:rsidRDefault="00E91AD6" w:rsidP="006E0EDF">
                      <w:pPr>
                        <w:jc w:val="center"/>
                        <w:rPr>
                          <w:color w:val="000000" w:themeColor="text1"/>
                        </w:rPr>
                      </w:pPr>
                      <w:proofErr w:type="gramStart"/>
                      <w:r>
                        <w:rPr>
                          <w:color w:val="000000" w:themeColor="text1"/>
                        </w:rPr>
                        <w:t>Pack direct write</w:t>
                      </w:r>
                      <w:proofErr w:type="gramEnd"/>
                      <w:r>
                        <w:rPr>
                          <w:color w:val="000000" w:themeColor="text1"/>
                        </w:rPr>
                        <w:t xml:space="preserve"> info into DXPL.  Set direct write flag</w:t>
                      </w:r>
                    </w:p>
                    <w:p w14:paraId="69B9BD8D" w14:textId="77777777" w:rsidR="00E91AD6" w:rsidRPr="00F87226" w:rsidRDefault="00E91AD6" w:rsidP="006E0EDF">
                      <w:pPr>
                        <w:jc w:val="center"/>
                        <w:rPr>
                          <w:color w:val="000000" w:themeColor="text1"/>
                        </w:rPr>
                      </w:pPr>
                    </w:p>
                  </w:txbxContent>
                </v:textbox>
                <w10:wrap type="through"/>
              </v:roundrect>
            </w:pict>
          </mc:Fallback>
        </mc:AlternateContent>
      </w:r>
      <w:r>
        <w:rPr>
          <w:noProof/>
        </w:rPr>
        <mc:AlternateContent>
          <mc:Choice Requires="wps">
            <w:drawing>
              <wp:anchor distT="0" distB="0" distL="114300" distR="114300" simplePos="0" relativeHeight="251709440" behindDoc="1" locked="0" layoutInCell="1" allowOverlap="1" wp14:anchorId="479B7AF0" wp14:editId="32C82893">
                <wp:simplePos x="0" y="0"/>
                <wp:positionH relativeFrom="column">
                  <wp:posOffset>2776855</wp:posOffset>
                </wp:positionH>
                <wp:positionV relativeFrom="paragraph">
                  <wp:posOffset>657225</wp:posOffset>
                </wp:positionV>
                <wp:extent cx="1223645" cy="0"/>
                <wp:effectExtent l="0" t="101600" r="20955" b="127000"/>
                <wp:wrapNone/>
                <wp:docPr id="128" name="Straight Arrow Connector 128"/>
                <wp:cNvGraphicFramePr/>
                <a:graphic xmlns:a="http://schemas.openxmlformats.org/drawingml/2006/main">
                  <a:graphicData uri="http://schemas.microsoft.com/office/word/2010/wordprocessingShape">
                    <wps:wsp>
                      <wps:cNvCnPr/>
                      <wps:spPr>
                        <a:xfrm>
                          <a:off x="0" y="0"/>
                          <a:ext cx="1223645" cy="0"/>
                        </a:xfrm>
                        <a:prstGeom prst="straightConnector1">
                          <a:avLst/>
                        </a:prstGeom>
                        <a:ln w="9525">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 id="Straight Arrow Connector 128" o:spid="_x0000_s1026" type="#_x0000_t32" style="position:absolute;margin-left:218.65pt;margin-top:51.75pt;width:96.35pt;height:0;z-index:-251607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" strokecolor="black [3213]">
                <v:stroke endarrow="open"/>
              </v:shape>
            </w:pict>
          </mc:Fallback>
        </mc:AlternateContent>
      </w:r>
      <w:r>
        <w:rPr>
          <w:noProof/>
        </w:rPr>
        <mc:AlternateContent>
          <mc:Choice Requires="wps">
            <w:drawing>
              <wp:anchor distT="0" distB="0" distL="114300" distR="114300" simplePos="0" relativeHeight="251732992" behindDoc="1" locked="0" layoutInCell="1" allowOverlap="1" wp14:anchorId="43C94BA5" wp14:editId="1C67D448">
                <wp:simplePos x="0" y="0"/>
                <wp:positionH relativeFrom="column">
                  <wp:posOffset>2805430</wp:posOffset>
                </wp:positionH>
                <wp:positionV relativeFrom="paragraph">
                  <wp:posOffset>453390</wp:posOffset>
                </wp:positionV>
                <wp:extent cx="880745" cy="320040"/>
                <wp:effectExtent l="953" t="0" r="9207" b="9208"/>
                <wp:wrapSquare wrapText="bothSides"/>
                <wp:docPr id="129" name="Text Box 129"/>
                <wp:cNvGraphicFramePr/>
                <a:graphic xmlns:a="http://schemas.openxmlformats.org/drawingml/2006/main">
                  <a:graphicData uri="http://schemas.microsoft.com/office/word/2010/wordprocessingShape">
                    <wps:wsp>
                      <wps:cNvSpPr txBox="1"/>
                      <wps:spPr>
                        <a:xfrm rot="16200000">
                          <a:off x="0" y="0"/>
                          <a:ext cx="880745" cy="32004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CB9556D" w14:textId="77777777" w:rsidR="000E5775" w:rsidRDefault="000E5775">
                            <w:r>
                              <w:t>H5Dwrite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29" o:spid="_x0000_s1057" type="#_x0000_t202" style="position:absolute;margin-left:220.9pt;margin-top:35.7pt;width:69.35pt;height:25.2pt;rotation:-90;z-index:-251583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" fillcolor="white [3212]" stroked="f">
                <v:textbox>
                  <w:txbxContent>
                    <w:p w14:paraId="2CB9556D" w14:textId="77777777" w:rsidR="00E91AD6" w:rsidRDefault="00E91AD6">
                      <w:r>
                        <w:t>H5Dwrite</w:t>
                      </w:r>
                    </w:p>
                  </w:txbxContent>
                </v:textbox>
                <w10:wrap type="square"/>
              </v:shape>
            </w:pict>
          </mc:Fallback>
        </mc:AlternateContent>
      </w:r>
      <w:r>
        <w:rPr>
          <w:noProof/>
        </w:rPr>
        <mc:AlternateContent>
          <mc:Choice Requires="wps">
            <w:drawing>
              <wp:anchor distT="0" distB="0" distL="114300" distR="114300" simplePos="0" relativeHeight="251718656" behindDoc="0" locked="0" layoutInCell="1" allowOverlap="1" wp14:anchorId="564791BE" wp14:editId="12AEF9B9">
                <wp:simplePos x="0" y="0"/>
                <wp:positionH relativeFrom="column">
                  <wp:posOffset>3020695</wp:posOffset>
                </wp:positionH>
                <wp:positionV relativeFrom="paragraph">
                  <wp:posOffset>414020</wp:posOffset>
                </wp:positionV>
                <wp:extent cx="1315720" cy="320040"/>
                <wp:effectExtent l="0" t="10160" r="0" b="0"/>
                <wp:wrapSquare wrapText="bothSides"/>
                <wp:docPr id="130" name="Text Box 130"/>
                <wp:cNvGraphicFramePr/>
                <a:graphic xmlns:a="http://schemas.openxmlformats.org/drawingml/2006/main">
                  <a:graphicData uri="http://schemas.microsoft.com/office/word/2010/wordprocessingShape">
                    <wps:wsp>
                      <wps:cNvSpPr txBox="1"/>
                      <wps:spPr>
                        <a:xfrm rot="16200000">
                          <a:off x="0" y="0"/>
                          <a:ext cx="1315720" cy="320040"/>
                        </a:xfrm>
                        <a:prstGeom prst="rect">
                          <a:avLst/>
                        </a:prstGeom>
                        <a:solidFill>
                          <a:schemeClr val="bg1"/>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74E4AC" w14:textId="77777777" w:rsidR="000E5775" w:rsidRDefault="000E5775" w:rsidP="006E0EDF">
                            <w:r>
                              <w:t>H5D__pre_write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30" o:spid="_x0000_s1058" type="#_x0000_t202" style="position:absolute;margin-left:237.85pt;margin-top:32.6pt;width:103.6pt;height:25.2pt;rotation:-90;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" fillcolor="white [3212]" stroked="f">
                <v:textbox>
                  <w:txbxContent>
                    <w:p w14:paraId="2674E4AC" w14:textId="77777777" w:rsidR="00E91AD6" w:rsidRDefault="00E91AD6" w:rsidP="006E0EDF">
                      <w:r>
                        <w:t>H5D__pre_write</w:t>
                      </w:r>
                    </w:p>
                  </w:txbxContent>
                </v:textbox>
                <w10:wrap type="square"/>
              </v:shape>
            </w:pict>
          </mc:Fallback>
        </mc:AlternateContent>
      </w:r>
      <w:r>
        <w:rPr>
          <w:noProof/>
        </w:rPr>
        <mc:AlternateContent>
          <mc:Choice Requires="wps">
            <w:drawing>
              <wp:anchor distT="0" distB="0" distL="114300" distR="114300" simplePos="0" relativeHeight="251712512" behindDoc="0" locked="0" layoutInCell="1" allowOverlap="1" wp14:anchorId="5DAEDD8F" wp14:editId="1876AF5D">
                <wp:simplePos x="0" y="0"/>
                <wp:positionH relativeFrom="column">
                  <wp:posOffset>4015105</wp:posOffset>
                </wp:positionH>
                <wp:positionV relativeFrom="paragraph">
                  <wp:posOffset>62865</wp:posOffset>
                </wp:positionV>
                <wp:extent cx="1092200" cy="1165225"/>
                <wp:effectExtent l="0" t="0" r="25400" b="28575"/>
                <wp:wrapThrough wrapText="bothSides">
                  <wp:wrapPolygon edited="0">
                    <wp:start x="502" y="0"/>
                    <wp:lineTo x="0" y="1413"/>
                    <wp:lineTo x="0" y="20717"/>
                    <wp:lineTo x="502" y="21659"/>
                    <wp:lineTo x="21098" y="21659"/>
                    <wp:lineTo x="21600" y="20717"/>
                    <wp:lineTo x="21600" y="1413"/>
                    <wp:lineTo x="21098" y="0"/>
                    <wp:lineTo x="502" y="0"/>
                  </wp:wrapPolygon>
                </wp:wrapThrough>
                <wp:docPr id="131" name="Rounded Rectangle 131"/>
                <wp:cNvGraphicFramePr/>
                <a:graphic xmlns:a="http://schemas.openxmlformats.org/drawingml/2006/main">
                  <a:graphicData uri="http://schemas.microsoft.com/office/word/2010/wordprocessingShape">
                    <wps:wsp>
                      <wps:cNvSpPr/>
                      <wps:spPr>
                        <a:xfrm>
                          <a:off x="0" y="0"/>
                          <a:ext cx="1092200" cy="1165225"/>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49BDD6B6" w14:textId="77777777" w:rsidR="000E5775" w:rsidRPr="00F87226" w:rsidRDefault="000E5775" w:rsidP="006E0EDF">
                            <w:pPr>
                              <w:jc w:val="center"/>
                              <w:rPr>
                                <w:color w:val="000000" w:themeColor="text1"/>
                              </w:rPr>
                            </w:pPr>
                            <w:r>
                              <w:rPr>
                                <w:color w:val="000000" w:themeColor="text1"/>
                              </w:rPr>
                              <w:t>Retrieve direct write flag and info from DXPL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131" o:spid="_x0000_s1059" style="position:absolute;margin-left:316.15pt;margin-top:4.95pt;width:86pt;height:9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" filled="f" strokecolor="black [3213]">
                <v:textbox>
                  <w:txbxContent>
                    <w:p w14:paraId="49BDD6B6" w14:textId="77777777" w:rsidR="00E91AD6" w:rsidRPr="00F87226" w:rsidRDefault="00E91AD6" w:rsidP="006E0EDF">
                      <w:pPr>
                        <w:jc w:val="center"/>
                        <w:rPr>
                          <w:color w:val="000000" w:themeColor="text1"/>
                        </w:rPr>
                      </w:pPr>
                      <w:r>
                        <w:rPr>
                          <w:color w:val="000000" w:themeColor="text1"/>
                        </w:rPr>
                        <w:t>Retrieve direct write flag and info from DXPL</w:t>
                      </w:r>
                    </w:p>
                  </w:txbxContent>
                </v:textbox>
                <w10:wrap type="through"/>
              </v:roundrect>
            </w:pict>
          </mc:Fallback>
        </mc:AlternateContent>
      </w:r>
      <w:r>
        <w:rPr>
          <w:noProof/>
        </w:rPr>
        <mc:AlternateContent>
          <mc:Choice Requires="wps">
            <w:drawing>
              <wp:anchor distT="0" distB="0" distL="114300" distR="114300" simplePos="0" relativeHeight="251715584" behindDoc="0" locked="0" layoutInCell="1" allowOverlap="1" wp14:anchorId="1C32324B" wp14:editId="4CC020DE">
                <wp:simplePos x="0" y="0"/>
                <wp:positionH relativeFrom="column">
                  <wp:posOffset>122555</wp:posOffset>
                </wp:positionH>
                <wp:positionV relativeFrom="paragraph">
                  <wp:posOffset>1249045</wp:posOffset>
                </wp:positionV>
                <wp:extent cx="914400" cy="685800"/>
                <wp:effectExtent l="0" t="0" r="25400" b="25400"/>
                <wp:wrapThrough wrapText="bothSides">
                  <wp:wrapPolygon edited="0">
                    <wp:start x="0" y="0"/>
                    <wp:lineTo x="0" y="21600"/>
                    <wp:lineTo x="21600" y="21600"/>
                    <wp:lineTo x="21600" y="0"/>
                    <wp:lineTo x="0" y="0"/>
                  </wp:wrapPolygon>
                </wp:wrapThrough>
                <wp:docPr id="132" name="Rounded Rectangle 132"/>
                <wp:cNvGraphicFramePr/>
                <a:graphic xmlns:a="http://schemas.openxmlformats.org/drawingml/2006/main">
                  <a:graphicData uri="http://schemas.microsoft.com/office/word/2010/wordprocessingShape">
                    <wps:wsp>
                      <wps:cNvSpPr/>
                      <wps:spPr>
                        <a:xfrm>
                          <a:off x="0" y="0"/>
                          <a:ext cx="914400" cy="685800"/>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213EC94" w14:textId="77777777" w:rsidR="000E5775" w:rsidRDefault="000E5775" w:rsidP="006E0EDF">
                            <w:pPr>
                              <w:jc w:val="center"/>
                              <w:rPr>
                                <w:color w:val="000000" w:themeColor="text1"/>
                              </w:rPr>
                            </w:pPr>
                            <w:r>
                              <w:rPr>
                                <w:color w:val="000000" w:themeColor="text1"/>
                              </w:rPr>
                              <w:t>Write regular data</w:t>
                            </w:r>
                          </w:p>
                          <w:p w14:paraId="7167A9FA" w14:textId="77777777" w:rsidR="000E5775" w:rsidRPr="00F87226" w:rsidRDefault="000E5775" w:rsidP="006E0ED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132" o:spid="_x0000_s1060" style="position:absolute;margin-left:9.65pt;margin-top:98.35pt;width:1in;height:54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" filled="f" strokecolor="black [3213]">
                <v:textbox>
                  <w:txbxContent>
                    <w:p w14:paraId="2213EC94" w14:textId="77777777" w:rsidR="00E91AD6" w:rsidRDefault="00E91AD6" w:rsidP="006E0EDF">
                      <w:pPr>
                        <w:jc w:val="center"/>
                        <w:rPr>
                          <w:color w:val="000000" w:themeColor="text1"/>
                        </w:rPr>
                      </w:pPr>
                      <w:r>
                        <w:rPr>
                          <w:color w:val="000000" w:themeColor="text1"/>
                        </w:rPr>
                        <w:t>Write regular data</w:t>
                      </w:r>
                    </w:p>
                    <w:p w14:paraId="7167A9FA" w14:textId="77777777" w:rsidR="00E91AD6" w:rsidRPr="00F87226" w:rsidRDefault="00E91AD6" w:rsidP="006E0EDF">
                      <w:pPr>
                        <w:jc w:val="center"/>
                        <w:rPr>
                          <w:color w:val="000000" w:themeColor="text1"/>
                        </w:rPr>
                      </w:pPr>
                    </w:p>
                  </w:txbxContent>
                </v:textbox>
                <w10:wrap type="through"/>
              </v:roundrect>
            </w:pict>
          </mc:Fallback>
        </mc:AlternateContent>
      </w:r>
      <w:r>
        <w:rPr>
          <w:noProof/>
        </w:rPr>
        <mc:AlternateContent>
          <mc:Choice Requires="wps">
            <w:drawing>
              <wp:anchor distT="0" distB="0" distL="114300" distR="114300" simplePos="0" relativeHeight="251711488" behindDoc="0" locked="0" layoutInCell="1" allowOverlap="1" wp14:anchorId="01B9B247" wp14:editId="4BF90829">
                <wp:simplePos x="0" y="0"/>
                <wp:positionH relativeFrom="column">
                  <wp:posOffset>114300</wp:posOffset>
                </wp:positionH>
                <wp:positionV relativeFrom="paragraph">
                  <wp:posOffset>314325</wp:posOffset>
                </wp:positionV>
                <wp:extent cx="914400" cy="685800"/>
                <wp:effectExtent l="0" t="0" r="25400" b="25400"/>
                <wp:wrapThrough wrapText="bothSides">
                  <wp:wrapPolygon edited="0">
                    <wp:start x="0" y="0"/>
                    <wp:lineTo x="0" y="21600"/>
                    <wp:lineTo x="21600" y="21600"/>
                    <wp:lineTo x="21600" y="0"/>
                    <wp:lineTo x="0" y="0"/>
                  </wp:wrapPolygon>
                </wp:wrapThrough>
                <wp:docPr id="133" name="Rounded Rectangle 133"/>
                <wp:cNvGraphicFramePr/>
                <a:graphic xmlns:a="http://schemas.openxmlformats.org/drawingml/2006/main">
                  <a:graphicData uri="http://schemas.microsoft.com/office/word/2010/wordprocessingShape">
                    <wps:wsp>
                      <wps:cNvSpPr/>
                      <wps:spPr>
                        <a:xfrm>
                          <a:off x="0" y="0"/>
                          <a:ext cx="914400" cy="685800"/>
                        </a:xfrm>
                        <a:prstGeom prst="round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14A19F8" w14:textId="77777777" w:rsidR="000E5775" w:rsidRDefault="000E5775" w:rsidP="006E0EDF">
                            <w:pPr>
                              <w:jc w:val="center"/>
                              <w:rPr>
                                <w:color w:val="000000" w:themeColor="text1"/>
                                <w14:textOutline w14:w="9525" w14:cap="rnd" w14:cmpd="sng" w14:algn="ctr">
                                  <w14:noFill/>
                                  <w14:prstDash w14:val="solid"/>
                                  <w14:bevel/>
                                </w14:textOutline>
                              </w:rPr>
                            </w:pPr>
                            <w:r>
                              <w:rPr>
                                <w:color w:val="000000" w:themeColor="text1"/>
                                <w14:textOutline w14:w="9525" w14:cap="rnd" w14:cmpd="sng" w14:algn="ctr">
                                  <w14:noFill/>
                                  <w14:prstDash w14:val="solid"/>
                                  <w14:bevel/>
                                </w14:textOutline>
                              </w:rPr>
                              <w:t>Write direct chunk</w:t>
                            </w:r>
                          </w:p>
                          <w:p w14:paraId="32D30048" w14:textId="77777777" w:rsidR="000E5775" w:rsidRPr="00F87226" w:rsidRDefault="000E5775" w:rsidP="006E0EDF">
                            <w:pPr>
                              <w:jc w:val="cente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133" o:spid="_x0000_s1061" style="position:absolute;margin-left:9pt;margin-top:24.75pt;width:1in;height:5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" filled="f" strokecolor="black [3213]">
                <v:textbox>
                  <w:txbxContent>
                    <w:p w14:paraId="214A19F8" w14:textId="77777777" w:rsidR="00E91AD6" w:rsidRDefault="00E91AD6" w:rsidP="006E0EDF">
                      <w:pPr>
                        <w:jc w:val="center"/>
                        <w:rPr>
                          <w:color w:val="000000" w:themeColor="text1"/>
                          <w14:textOutline w14:w="9525" w14:cap="rnd" w14:cmpd="sng" w14:algn="ctr">
                            <w14:noFill/>
                            <w14:prstDash w14:val="solid"/>
                            <w14:bevel/>
                          </w14:textOutline>
                        </w:rPr>
                      </w:pPr>
                      <w:r>
                        <w:rPr>
                          <w:color w:val="000000" w:themeColor="text1"/>
                          <w14:textOutline w14:w="9525" w14:cap="rnd" w14:cmpd="sng" w14:algn="ctr">
                            <w14:noFill/>
                            <w14:prstDash w14:val="solid"/>
                            <w14:bevel/>
                          </w14:textOutline>
                        </w:rPr>
                        <w:t>Write direct chunk</w:t>
                      </w:r>
                    </w:p>
                    <w:p w14:paraId="32D30048" w14:textId="77777777" w:rsidR="00E91AD6" w:rsidRPr="00F87226" w:rsidRDefault="00E91AD6" w:rsidP="006E0EDF">
                      <w:pPr>
                        <w:jc w:val="center"/>
                        <w:rPr>
                          <w:color w:val="000000" w:themeColor="text1"/>
                          <w14:textOutline w14:w="9525" w14:cap="rnd" w14:cmpd="sng" w14:algn="ctr">
                            <w14:noFill/>
                            <w14:prstDash w14:val="solid"/>
                            <w14:bevel/>
                          </w14:textOutline>
                        </w:rPr>
                      </w:pPr>
                    </w:p>
                  </w:txbxContent>
                </v:textbox>
                <w10:wrap type="through"/>
              </v:roundrect>
            </w:pict>
          </mc:Fallback>
        </mc:AlternateContent>
      </w:r>
      <w:r>
        <w:tab/>
      </w:r>
    </w:p>
    <w:p w14:paraId="183FA0E8" w14:textId="77777777" w:rsidR="00FB6204" w:rsidRDefault="00FB6204" w:rsidP="00C2514D"/>
    <w:p w14:paraId="5C0CAC23" w14:textId="77777777" w:rsidR="00FB6204" w:rsidRDefault="00FB6204" w:rsidP="00C2514D"/>
    <w:p w14:paraId="6D349BF8" w14:textId="77777777" w:rsidR="00FB6204" w:rsidRDefault="00FB6204" w:rsidP="00C2514D"/>
    <w:p w14:paraId="16507075" w14:textId="77777777" w:rsidR="00FB6204" w:rsidRDefault="00FB6204" w:rsidP="00C2514D"/>
    <w:p w14:paraId="26F6F99E" w14:textId="77777777" w:rsidR="00FB6204" w:rsidRDefault="00FB6204" w:rsidP="00C2514D"/>
    <w:p w14:paraId="6BD2F651" w14:textId="77777777" w:rsidR="00FB6204" w:rsidRDefault="00FB6204" w:rsidP="00C2514D"/>
    <w:p w14:paraId="17406C0D" w14:textId="77777777" w:rsidR="00FB6204" w:rsidRDefault="00FB6204" w:rsidP="00C2514D"/>
    <w:p w14:paraId="1D7DF47C" w14:textId="77777777" w:rsidR="00FB6204" w:rsidRDefault="00FB6204" w:rsidP="00C2514D"/>
    <w:p w14:paraId="0418F0A6" w14:textId="77777777" w:rsidR="00FB6204" w:rsidRDefault="00FB6204" w:rsidP="00C2514D"/>
    <w:p w14:paraId="4BD4BB3D" w14:textId="77777777" w:rsidR="00FB6204" w:rsidRDefault="00FB6204" w:rsidP="00C2514D"/>
    <w:p w14:paraId="3B1FF012" w14:textId="77777777" w:rsidR="00FB6204" w:rsidRDefault="00FB6204" w:rsidP="00C2514D"/>
    <w:p w14:paraId="5349C55E" w14:textId="77777777" w:rsidR="00FB6204" w:rsidRDefault="00FB6204" w:rsidP="00C2514D"/>
    <w:p w14:paraId="50259764" w14:textId="77777777" w:rsidR="00FB6204" w:rsidRDefault="00FB6204" w:rsidP="00C2514D"/>
    <w:p w14:paraId="4D2DB4EA" w14:textId="77777777" w:rsidR="00FB6204" w:rsidRDefault="00FB6204" w:rsidP="00C2514D"/>
    <w:p w14:paraId="6D8249D3" w14:textId="77777777" w:rsidR="00C2514D" w:rsidRDefault="00C2514D" w:rsidP="00C2514D"/>
    <w:p w14:paraId="3A57152B" w14:textId="77777777" w:rsidR="001D33FA" w:rsidRDefault="001D33FA" w:rsidP="00EF6C7F">
      <w:r>
        <w:t>In the figure above, DXPL is short for the dataset transfer property list.</w:t>
      </w:r>
    </w:p>
    <w:p w14:paraId="39D3F3A7" w14:textId="77777777" w:rsidR="00927B93" w:rsidRDefault="00927B93" w:rsidP="00EF6C7F"/>
    <w:p w14:paraId="13373020" w14:textId="77777777" w:rsidR="00927B93" w:rsidRDefault="00927B93">
      <w:pPr>
        <w:spacing w:after="0"/>
        <w:rPr>
          <w:rFonts w:asciiTheme="majorHAnsi" w:eastAsiaTheme="majorEastAsia" w:hAnsiTheme="majorHAnsi" w:cstheme="majorBidi"/>
          <w:b/>
          <w:bCs/>
          <w:color w:val="000000" w:themeColor="text1"/>
        </w:rPr>
      </w:pPr>
      <w:r>
        <w:br w:type="page"/>
      </w:r>
    </w:p>
    <w:p w14:paraId="473E0907" w14:textId="77777777" w:rsidR="00C2514D" w:rsidRDefault="00C2514D" w:rsidP="00B24315">
      <w:pPr>
        <w:pStyle w:val="Heading3"/>
      </w:pPr>
      <w:r>
        <w:lastRenderedPageBreak/>
        <w:t>Performance</w:t>
      </w:r>
    </w:p>
    <w:p w14:paraId="31ED1D5F" w14:textId="50A6F1FF" w:rsidR="00C2514D" w:rsidRDefault="00A70328" w:rsidP="00C2514D">
      <w:r>
        <w:t xml:space="preserve">The performance of </w:t>
      </w:r>
      <w:r w:rsidRPr="009232B4">
        <w:rPr>
          <w:rFonts w:ascii="Courier New" w:hAnsi="Courier New" w:cs="Courier New"/>
          <w:sz w:val="20"/>
          <w:szCs w:val="20"/>
        </w:rPr>
        <w:t>H5DOwrite_chunk</w:t>
      </w:r>
      <w:r>
        <w:t xml:space="preserve"> </w:t>
      </w:r>
      <w:r w:rsidR="00327650">
        <w:t xml:space="preserve">in the high-level library </w:t>
      </w:r>
      <w:r>
        <w:t xml:space="preserve">is similar to the </w:t>
      </w:r>
      <w:r w:rsidR="00327650">
        <w:t xml:space="preserve">function’s </w:t>
      </w:r>
      <w:r>
        <w:t>perform</w:t>
      </w:r>
      <w:r w:rsidR="00327650">
        <w:t>ance in the HDF5 library</w:t>
      </w:r>
      <w:r>
        <w:t xml:space="preserve"> (see 4.1.4).  The </w:t>
      </w:r>
      <w:r w:rsidR="003944F9">
        <w:t xml:space="preserve">customer </w:t>
      </w:r>
      <w:r>
        <w:t xml:space="preserve">has confirmed that its performance is as good as they expect. </w:t>
      </w:r>
      <w:r w:rsidR="009F3D42">
        <w:t>T</w:t>
      </w:r>
      <w:r w:rsidR="001923B3">
        <w:t>he table</w:t>
      </w:r>
      <w:r w:rsidR="009F3D42">
        <w:t xml:space="preserve"> (Table 2)</w:t>
      </w:r>
      <w:r w:rsidR="001923B3">
        <w:t xml:space="preserve"> below show</w:t>
      </w:r>
      <w:r w:rsidR="009F3D42">
        <w:t>s</w:t>
      </w:r>
      <w:r w:rsidR="001923B3">
        <w:t xml:space="preserve"> </w:t>
      </w:r>
      <w:r w:rsidR="00420C20">
        <w:t xml:space="preserve">that </w:t>
      </w:r>
      <w:r w:rsidR="001923B3">
        <w:t xml:space="preserve">using </w:t>
      </w:r>
      <w:r w:rsidR="001923B3">
        <w:rPr>
          <w:rFonts w:ascii="Courier New" w:hAnsi="Courier New" w:cs="Courier New"/>
          <w:sz w:val="20"/>
          <w:szCs w:val="20"/>
        </w:rPr>
        <w:t>H5DO</w:t>
      </w:r>
      <w:r w:rsidR="001923B3" w:rsidRPr="00304D19">
        <w:rPr>
          <w:rFonts w:ascii="Courier New" w:hAnsi="Courier New" w:cs="Courier New"/>
          <w:sz w:val="20"/>
          <w:szCs w:val="20"/>
        </w:rPr>
        <w:t>write</w:t>
      </w:r>
      <w:r w:rsidR="001923B3">
        <w:rPr>
          <w:rFonts w:ascii="Courier New" w:hAnsi="Courier New" w:cs="Courier New"/>
          <w:sz w:val="20"/>
          <w:szCs w:val="20"/>
        </w:rPr>
        <w:t>_chunk</w:t>
      </w:r>
      <w:r w:rsidR="00420C20">
        <w:rPr>
          <w:rFonts w:ascii="Courier New" w:hAnsi="Courier New" w:cs="Courier New"/>
          <w:sz w:val="20"/>
          <w:szCs w:val="20"/>
        </w:rPr>
        <w:t xml:space="preserve"> </w:t>
      </w:r>
      <w:r w:rsidR="00652384">
        <w:rPr>
          <w:rFonts w:cs="Courier New"/>
          <w:szCs w:val="24"/>
        </w:rPr>
        <w:t>t</w:t>
      </w:r>
      <w:r w:rsidR="003C4153">
        <w:rPr>
          <w:rFonts w:cs="Courier New"/>
          <w:szCs w:val="24"/>
        </w:rPr>
        <w:t xml:space="preserve">o write pre-compressed data </w:t>
      </w:r>
      <w:r w:rsidR="00652384">
        <w:rPr>
          <w:rFonts w:cs="Courier New"/>
          <w:szCs w:val="24"/>
        </w:rPr>
        <w:t>avoid</w:t>
      </w:r>
      <w:r w:rsidR="003C4153">
        <w:rPr>
          <w:rFonts w:cs="Courier New"/>
          <w:szCs w:val="24"/>
        </w:rPr>
        <w:t>s</w:t>
      </w:r>
      <w:r w:rsidR="00652384">
        <w:rPr>
          <w:rFonts w:cs="Courier New"/>
          <w:szCs w:val="24"/>
        </w:rPr>
        <w:t xml:space="preserve"> the performance bottleneck </w:t>
      </w:r>
      <w:r w:rsidR="003C4153">
        <w:rPr>
          <w:rFonts w:cs="Courier New"/>
          <w:szCs w:val="24"/>
        </w:rPr>
        <w:t xml:space="preserve">due to compression </w:t>
      </w:r>
      <w:r w:rsidR="00652384">
        <w:rPr>
          <w:rFonts w:cs="Courier New"/>
          <w:szCs w:val="24"/>
        </w:rPr>
        <w:t xml:space="preserve">in the filter pipeline of the library. </w:t>
      </w:r>
      <w:r w:rsidR="001923B3">
        <w:rPr>
          <w:rFonts w:ascii="Courier New" w:hAnsi="Courier New" w:cs="Courier New"/>
          <w:sz w:val="20"/>
          <w:szCs w:val="20"/>
        </w:rPr>
        <w:t xml:space="preserve"> </w:t>
      </w:r>
      <w:r w:rsidR="001923B3">
        <w:t xml:space="preserve">The results are </w:t>
      </w:r>
      <w:r w:rsidR="003C4153">
        <w:t xml:space="preserve">generally </w:t>
      </w:r>
      <w:r w:rsidR="001923B3">
        <w:t>consistent with the results provided in Table 1.</w:t>
      </w:r>
    </w:p>
    <w:p w14:paraId="708C9874" w14:textId="77777777" w:rsidR="00927B93" w:rsidRDefault="00927B93" w:rsidP="00C2514D"/>
    <w:p w14:paraId="5CC19D44" w14:textId="77777777" w:rsidR="006B0162" w:rsidRPr="00501224" w:rsidRDefault="006B0162" w:rsidP="006B0162">
      <w:pPr>
        <w:pStyle w:val="TableCaption"/>
      </w:pPr>
      <w:r w:rsidRPr="00501224">
        <w:t xml:space="preserve">Table </w:t>
      </w:r>
      <w:fldSimple w:instr=" SEQ Table \* ARABIC ">
        <w:r w:rsidR="009B78FE">
          <w:rPr>
            <w:noProof/>
          </w:rPr>
          <w:t>2</w:t>
        </w:r>
      </w:fldSimple>
      <w:r>
        <w:t xml:space="preserve">. Performance result for </w:t>
      </w:r>
      <w:r w:rsidR="00D01A36">
        <w:rPr>
          <w:rFonts w:ascii="Courier New" w:hAnsi="Courier New" w:cs="Courier New"/>
          <w:sz w:val="20"/>
          <w:szCs w:val="20"/>
        </w:rPr>
        <w:t>H5DO</w:t>
      </w:r>
      <w:r w:rsidR="00D01A36" w:rsidRPr="00304D19">
        <w:rPr>
          <w:rFonts w:ascii="Courier New" w:hAnsi="Courier New" w:cs="Courier New"/>
          <w:sz w:val="20"/>
          <w:szCs w:val="20"/>
        </w:rPr>
        <w:t>write</w:t>
      </w:r>
      <w:r w:rsidR="00D01A36">
        <w:rPr>
          <w:rFonts w:ascii="Courier New" w:hAnsi="Courier New" w:cs="Courier New"/>
          <w:sz w:val="20"/>
          <w:szCs w:val="20"/>
        </w:rPr>
        <w:t>_chunk</w:t>
      </w:r>
      <w:r w:rsidR="00D01A36">
        <w:t xml:space="preserve"> in the high-level library</w:t>
      </w:r>
    </w:p>
    <w:tbl>
      <w:tblPr>
        <w:tblW w:w="0" w:type="auto"/>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4711"/>
        <w:gridCol w:w="896"/>
        <w:gridCol w:w="833"/>
        <w:gridCol w:w="888"/>
        <w:gridCol w:w="903"/>
        <w:gridCol w:w="888"/>
        <w:gridCol w:w="903"/>
      </w:tblGrid>
      <w:tr w:rsidR="006B0162" w:rsidRPr="00FE0111" w14:paraId="3E965890" w14:textId="77777777" w:rsidTr="006E6178">
        <w:trPr>
          <w:cantSplit/>
        </w:trPr>
        <w:tc>
          <w:tcPr>
            <w:tcW w:w="4801" w:type="dxa"/>
            <w:tcBorders>
              <w:top w:val="single" w:sz="12" w:space="0" w:color="008000"/>
              <w:bottom w:val="single" w:sz="8" w:space="0" w:color="008000"/>
            </w:tcBorders>
            <w:shd w:val="clear" w:color="auto" w:fill="auto"/>
          </w:tcPr>
          <w:p w14:paraId="2B066147" w14:textId="412FE6CD" w:rsidR="006B0162" w:rsidRPr="00656B16" w:rsidRDefault="006B0162" w:rsidP="004E407E">
            <w:pPr>
              <w:pStyle w:val="TableHeading"/>
              <w:keepNext/>
            </w:pPr>
            <w:r w:rsidRPr="00656B16">
              <w:t>Dataset size (MB)</w:t>
            </w:r>
          </w:p>
          <w:p w14:paraId="2ECEB05E" w14:textId="77777777" w:rsidR="00E83675" w:rsidRPr="00656B16" w:rsidRDefault="00E83675" w:rsidP="004E407E">
            <w:pPr>
              <w:pStyle w:val="TableHeading"/>
              <w:keepNext/>
            </w:pPr>
            <w:r w:rsidRPr="00656B16">
              <w:t xml:space="preserve">    Size after compression (MB)</w:t>
            </w:r>
          </w:p>
          <w:p w14:paraId="1B1E050D" w14:textId="77777777" w:rsidR="00E83675" w:rsidRPr="00656B16" w:rsidRDefault="00E83675" w:rsidP="004E407E">
            <w:pPr>
              <w:pStyle w:val="TableHeading"/>
              <w:keepNext/>
            </w:pPr>
            <w:r w:rsidRPr="00656B16">
              <w:t xml:space="preserve">    Dataset dimensionality</w:t>
            </w:r>
          </w:p>
          <w:p w14:paraId="4D5E9967" w14:textId="77777777" w:rsidR="00E83675" w:rsidRPr="00656B16" w:rsidRDefault="00E83675" w:rsidP="004E407E">
            <w:pPr>
              <w:pStyle w:val="TableHeading"/>
              <w:keepNext/>
            </w:pPr>
            <w:r w:rsidRPr="00656B16">
              <w:t xml:space="preserve">    Chunk dimensionality</w:t>
            </w:r>
          </w:p>
          <w:p w14:paraId="0ABB0EC0" w14:textId="65B60CE7" w:rsidR="00E83675" w:rsidRPr="00656B16" w:rsidRDefault="00E83675" w:rsidP="004E407E">
            <w:pPr>
              <w:pStyle w:val="TableHeading"/>
              <w:keepNext/>
            </w:pPr>
            <w:r w:rsidRPr="00656B16">
              <w:t xml:space="preserve">    Datatype</w:t>
            </w:r>
          </w:p>
        </w:tc>
        <w:tc>
          <w:tcPr>
            <w:tcW w:w="1669" w:type="dxa"/>
            <w:gridSpan w:val="2"/>
            <w:tcBorders>
              <w:top w:val="single" w:sz="12" w:space="0" w:color="008000"/>
              <w:bottom w:val="single" w:sz="8" w:space="0" w:color="008000"/>
            </w:tcBorders>
            <w:shd w:val="clear" w:color="auto" w:fill="D9D9D9" w:themeFill="background1" w:themeFillShade="D9"/>
          </w:tcPr>
          <w:p w14:paraId="2108DDC2" w14:textId="77777777" w:rsidR="00E83675" w:rsidRPr="00656B16" w:rsidRDefault="006B0162" w:rsidP="004E407E">
            <w:pPr>
              <w:pStyle w:val="TableHeading"/>
              <w:keepNext/>
            </w:pPr>
            <w:r w:rsidRPr="00656B16">
              <w:t>95.37</w:t>
            </w:r>
            <w:r w:rsidR="00E83675" w:rsidRPr="00656B16">
              <w:t xml:space="preserve">    </w:t>
            </w:r>
          </w:p>
          <w:p w14:paraId="1C5146D0" w14:textId="6DC60C5F" w:rsidR="00E83675" w:rsidRPr="00656B16" w:rsidRDefault="00E83675" w:rsidP="004E407E">
            <w:pPr>
              <w:pStyle w:val="TableHeading"/>
              <w:keepNext/>
            </w:pPr>
            <w:r w:rsidRPr="00656B16">
              <w:t xml:space="preserve">64.14 </w:t>
            </w:r>
          </w:p>
          <w:p w14:paraId="20E63079" w14:textId="77777777" w:rsidR="00E83675" w:rsidRPr="00656B16" w:rsidRDefault="00E83675" w:rsidP="004E407E">
            <w:pPr>
              <w:pStyle w:val="TableHeading"/>
              <w:keepNext/>
            </w:pPr>
            <w:r w:rsidRPr="00656B16">
              <w:t>100x1000x250</w:t>
            </w:r>
          </w:p>
          <w:p w14:paraId="20BE321E" w14:textId="77777777" w:rsidR="00E83675" w:rsidRPr="00656B16" w:rsidRDefault="00E83675" w:rsidP="004E407E">
            <w:pPr>
              <w:pStyle w:val="TableHeading"/>
              <w:keepNext/>
            </w:pPr>
            <w:r w:rsidRPr="00656B16">
              <w:t>1000x250</w:t>
            </w:r>
          </w:p>
          <w:p w14:paraId="45319572" w14:textId="51D8D39E" w:rsidR="00524697" w:rsidRPr="00656B16" w:rsidRDefault="00E83675" w:rsidP="004E407E">
            <w:pPr>
              <w:pStyle w:val="TableHeading"/>
              <w:keepNext/>
            </w:pPr>
            <w:r w:rsidRPr="00656B16">
              <w:t>4-byte integer</w:t>
            </w:r>
          </w:p>
        </w:tc>
        <w:tc>
          <w:tcPr>
            <w:tcW w:w="1776" w:type="dxa"/>
            <w:gridSpan w:val="2"/>
            <w:tcBorders>
              <w:top w:val="single" w:sz="12" w:space="0" w:color="008000"/>
              <w:bottom w:val="single" w:sz="8" w:space="0" w:color="008000"/>
            </w:tcBorders>
            <w:shd w:val="clear" w:color="auto" w:fill="auto"/>
          </w:tcPr>
          <w:p w14:paraId="61D57B31" w14:textId="77777777" w:rsidR="006B0162" w:rsidRPr="00656B16" w:rsidRDefault="006B0162" w:rsidP="004E407E">
            <w:pPr>
              <w:pStyle w:val="TableHeading"/>
              <w:keepNext/>
            </w:pPr>
            <w:r w:rsidRPr="00656B16">
              <w:t>762.94</w:t>
            </w:r>
          </w:p>
          <w:p w14:paraId="55E3E92E" w14:textId="19E95DE9" w:rsidR="00E83675" w:rsidRPr="00656B16" w:rsidRDefault="006E6178" w:rsidP="004E407E">
            <w:pPr>
              <w:pStyle w:val="TableHeading"/>
              <w:keepNext/>
            </w:pPr>
            <w:r w:rsidRPr="00656B16">
              <w:t>512.94</w:t>
            </w:r>
          </w:p>
          <w:p w14:paraId="6C50292C" w14:textId="77777777" w:rsidR="00E83675" w:rsidRPr="00656B16" w:rsidRDefault="00E83675" w:rsidP="004E407E">
            <w:pPr>
              <w:pStyle w:val="TableHeading"/>
              <w:keepNext/>
            </w:pPr>
            <w:r w:rsidRPr="00656B16">
              <w:t>100x2000x1000</w:t>
            </w:r>
          </w:p>
          <w:p w14:paraId="28E098CE" w14:textId="77777777" w:rsidR="00E83675" w:rsidRPr="00656B16" w:rsidRDefault="00E83675" w:rsidP="004E407E">
            <w:pPr>
              <w:pStyle w:val="TableHeading"/>
              <w:keepNext/>
            </w:pPr>
            <w:r w:rsidRPr="00656B16">
              <w:t>2000x1000</w:t>
            </w:r>
          </w:p>
          <w:p w14:paraId="1A3F0B03" w14:textId="32BB8A3B" w:rsidR="00524697" w:rsidRPr="00656B16" w:rsidRDefault="00524697" w:rsidP="004E407E">
            <w:pPr>
              <w:pStyle w:val="TableHeading"/>
              <w:keepNext/>
            </w:pPr>
            <w:r w:rsidRPr="00656B16">
              <w:t>4-byte integer</w:t>
            </w:r>
          </w:p>
        </w:tc>
        <w:tc>
          <w:tcPr>
            <w:tcW w:w="1776" w:type="dxa"/>
            <w:gridSpan w:val="2"/>
            <w:tcBorders>
              <w:top w:val="single" w:sz="12" w:space="0" w:color="008000"/>
              <w:bottom w:val="single" w:sz="8" w:space="0" w:color="008000"/>
            </w:tcBorders>
            <w:shd w:val="clear" w:color="auto" w:fill="D9D9D9" w:themeFill="background1" w:themeFillShade="D9"/>
          </w:tcPr>
          <w:p w14:paraId="13896F42" w14:textId="77777777" w:rsidR="006B0162" w:rsidRPr="00656B16" w:rsidRDefault="006B0162" w:rsidP="004E407E">
            <w:pPr>
              <w:pStyle w:val="TableHeading"/>
              <w:keepNext/>
            </w:pPr>
            <w:r w:rsidRPr="00656B16">
              <w:t>2288.82</w:t>
            </w:r>
          </w:p>
          <w:p w14:paraId="1A7DF8C4" w14:textId="70D0BDE8" w:rsidR="00524697" w:rsidRPr="00656B16" w:rsidRDefault="00FB244E" w:rsidP="004E407E">
            <w:pPr>
              <w:pStyle w:val="TableHeading"/>
              <w:keepNext/>
            </w:pPr>
            <w:r w:rsidRPr="00656B16">
              <w:t>1538.81</w:t>
            </w:r>
          </w:p>
          <w:p w14:paraId="6DBD3D1C" w14:textId="77777777" w:rsidR="00524697" w:rsidRPr="00656B16" w:rsidRDefault="00524697" w:rsidP="004E407E">
            <w:pPr>
              <w:pStyle w:val="TableHeading"/>
              <w:keepNext/>
            </w:pPr>
            <w:r w:rsidRPr="00656B16">
              <w:t>100x2000x3000</w:t>
            </w:r>
          </w:p>
          <w:p w14:paraId="5D594698" w14:textId="77777777" w:rsidR="00524697" w:rsidRPr="00656B16" w:rsidRDefault="00524697" w:rsidP="004E407E">
            <w:pPr>
              <w:pStyle w:val="TableHeading"/>
              <w:keepNext/>
            </w:pPr>
            <w:r w:rsidRPr="00656B16">
              <w:t>2000x3000</w:t>
            </w:r>
          </w:p>
          <w:p w14:paraId="7F962856" w14:textId="4B8FE9DA" w:rsidR="00524697" w:rsidRPr="00656B16" w:rsidRDefault="00524697" w:rsidP="004E407E">
            <w:pPr>
              <w:pStyle w:val="TableHeading"/>
              <w:keepNext/>
            </w:pPr>
            <w:r w:rsidRPr="00656B16">
              <w:t xml:space="preserve">4-byte integer     </w:t>
            </w:r>
          </w:p>
        </w:tc>
      </w:tr>
      <w:tr w:rsidR="00960F24" w:rsidRPr="00FE0111" w14:paraId="3BA12D84" w14:textId="77777777" w:rsidTr="006E6178">
        <w:trPr>
          <w:cantSplit/>
        </w:trPr>
        <w:tc>
          <w:tcPr>
            <w:tcW w:w="4801" w:type="dxa"/>
            <w:shd w:val="clear" w:color="auto" w:fill="auto"/>
          </w:tcPr>
          <w:p w14:paraId="01FEAC21" w14:textId="77777777" w:rsidR="00960F24" w:rsidRPr="00656B16" w:rsidRDefault="00960F24" w:rsidP="001D33FA">
            <w:pPr>
              <w:rPr>
                <w:rFonts w:ascii="Courier New" w:hAnsi="Courier New" w:cs="Courier New"/>
                <w:sz w:val="20"/>
                <w:szCs w:val="20"/>
              </w:rPr>
            </w:pPr>
          </w:p>
        </w:tc>
        <w:tc>
          <w:tcPr>
            <w:tcW w:w="834" w:type="dxa"/>
            <w:shd w:val="clear" w:color="auto" w:fill="D9D9D9" w:themeFill="background1" w:themeFillShade="D9"/>
          </w:tcPr>
          <w:p w14:paraId="221E2B0F" w14:textId="10DA9CC2" w:rsidR="00960F24" w:rsidRPr="00656B16" w:rsidRDefault="006E6178" w:rsidP="004E407E">
            <w:pPr>
              <w:rPr>
                <w:vertAlign w:val="superscript"/>
              </w:rPr>
            </w:pPr>
            <w:r w:rsidRPr="00656B16">
              <w:t>s</w:t>
            </w:r>
            <w:r w:rsidR="00960F24" w:rsidRPr="00656B16">
              <w:t>peed</w:t>
            </w:r>
            <w:r w:rsidRPr="00656B16">
              <w:rPr>
                <w:vertAlign w:val="superscript"/>
              </w:rPr>
              <w:t>1</w:t>
            </w:r>
          </w:p>
        </w:tc>
        <w:tc>
          <w:tcPr>
            <w:tcW w:w="835" w:type="dxa"/>
            <w:shd w:val="clear" w:color="auto" w:fill="BFBFBF" w:themeFill="background1" w:themeFillShade="BF"/>
          </w:tcPr>
          <w:p w14:paraId="7A669359" w14:textId="09BC5A85" w:rsidR="00960F24" w:rsidRPr="00656B16" w:rsidRDefault="006E6178" w:rsidP="004E407E">
            <w:pPr>
              <w:rPr>
                <w:vertAlign w:val="superscript"/>
              </w:rPr>
            </w:pPr>
            <w:r w:rsidRPr="00656B16">
              <w:t>t</w:t>
            </w:r>
            <w:r w:rsidR="00960F24" w:rsidRPr="00656B16">
              <w:t>ime</w:t>
            </w:r>
            <w:r w:rsidRPr="00656B16">
              <w:rPr>
                <w:vertAlign w:val="superscript"/>
              </w:rPr>
              <w:t>2</w:t>
            </w:r>
          </w:p>
        </w:tc>
        <w:tc>
          <w:tcPr>
            <w:tcW w:w="888" w:type="dxa"/>
            <w:shd w:val="clear" w:color="auto" w:fill="auto"/>
          </w:tcPr>
          <w:p w14:paraId="62D7EA69" w14:textId="064C2A5C" w:rsidR="00960F24" w:rsidRPr="00656B16" w:rsidRDefault="00960F24" w:rsidP="004E407E">
            <w:r w:rsidRPr="00656B16">
              <w:t xml:space="preserve">speed </w:t>
            </w:r>
          </w:p>
        </w:tc>
        <w:tc>
          <w:tcPr>
            <w:tcW w:w="888" w:type="dxa"/>
            <w:shd w:val="clear" w:color="auto" w:fill="BFBFBF" w:themeFill="background1" w:themeFillShade="BF"/>
          </w:tcPr>
          <w:p w14:paraId="4C2FB751" w14:textId="3301B9BB" w:rsidR="00960F24" w:rsidRPr="00656B16" w:rsidRDefault="00960F24" w:rsidP="004E407E">
            <w:r w:rsidRPr="00656B16">
              <w:t>time</w:t>
            </w:r>
          </w:p>
        </w:tc>
        <w:tc>
          <w:tcPr>
            <w:tcW w:w="888" w:type="dxa"/>
            <w:shd w:val="clear" w:color="auto" w:fill="D9D9D9" w:themeFill="background1" w:themeFillShade="D9"/>
          </w:tcPr>
          <w:p w14:paraId="7A8DA624" w14:textId="74099341" w:rsidR="00960F24" w:rsidRPr="00656B16" w:rsidRDefault="00960F24" w:rsidP="004E407E">
            <w:r w:rsidRPr="00656B16">
              <w:t>speed</w:t>
            </w:r>
          </w:p>
        </w:tc>
        <w:tc>
          <w:tcPr>
            <w:tcW w:w="888" w:type="dxa"/>
            <w:shd w:val="clear" w:color="auto" w:fill="BFBFBF" w:themeFill="background1" w:themeFillShade="BF"/>
          </w:tcPr>
          <w:p w14:paraId="5D986D2D" w14:textId="59F17053" w:rsidR="00960F24" w:rsidRPr="00656B16" w:rsidRDefault="001F06AC" w:rsidP="004E407E">
            <w:r w:rsidRPr="00656B16">
              <w:t>t</w:t>
            </w:r>
            <w:r w:rsidR="00960F24" w:rsidRPr="00656B16">
              <w:t>ime</w:t>
            </w:r>
          </w:p>
        </w:tc>
      </w:tr>
      <w:tr w:rsidR="00960F24" w:rsidRPr="00FE0111" w14:paraId="0DC13584" w14:textId="77777777" w:rsidTr="006E6178">
        <w:trPr>
          <w:cantSplit/>
        </w:trPr>
        <w:tc>
          <w:tcPr>
            <w:tcW w:w="4801" w:type="dxa"/>
            <w:shd w:val="clear" w:color="auto" w:fill="auto"/>
          </w:tcPr>
          <w:p w14:paraId="13B956CC" w14:textId="3EEF9BB9" w:rsidR="00960F24" w:rsidRPr="00656B16" w:rsidRDefault="00785315" w:rsidP="001D33FA">
            <w:r w:rsidRPr="00656B16">
              <w:rPr>
                <w:rFonts w:ascii="Courier New" w:hAnsi="Courier New" w:cs="Courier New"/>
                <w:sz w:val="20"/>
                <w:szCs w:val="20"/>
              </w:rPr>
              <w:t>H5Dwrite</w:t>
            </w:r>
            <w:r w:rsidR="00960F24" w:rsidRPr="00656B16">
              <w:t xml:space="preserve"> </w:t>
            </w:r>
            <w:r w:rsidR="003C4153" w:rsidRPr="00656B16">
              <w:t xml:space="preserve">writes </w:t>
            </w:r>
            <w:r w:rsidR="00960F24" w:rsidRPr="00656B16">
              <w:t>with</w:t>
            </w:r>
            <w:r w:rsidRPr="00656B16">
              <w:t>out compression filter</w:t>
            </w:r>
            <w:r w:rsidR="00960F24" w:rsidRPr="00656B16">
              <w:t xml:space="preserve"> </w:t>
            </w:r>
          </w:p>
        </w:tc>
        <w:tc>
          <w:tcPr>
            <w:tcW w:w="834" w:type="dxa"/>
            <w:shd w:val="clear" w:color="auto" w:fill="D9D9D9" w:themeFill="background1" w:themeFillShade="D9"/>
          </w:tcPr>
          <w:p w14:paraId="4D618702" w14:textId="04185CE3" w:rsidR="00960F24" w:rsidRPr="00656B16" w:rsidRDefault="00785315" w:rsidP="004E407E">
            <w:r w:rsidRPr="00656B16">
              <w:t>77.27</w:t>
            </w:r>
          </w:p>
        </w:tc>
        <w:tc>
          <w:tcPr>
            <w:tcW w:w="835" w:type="dxa"/>
            <w:shd w:val="clear" w:color="auto" w:fill="BFBFBF" w:themeFill="background1" w:themeFillShade="BF"/>
          </w:tcPr>
          <w:p w14:paraId="48439E2F" w14:textId="5B44399D" w:rsidR="00960F24" w:rsidRPr="00656B16" w:rsidRDefault="00D06F7F" w:rsidP="004E407E">
            <w:r w:rsidRPr="00656B16">
              <w:t>1.23</w:t>
            </w:r>
          </w:p>
        </w:tc>
        <w:tc>
          <w:tcPr>
            <w:tcW w:w="888" w:type="dxa"/>
            <w:shd w:val="clear" w:color="auto" w:fill="auto"/>
          </w:tcPr>
          <w:p w14:paraId="7D2FA919" w14:textId="5D4ECF66" w:rsidR="00960F24" w:rsidRPr="00656B16" w:rsidRDefault="00785315" w:rsidP="004E407E">
            <w:r w:rsidRPr="00656B16">
              <w:t>97.02</w:t>
            </w:r>
          </w:p>
        </w:tc>
        <w:tc>
          <w:tcPr>
            <w:tcW w:w="888" w:type="dxa"/>
            <w:shd w:val="clear" w:color="auto" w:fill="BFBFBF" w:themeFill="background1" w:themeFillShade="BF"/>
          </w:tcPr>
          <w:p w14:paraId="65185540" w14:textId="4219DDE9" w:rsidR="00960F24" w:rsidRPr="00656B16" w:rsidRDefault="00D06F7F" w:rsidP="004E407E">
            <w:r w:rsidRPr="00656B16">
              <w:t>7.86</w:t>
            </w:r>
          </w:p>
        </w:tc>
        <w:tc>
          <w:tcPr>
            <w:tcW w:w="888" w:type="dxa"/>
            <w:shd w:val="clear" w:color="auto" w:fill="D9D9D9" w:themeFill="background1" w:themeFillShade="D9"/>
          </w:tcPr>
          <w:p w14:paraId="7A6F2A3C" w14:textId="58C888FA" w:rsidR="00960F24" w:rsidRPr="00656B16" w:rsidRDefault="009F3D42" w:rsidP="004E407E">
            <w:r w:rsidRPr="00656B16">
              <w:t>91.77</w:t>
            </w:r>
          </w:p>
        </w:tc>
        <w:tc>
          <w:tcPr>
            <w:tcW w:w="888" w:type="dxa"/>
            <w:shd w:val="clear" w:color="auto" w:fill="BFBFBF" w:themeFill="background1" w:themeFillShade="BF"/>
          </w:tcPr>
          <w:p w14:paraId="718B72D4" w14:textId="203BC6AC" w:rsidR="00960F24" w:rsidRPr="00656B16" w:rsidRDefault="009F3D42" w:rsidP="004E407E">
            <w:r w:rsidRPr="00656B16">
              <w:t>24.94</w:t>
            </w:r>
          </w:p>
        </w:tc>
      </w:tr>
      <w:tr w:rsidR="00960F24" w:rsidRPr="00FE0111" w14:paraId="1020975D" w14:textId="77777777" w:rsidTr="006E6178">
        <w:trPr>
          <w:cantSplit/>
        </w:trPr>
        <w:tc>
          <w:tcPr>
            <w:tcW w:w="4801" w:type="dxa"/>
            <w:shd w:val="clear" w:color="auto" w:fill="auto"/>
          </w:tcPr>
          <w:p w14:paraId="482EBE3A" w14:textId="2713987B" w:rsidR="00960F24" w:rsidRPr="00656B16" w:rsidRDefault="00960F24" w:rsidP="001D33FA">
            <w:r w:rsidRPr="00656B16">
              <w:rPr>
                <w:rFonts w:ascii="Courier New" w:hAnsi="Courier New" w:cs="Courier New"/>
                <w:sz w:val="20"/>
                <w:szCs w:val="20"/>
              </w:rPr>
              <w:t>H5DOwrite_chunk</w:t>
            </w:r>
            <w:r w:rsidR="00785315" w:rsidRPr="00656B16">
              <w:t xml:space="preserve"> writes</w:t>
            </w:r>
            <w:r w:rsidRPr="00656B16">
              <w:t xml:space="preserve"> </w:t>
            </w:r>
            <w:r w:rsidR="00785315" w:rsidRPr="00656B16">
              <w:t>un</w:t>
            </w:r>
            <w:r w:rsidRPr="00656B16">
              <w:t>compressed data</w:t>
            </w:r>
          </w:p>
        </w:tc>
        <w:tc>
          <w:tcPr>
            <w:tcW w:w="834" w:type="dxa"/>
            <w:shd w:val="clear" w:color="auto" w:fill="D9D9D9" w:themeFill="background1" w:themeFillShade="D9"/>
          </w:tcPr>
          <w:p w14:paraId="166548B1" w14:textId="43BB4B10" w:rsidR="00960F24" w:rsidRPr="00656B16" w:rsidRDefault="00785315" w:rsidP="004E407E">
            <w:r w:rsidRPr="00656B16">
              <w:t>79</w:t>
            </w:r>
          </w:p>
        </w:tc>
        <w:tc>
          <w:tcPr>
            <w:tcW w:w="835" w:type="dxa"/>
            <w:shd w:val="clear" w:color="auto" w:fill="BFBFBF" w:themeFill="background1" w:themeFillShade="BF"/>
          </w:tcPr>
          <w:p w14:paraId="44449687" w14:textId="636322C3" w:rsidR="00960F24" w:rsidRPr="00656B16" w:rsidRDefault="00D06F7F" w:rsidP="004E407E">
            <w:r w:rsidRPr="00656B16">
              <w:t>1.21</w:t>
            </w:r>
          </w:p>
        </w:tc>
        <w:tc>
          <w:tcPr>
            <w:tcW w:w="888" w:type="dxa"/>
            <w:shd w:val="clear" w:color="auto" w:fill="auto"/>
          </w:tcPr>
          <w:p w14:paraId="0B207EA0" w14:textId="77032F2F" w:rsidR="00960F24" w:rsidRPr="00656B16" w:rsidRDefault="00785315" w:rsidP="004E407E">
            <w:r w:rsidRPr="00656B16">
              <w:t>95.71</w:t>
            </w:r>
          </w:p>
        </w:tc>
        <w:tc>
          <w:tcPr>
            <w:tcW w:w="888" w:type="dxa"/>
            <w:shd w:val="clear" w:color="auto" w:fill="BFBFBF" w:themeFill="background1" w:themeFillShade="BF"/>
          </w:tcPr>
          <w:p w14:paraId="164FA29F" w14:textId="7563132D" w:rsidR="00960F24" w:rsidRPr="00656B16" w:rsidRDefault="00D06F7F" w:rsidP="004E407E">
            <w:r w:rsidRPr="00656B16">
              <w:t>7.97</w:t>
            </w:r>
          </w:p>
        </w:tc>
        <w:tc>
          <w:tcPr>
            <w:tcW w:w="888" w:type="dxa"/>
            <w:shd w:val="clear" w:color="auto" w:fill="D9D9D9" w:themeFill="background1" w:themeFillShade="D9"/>
          </w:tcPr>
          <w:p w14:paraId="22A9487E" w14:textId="5C93A81E" w:rsidR="00960F24" w:rsidRPr="00656B16" w:rsidRDefault="009F3D42" w:rsidP="004E407E">
            <w:r w:rsidRPr="00656B16">
              <w:t>89.17</w:t>
            </w:r>
          </w:p>
        </w:tc>
        <w:tc>
          <w:tcPr>
            <w:tcW w:w="888" w:type="dxa"/>
            <w:shd w:val="clear" w:color="auto" w:fill="BFBFBF" w:themeFill="background1" w:themeFillShade="BF"/>
          </w:tcPr>
          <w:p w14:paraId="081E5E9E" w14:textId="27A574D2" w:rsidR="00960F24" w:rsidRPr="00656B16" w:rsidRDefault="009F3D42" w:rsidP="004E407E">
            <w:r w:rsidRPr="00656B16">
              <w:t>25.67</w:t>
            </w:r>
          </w:p>
        </w:tc>
      </w:tr>
      <w:tr w:rsidR="00960F24" w:rsidRPr="00FE0111" w14:paraId="72A6D1CB" w14:textId="77777777" w:rsidTr="006E6178">
        <w:trPr>
          <w:cantSplit/>
        </w:trPr>
        <w:tc>
          <w:tcPr>
            <w:tcW w:w="4801" w:type="dxa"/>
            <w:shd w:val="clear" w:color="auto" w:fill="auto"/>
          </w:tcPr>
          <w:p w14:paraId="4D5B7498" w14:textId="0935DF0D" w:rsidR="00960F24" w:rsidRPr="00656B16" w:rsidRDefault="00960F24" w:rsidP="004E407E">
            <w:pPr>
              <w:rPr>
                <w:b/>
              </w:rPr>
            </w:pPr>
            <w:r w:rsidRPr="00656B16">
              <w:rPr>
                <w:rFonts w:ascii="Courier New" w:hAnsi="Courier New" w:cs="Courier New"/>
                <w:b/>
                <w:sz w:val="20"/>
                <w:szCs w:val="20"/>
              </w:rPr>
              <w:t xml:space="preserve">H5Dwrite </w:t>
            </w:r>
            <w:r w:rsidR="00785315" w:rsidRPr="00656B16">
              <w:rPr>
                <w:b/>
              </w:rPr>
              <w:t>w</w:t>
            </w:r>
            <w:r w:rsidR="003C4153" w:rsidRPr="00656B16">
              <w:rPr>
                <w:b/>
              </w:rPr>
              <w:t>rites w</w:t>
            </w:r>
            <w:r w:rsidR="00785315" w:rsidRPr="00656B16">
              <w:rPr>
                <w:b/>
              </w:rPr>
              <w:t>ith</w:t>
            </w:r>
            <w:r w:rsidRPr="00656B16">
              <w:rPr>
                <w:b/>
              </w:rPr>
              <w:t xml:space="preserve"> compression filter</w:t>
            </w:r>
          </w:p>
        </w:tc>
        <w:tc>
          <w:tcPr>
            <w:tcW w:w="834" w:type="dxa"/>
            <w:shd w:val="clear" w:color="auto" w:fill="D9D9D9" w:themeFill="background1" w:themeFillShade="D9"/>
          </w:tcPr>
          <w:p w14:paraId="0A6F0EC5" w14:textId="522848F1" w:rsidR="00960F24" w:rsidRPr="00656B16" w:rsidRDefault="00785315" w:rsidP="004E407E">
            <w:pPr>
              <w:rPr>
                <w:b/>
              </w:rPr>
            </w:pPr>
            <w:r w:rsidRPr="00656B16">
              <w:rPr>
                <w:b/>
              </w:rPr>
              <w:t>2.68</w:t>
            </w:r>
          </w:p>
        </w:tc>
        <w:tc>
          <w:tcPr>
            <w:tcW w:w="835" w:type="dxa"/>
            <w:shd w:val="clear" w:color="auto" w:fill="BFBFBF" w:themeFill="background1" w:themeFillShade="BF"/>
          </w:tcPr>
          <w:p w14:paraId="4894D2B2" w14:textId="6D396DCD" w:rsidR="00960F24" w:rsidRPr="00656B16" w:rsidRDefault="00D06F7F" w:rsidP="004E407E">
            <w:pPr>
              <w:rPr>
                <w:b/>
              </w:rPr>
            </w:pPr>
            <w:r w:rsidRPr="00656B16">
              <w:rPr>
                <w:b/>
              </w:rPr>
              <w:t>35.59</w:t>
            </w:r>
          </w:p>
        </w:tc>
        <w:tc>
          <w:tcPr>
            <w:tcW w:w="888" w:type="dxa"/>
            <w:shd w:val="clear" w:color="auto" w:fill="auto"/>
          </w:tcPr>
          <w:p w14:paraId="166CC199" w14:textId="4462DBED" w:rsidR="00960F24" w:rsidRPr="00656B16" w:rsidRDefault="00785315" w:rsidP="004E407E">
            <w:pPr>
              <w:rPr>
                <w:b/>
              </w:rPr>
            </w:pPr>
            <w:r w:rsidRPr="00656B16">
              <w:rPr>
                <w:b/>
              </w:rPr>
              <w:t>2.67</w:t>
            </w:r>
          </w:p>
        </w:tc>
        <w:tc>
          <w:tcPr>
            <w:tcW w:w="888" w:type="dxa"/>
            <w:shd w:val="clear" w:color="auto" w:fill="BFBFBF" w:themeFill="background1" w:themeFillShade="BF"/>
          </w:tcPr>
          <w:p w14:paraId="1063CA96" w14:textId="74E395E3" w:rsidR="00960F24" w:rsidRPr="00656B16" w:rsidRDefault="00D06F7F" w:rsidP="004E407E">
            <w:pPr>
              <w:rPr>
                <w:b/>
              </w:rPr>
            </w:pPr>
            <w:r w:rsidRPr="00656B16">
              <w:rPr>
                <w:b/>
              </w:rPr>
              <w:t>285.75</w:t>
            </w:r>
          </w:p>
        </w:tc>
        <w:tc>
          <w:tcPr>
            <w:tcW w:w="888" w:type="dxa"/>
            <w:shd w:val="clear" w:color="auto" w:fill="D9D9D9" w:themeFill="background1" w:themeFillShade="D9"/>
          </w:tcPr>
          <w:p w14:paraId="4B4B4DB8" w14:textId="5ED2E4F7" w:rsidR="00960F24" w:rsidRPr="00656B16" w:rsidRDefault="009F3D42" w:rsidP="004E407E">
            <w:pPr>
              <w:rPr>
                <w:b/>
              </w:rPr>
            </w:pPr>
            <w:r w:rsidRPr="00656B16">
              <w:rPr>
                <w:b/>
              </w:rPr>
              <w:t>2.67</w:t>
            </w:r>
          </w:p>
        </w:tc>
        <w:tc>
          <w:tcPr>
            <w:tcW w:w="888" w:type="dxa"/>
            <w:shd w:val="clear" w:color="auto" w:fill="BFBFBF" w:themeFill="background1" w:themeFillShade="BF"/>
          </w:tcPr>
          <w:p w14:paraId="5F5FA0C0" w14:textId="5BA6BDA2" w:rsidR="00960F24" w:rsidRPr="00656B16" w:rsidRDefault="009F3D42" w:rsidP="004E407E">
            <w:pPr>
              <w:rPr>
                <w:b/>
              </w:rPr>
            </w:pPr>
            <w:r w:rsidRPr="00656B16">
              <w:rPr>
                <w:b/>
              </w:rPr>
              <w:t>857.24</w:t>
            </w:r>
          </w:p>
        </w:tc>
      </w:tr>
      <w:tr w:rsidR="00960F24" w:rsidRPr="00FE0111" w14:paraId="426E0A57" w14:textId="77777777" w:rsidTr="006E6178">
        <w:trPr>
          <w:cantSplit/>
        </w:trPr>
        <w:tc>
          <w:tcPr>
            <w:tcW w:w="4801" w:type="dxa"/>
            <w:shd w:val="clear" w:color="auto" w:fill="auto"/>
          </w:tcPr>
          <w:p w14:paraId="04CB561B" w14:textId="4C51E499" w:rsidR="00960F24" w:rsidRPr="00656B16" w:rsidRDefault="00960F24" w:rsidP="004E407E">
            <w:pPr>
              <w:rPr>
                <w:b/>
              </w:rPr>
            </w:pPr>
            <w:r w:rsidRPr="00656B16">
              <w:rPr>
                <w:rFonts w:ascii="Courier New" w:hAnsi="Courier New" w:cs="Courier New"/>
                <w:b/>
                <w:sz w:val="20"/>
                <w:szCs w:val="20"/>
              </w:rPr>
              <w:t>H5D</w:t>
            </w:r>
            <w:r w:rsidR="00785315" w:rsidRPr="00656B16">
              <w:rPr>
                <w:rFonts w:ascii="Courier New" w:hAnsi="Courier New" w:cs="Courier New"/>
                <w:b/>
                <w:sz w:val="20"/>
                <w:szCs w:val="20"/>
              </w:rPr>
              <w:t>O</w:t>
            </w:r>
            <w:r w:rsidRPr="00656B16">
              <w:rPr>
                <w:rFonts w:ascii="Courier New" w:hAnsi="Courier New" w:cs="Courier New"/>
                <w:b/>
                <w:sz w:val="20"/>
                <w:szCs w:val="20"/>
              </w:rPr>
              <w:t>write</w:t>
            </w:r>
            <w:r w:rsidR="00785315" w:rsidRPr="00656B16">
              <w:rPr>
                <w:rFonts w:ascii="Courier New" w:hAnsi="Courier New" w:cs="Courier New"/>
                <w:b/>
                <w:sz w:val="20"/>
                <w:szCs w:val="20"/>
              </w:rPr>
              <w:t>_chunk</w:t>
            </w:r>
            <w:r w:rsidRPr="00656B16">
              <w:rPr>
                <w:rFonts w:ascii="Courier New" w:hAnsi="Courier New" w:cs="Courier New"/>
                <w:b/>
                <w:sz w:val="20"/>
                <w:szCs w:val="20"/>
              </w:rPr>
              <w:t xml:space="preserve"> </w:t>
            </w:r>
            <w:r w:rsidR="00785315" w:rsidRPr="00656B16">
              <w:rPr>
                <w:b/>
              </w:rPr>
              <w:t>writes compressed data</w:t>
            </w:r>
          </w:p>
        </w:tc>
        <w:tc>
          <w:tcPr>
            <w:tcW w:w="834" w:type="dxa"/>
            <w:shd w:val="clear" w:color="auto" w:fill="D9D9D9" w:themeFill="background1" w:themeFillShade="D9"/>
          </w:tcPr>
          <w:p w14:paraId="27C1374B" w14:textId="39E77384" w:rsidR="00960F24" w:rsidRPr="00656B16" w:rsidRDefault="00785315" w:rsidP="004E407E">
            <w:pPr>
              <w:rPr>
                <w:b/>
              </w:rPr>
            </w:pPr>
            <w:r w:rsidRPr="00656B16">
              <w:rPr>
                <w:b/>
              </w:rPr>
              <w:t>77.19</w:t>
            </w:r>
          </w:p>
        </w:tc>
        <w:tc>
          <w:tcPr>
            <w:tcW w:w="835" w:type="dxa"/>
            <w:shd w:val="clear" w:color="auto" w:fill="BFBFBF" w:themeFill="background1" w:themeFillShade="BF"/>
          </w:tcPr>
          <w:p w14:paraId="07B2F8F1" w14:textId="4F363EF1" w:rsidR="00960F24" w:rsidRPr="00656B16" w:rsidRDefault="00D06F7F" w:rsidP="004E407E">
            <w:pPr>
              <w:rPr>
                <w:b/>
              </w:rPr>
            </w:pPr>
            <w:r w:rsidRPr="00656B16">
              <w:rPr>
                <w:b/>
              </w:rPr>
              <w:t>0.83</w:t>
            </w:r>
          </w:p>
        </w:tc>
        <w:tc>
          <w:tcPr>
            <w:tcW w:w="888" w:type="dxa"/>
            <w:shd w:val="clear" w:color="auto" w:fill="auto"/>
          </w:tcPr>
          <w:p w14:paraId="148EAFBF" w14:textId="0F5EE412" w:rsidR="00960F24" w:rsidRPr="00656B16" w:rsidRDefault="00785315" w:rsidP="004E407E">
            <w:pPr>
              <w:rPr>
                <w:b/>
                <w:vertAlign w:val="superscript"/>
              </w:rPr>
            </w:pPr>
            <w:r w:rsidRPr="00656B16">
              <w:rPr>
                <w:b/>
              </w:rPr>
              <w:t>78.56</w:t>
            </w:r>
          </w:p>
        </w:tc>
        <w:tc>
          <w:tcPr>
            <w:tcW w:w="888" w:type="dxa"/>
            <w:shd w:val="clear" w:color="auto" w:fill="BFBFBF" w:themeFill="background1" w:themeFillShade="BF"/>
          </w:tcPr>
          <w:p w14:paraId="7804F2B0" w14:textId="788B3436" w:rsidR="00960F24" w:rsidRPr="00656B16" w:rsidRDefault="00652384" w:rsidP="004E407E">
            <w:pPr>
              <w:rPr>
                <w:b/>
                <w:vertAlign w:val="superscript"/>
              </w:rPr>
            </w:pPr>
            <w:r w:rsidRPr="00656B16">
              <w:rPr>
                <w:b/>
              </w:rPr>
              <w:t>6.53</w:t>
            </w:r>
            <w:r w:rsidRPr="00656B16">
              <w:rPr>
                <w:b/>
                <w:vertAlign w:val="superscript"/>
              </w:rPr>
              <w:t>3</w:t>
            </w:r>
          </w:p>
        </w:tc>
        <w:tc>
          <w:tcPr>
            <w:tcW w:w="888" w:type="dxa"/>
            <w:shd w:val="clear" w:color="auto" w:fill="D9D9D9" w:themeFill="background1" w:themeFillShade="D9"/>
          </w:tcPr>
          <w:p w14:paraId="28925833" w14:textId="0D055AE8" w:rsidR="00960F24" w:rsidRPr="00656B16" w:rsidRDefault="009F3D42" w:rsidP="004E407E">
            <w:pPr>
              <w:rPr>
                <w:b/>
              </w:rPr>
            </w:pPr>
            <w:r w:rsidRPr="00656B16">
              <w:rPr>
                <w:b/>
              </w:rPr>
              <w:t>96.28</w:t>
            </w:r>
          </w:p>
        </w:tc>
        <w:tc>
          <w:tcPr>
            <w:tcW w:w="888" w:type="dxa"/>
            <w:shd w:val="clear" w:color="auto" w:fill="BFBFBF" w:themeFill="background1" w:themeFillShade="BF"/>
          </w:tcPr>
          <w:p w14:paraId="70DF5287" w14:textId="217D3419" w:rsidR="00960F24" w:rsidRPr="00656B16" w:rsidRDefault="009F3D42" w:rsidP="004E407E">
            <w:pPr>
              <w:rPr>
                <w:b/>
              </w:rPr>
            </w:pPr>
            <w:r w:rsidRPr="00656B16">
              <w:rPr>
                <w:b/>
              </w:rPr>
              <w:t>15.98</w:t>
            </w:r>
          </w:p>
        </w:tc>
      </w:tr>
      <w:tr w:rsidR="00960F24" w:rsidRPr="00FB244E" w14:paraId="7AADB155" w14:textId="77777777" w:rsidTr="006E6178">
        <w:trPr>
          <w:cantSplit/>
        </w:trPr>
        <w:tc>
          <w:tcPr>
            <w:tcW w:w="4801" w:type="dxa"/>
            <w:tcBorders>
              <w:bottom w:val="single" w:sz="12" w:space="0" w:color="008000"/>
            </w:tcBorders>
            <w:shd w:val="clear" w:color="auto" w:fill="auto"/>
          </w:tcPr>
          <w:p w14:paraId="128F8AD8" w14:textId="00F958AC" w:rsidR="00960F24" w:rsidRPr="00656B16" w:rsidRDefault="00785315" w:rsidP="004E407E">
            <w:r w:rsidRPr="00656B16">
              <w:t xml:space="preserve">Unix writes </w:t>
            </w:r>
            <w:r w:rsidR="003C4153" w:rsidRPr="00656B16">
              <w:t>compressed data to</w:t>
            </w:r>
            <w:r w:rsidR="00960F24" w:rsidRPr="00656B16">
              <w:t xml:space="preserve"> Unix file</w:t>
            </w:r>
          </w:p>
        </w:tc>
        <w:tc>
          <w:tcPr>
            <w:tcW w:w="834" w:type="dxa"/>
            <w:tcBorders>
              <w:bottom w:val="single" w:sz="12" w:space="0" w:color="008000"/>
            </w:tcBorders>
            <w:shd w:val="clear" w:color="auto" w:fill="D9D9D9" w:themeFill="background1" w:themeFillShade="D9"/>
          </w:tcPr>
          <w:p w14:paraId="5B9B51AE" w14:textId="77777777" w:rsidR="00960F24" w:rsidRPr="00656B16" w:rsidRDefault="00960F24" w:rsidP="004E407E">
            <w:r w:rsidRPr="00656B16">
              <w:t>76.49</w:t>
            </w:r>
          </w:p>
        </w:tc>
        <w:tc>
          <w:tcPr>
            <w:tcW w:w="835" w:type="dxa"/>
            <w:tcBorders>
              <w:bottom w:val="single" w:sz="12" w:space="0" w:color="008000"/>
            </w:tcBorders>
            <w:shd w:val="clear" w:color="auto" w:fill="BFBFBF" w:themeFill="background1" w:themeFillShade="BF"/>
          </w:tcPr>
          <w:p w14:paraId="27CE2EC7" w14:textId="6F198BEC" w:rsidR="00960F24" w:rsidRPr="00656B16" w:rsidRDefault="00D06F7F" w:rsidP="004E407E">
            <w:r w:rsidRPr="00656B16">
              <w:t>0.84</w:t>
            </w:r>
          </w:p>
        </w:tc>
        <w:tc>
          <w:tcPr>
            <w:tcW w:w="888" w:type="dxa"/>
            <w:tcBorders>
              <w:bottom w:val="single" w:sz="12" w:space="0" w:color="008000"/>
            </w:tcBorders>
            <w:shd w:val="clear" w:color="auto" w:fill="auto"/>
          </w:tcPr>
          <w:p w14:paraId="3DC8A9B9" w14:textId="7CB08737" w:rsidR="00960F24" w:rsidRPr="00656B16" w:rsidRDefault="00785315" w:rsidP="004E407E">
            <w:r w:rsidRPr="00656B16">
              <w:t>95</w:t>
            </w:r>
          </w:p>
        </w:tc>
        <w:tc>
          <w:tcPr>
            <w:tcW w:w="888" w:type="dxa"/>
            <w:tcBorders>
              <w:bottom w:val="single" w:sz="12" w:space="0" w:color="008000"/>
            </w:tcBorders>
            <w:shd w:val="clear" w:color="auto" w:fill="BFBFBF" w:themeFill="background1" w:themeFillShade="BF"/>
          </w:tcPr>
          <w:p w14:paraId="2BE54583" w14:textId="0A3D9BB5" w:rsidR="00960F24" w:rsidRPr="00656B16" w:rsidRDefault="00652384" w:rsidP="004E407E">
            <w:r w:rsidRPr="00656B16">
              <w:t>5.4</w:t>
            </w:r>
          </w:p>
        </w:tc>
        <w:tc>
          <w:tcPr>
            <w:tcW w:w="888" w:type="dxa"/>
            <w:tcBorders>
              <w:bottom w:val="single" w:sz="12" w:space="0" w:color="008000"/>
            </w:tcBorders>
            <w:shd w:val="clear" w:color="auto" w:fill="D9D9D9" w:themeFill="background1" w:themeFillShade="D9"/>
          </w:tcPr>
          <w:p w14:paraId="1BA069DA" w14:textId="6CA1A51A" w:rsidR="00960F24" w:rsidRPr="00656B16" w:rsidRDefault="009F3D42" w:rsidP="004E407E">
            <w:r w:rsidRPr="00656B16">
              <w:t>98.59</w:t>
            </w:r>
          </w:p>
        </w:tc>
        <w:tc>
          <w:tcPr>
            <w:tcW w:w="888" w:type="dxa"/>
            <w:tcBorders>
              <w:bottom w:val="single" w:sz="12" w:space="0" w:color="008000"/>
            </w:tcBorders>
            <w:shd w:val="clear" w:color="auto" w:fill="BFBFBF" w:themeFill="background1" w:themeFillShade="BF"/>
          </w:tcPr>
          <w:p w14:paraId="15A8756E" w14:textId="1047D860" w:rsidR="00960F24" w:rsidRPr="00656B16" w:rsidRDefault="009F3D42" w:rsidP="004E407E">
            <w:r w:rsidRPr="00656B16">
              <w:t>15.61</w:t>
            </w:r>
          </w:p>
        </w:tc>
      </w:tr>
    </w:tbl>
    <w:p w14:paraId="5F3C4BA3" w14:textId="0A9237FE" w:rsidR="00524697" w:rsidRDefault="006B0162" w:rsidP="00C2514D">
      <w:pPr>
        <w:rPr>
          <w:sz w:val="20"/>
          <w:szCs w:val="20"/>
        </w:rPr>
      </w:pPr>
      <w:r>
        <w:t xml:space="preserve">   </w:t>
      </w:r>
      <w:r w:rsidR="00524697">
        <w:rPr>
          <w:vertAlign w:val="superscript"/>
        </w:rPr>
        <w:t xml:space="preserve">1 </w:t>
      </w:r>
      <w:r w:rsidR="00524697">
        <w:rPr>
          <w:sz w:val="20"/>
          <w:szCs w:val="20"/>
        </w:rPr>
        <w:t>IO speed is in MB/s</w:t>
      </w:r>
      <w:r w:rsidR="00420C20">
        <w:rPr>
          <w:sz w:val="20"/>
          <w:szCs w:val="20"/>
        </w:rPr>
        <w:t>.</w:t>
      </w:r>
    </w:p>
    <w:p w14:paraId="77A79262" w14:textId="486FF837" w:rsidR="00524697" w:rsidRPr="00524697" w:rsidRDefault="00524697" w:rsidP="00C2514D">
      <w:pPr>
        <w:rPr>
          <w:sz w:val="20"/>
          <w:szCs w:val="20"/>
        </w:rPr>
      </w:pPr>
      <w:r>
        <w:rPr>
          <w:sz w:val="20"/>
          <w:szCs w:val="20"/>
          <w:vertAlign w:val="superscript"/>
        </w:rPr>
        <w:t xml:space="preserve">     2 </w:t>
      </w:r>
      <w:r w:rsidR="00420C20">
        <w:rPr>
          <w:sz w:val="20"/>
          <w:szCs w:val="20"/>
        </w:rPr>
        <w:t>Time is in second (s).</w:t>
      </w:r>
    </w:p>
    <w:p w14:paraId="0D3C383E" w14:textId="75D4EF28" w:rsidR="005B637A" w:rsidRDefault="00524697" w:rsidP="00C2514D">
      <w:pPr>
        <w:rPr>
          <w:sz w:val="20"/>
          <w:szCs w:val="20"/>
        </w:rPr>
      </w:pPr>
      <w:r>
        <w:rPr>
          <w:sz w:val="20"/>
          <w:szCs w:val="20"/>
        </w:rPr>
        <w:t xml:space="preserve">   </w:t>
      </w:r>
      <w:r>
        <w:rPr>
          <w:sz w:val="20"/>
          <w:szCs w:val="20"/>
          <w:vertAlign w:val="superscript"/>
        </w:rPr>
        <w:t xml:space="preserve">3 </w:t>
      </w:r>
      <w:r w:rsidR="00652384">
        <w:rPr>
          <w:sz w:val="20"/>
          <w:szCs w:val="20"/>
        </w:rPr>
        <w:t>This number</w:t>
      </w:r>
      <w:r w:rsidR="003D1AA2">
        <w:rPr>
          <w:sz w:val="20"/>
          <w:szCs w:val="20"/>
        </w:rPr>
        <w:t xml:space="preserve"> needs further investigation since it is not consistent with the similar result in Table 1.</w:t>
      </w:r>
    </w:p>
    <w:p w14:paraId="6253BBA6" w14:textId="77777777" w:rsidR="00927B93" w:rsidRPr="00C2514D" w:rsidRDefault="00927B93" w:rsidP="00C2514D"/>
    <w:p w14:paraId="4152B00A" w14:textId="77777777" w:rsidR="00611674" w:rsidRDefault="001620E5" w:rsidP="00611674">
      <w:pPr>
        <w:pStyle w:val="Heading2"/>
      </w:pPr>
      <w:r>
        <w:t xml:space="preserve">In the HDF5 </w:t>
      </w:r>
      <w:r w:rsidR="003944F9">
        <w:t xml:space="preserve">C </w:t>
      </w:r>
      <w:r>
        <w:t>Library but in a New Library Source File</w:t>
      </w:r>
    </w:p>
    <w:p w14:paraId="1C383638" w14:textId="77777777" w:rsidR="001620E5" w:rsidRDefault="001620E5" w:rsidP="001620E5">
      <w:r>
        <w:t xml:space="preserve">The third solution proposes that the new function </w:t>
      </w:r>
      <w:r w:rsidR="00927B93">
        <w:t>would behave in</w:t>
      </w:r>
      <w:r>
        <w:t xml:space="preserve"> the same </w:t>
      </w:r>
      <w:r w:rsidR="00927B93">
        <w:t xml:space="preserve">way </w:t>
      </w:r>
      <w:r>
        <w:t>as the first proposal</w:t>
      </w:r>
      <w:r w:rsidR="00927B93">
        <w:t>, but that the function would be located in a separate source file</w:t>
      </w:r>
      <w:r>
        <w:t xml:space="preserve">.  </w:t>
      </w:r>
    </w:p>
    <w:p w14:paraId="3384B9DE" w14:textId="33F8EFB4" w:rsidR="001620E5" w:rsidRDefault="001620E5" w:rsidP="001620E5">
      <w:r>
        <w:t xml:space="preserve">The new source file called </w:t>
      </w:r>
      <w:r w:rsidRPr="009232B4">
        <w:rPr>
          <w:rFonts w:ascii="Courier New" w:hAnsi="Courier New" w:cs="Courier New"/>
          <w:sz w:val="20"/>
          <w:szCs w:val="20"/>
        </w:rPr>
        <w:t>H5Dopt.c</w:t>
      </w:r>
      <w:r>
        <w:t xml:space="preserve">.  In the future, other similar optimization functions will be located in </w:t>
      </w:r>
      <w:r w:rsidRPr="009232B4">
        <w:rPr>
          <w:rFonts w:ascii="Courier New" w:hAnsi="Courier New" w:cs="Courier New"/>
          <w:sz w:val="20"/>
          <w:szCs w:val="20"/>
        </w:rPr>
        <w:t>H5&lt;X&gt;opt.c</w:t>
      </w:r>
      <w:r>
        <w:t>.</w:t>
      </w:r>
      <w:r w:rsidR="008D37AB">
        <w:t xml:space="preserve"> </w:t>
      </w:r>
      <w:r>
        <w:t xml:space="preserve"> </w:t>
      </w:r>
      <w:r w:rsidR="008D37AB">
        <w:t xml:space="preserve">Users would choose to include the direct chunk write feature by specifying an option on the configure line.  </w:t>
      </w:r>
      <w:r>
        <w:t xml:space="preserve">This approach needs less work from the first round of prototype testing.  The implementation is simpler than the second approach (4.2). </w:t>
      </w:r>
    </w:p>
    <w:p w14:paraId="05DB43FB" w14:textId="77777777" w:rsidR="00611674" w:rsidRDefault="001620E5" w:rsidP="00BF3DA3">
      <w:r>
        <w:t>From the user’s perspective, this approach is the same as the first approach.  Users need to understand the function’s behaviors – how it bypasses data conversion, chunk cache, and file pipeline.</w:t>
      </w:r>
    </w:p>
    <w:p w14:paraId="3195CA73" w14:textId="5A846628" w:rsidR="0088661F" w:rsidRDefault="0088661F">
      <w:pPr>
        <w:spacing w:after="0"/>
      </w:pPr>
      <w:r>
        <w:br w:type="page"/>
      </w:r>
    </w:p>
    <w:p w14:paraId="244FF835" w14:textId="77777777" w:rsidR="0088661F" w:rsidRPr="0035000C" w:rsidRDefault="0088661F" w:rsidP="00BF3DA3"/>
    <w:p w14:paraId="47CBAEDA" w14:textId="77777777" w:rsidR="00611674" w:rsidRDefault="00BF3DA3" w:rsidP="00BF3DA3">
      <w:pPr>
        <w:pStyle w:val="Heading1"/>
      </w:pPr>
      <w:r>
        <w:t>Recommendation</w:t>
      </w:r>
    </w:p>
    <w:p w14:paraId="6BFFC3A6" w14:textId="77777777" w:rsidR="00927B93" w:rsidRDefault="00927B93" w:rsidP="00611674"/>
    <w:p w14:paraId="4E01AB12" w14:textId="6E36079F" w:rsidR="00927B93" w:rsidRDefault="00927B93" w:rsidP="00611674">
      <w:r>
        <w:t xml:space="preserve">Since the performance of the </w:t>
      </w:r>
      <w:r w:rsidR="00B00648">
        <w:t>“</w:t>
      </w:r>
      <w:r>
        <w:t>direct chunk write</w:t>
      </w:r>
      <w:r w:rsidR="00B00648">
        <w:t>”</w:t>
      </w:r>
      <w:r>
        <w:t xml:space="preserve"> feature is not affected by where the function is located, we recommend that the second proposal be adopted. </w:t>
      </w:r>
      <w:r w:rsidR="00095AF7">
        <w:t xml:space="preserve">The function calls </w:t>
      </w:r>
      <w:r w:rsidR="00095AF7" w:rsidRPr="00F950C1">
        <w:rPr>
          <w:rFonts w:ascii="Courier New" w:hAnsi="Courier New" w:cs="Courier New"/>
          <w:sz w:val="20"/>
          <w:szCs w:val="20"/>
        </w:rPr>
        <w:t>H5Dwrite</w:t>
      </w:r>
      <w:r w:rsidR="00095AF7">
        <w:t xml:space="preserve"> and subsequently goes through the library’s routine check and protection for public functions to prevent programming and data errors. </w:t>
      </w:r>
      <w:r>
        <w:t>The extra protections afforded by the high-level library make the extra work worthwhile.</w:t>
      </w:r>
      <w:r w:rsidR="00B00648">
        <w:t xml:space="preserve"> This approach is also applicable to other functions that will be added to </w:t>
      </w:r>
      <w:r w:rsidR="008D37AB">
        <w:t>the HDF5 software in the near</w:t>
      </w:r>
      <w:r w:rsidR="00B00648">
        <w:t xml:space="preserve"> future thus providing uniform approach for </w:t>
      </w:r>
      <w:r w:rsidR="004B1F45">
        <w:t xml:space="preserve">the </w:t>
      </w:r>
      <w:r w:rsidR="00B00648">
        <w:t>functions that do not follow the mainstream architecture</w:t>
      </w:r>
      <w:r w:rsidR="004B1F45">
        <w:t>.</w:t>
      </w:r>
    </w:p>
    <w:p w14:paraId="39AE1300" w14:textId="77777777" w:rsidR="00522013" w:rsidRDefault="00522013" w:rsidP="00611674"/>
    <w:p w14:paraId="661BB273" w14:textId="4E2D6F02" w:rsidR="00522013" w:rsidRDefault="00522013" w:rsidP="00611674">
      <w:r>
        <w:t xml:space="preserve">Since this new function </w:t>
      </w:r>
      <w:r w:rsidRPr="009232B4">
        <w:rPr>
          <w:rFonts w:ascii="Courier New" w:hAnsi="Courier New" w:cs="Courier New"/>
          <w:sz w:val="20"/>
          <w:szCs w:val="20"/>
        </w:rPr>
        <w:t>H5DOwrite_chunk</w:t>
      </w:r>
      <w:r>
        <w:t xml:space="preserve"> writes a data chunk directly in file, users must be careful </w:t>
      </w:r>
      <w:r w:rsidR="00352E10">
        <w:t xml:space="preserve">in using it.  </w:t>
      </w:r>
      <w:r w:rsidR="000E5775">
        <w:t xml:space="preserve">It </w:t>
      </w:r>
      <w:r w:rsidR="0033744C">
        <w:t>bypasses hyperslab selection,</w:t>
      </w:r>
      <w:r w:rsidR="000E5775">
        <w:t xml:space="preserve"> data conversion</w:t>
      </w:r>
      <w:r w:rsidR="0033744C">
        <w:t>, and filter pipeline</w:t>
      </w:r>
      <w:r w:rsidR="000E5775">
        <w:t xml:space="preserve"> to write the chunk.  Users m</w:t>
      </w:r>
      <w:r w:rsidR="0033744C">
        <w:t>ust know exactly where to write</w:t>
      </w:r>
      <w:r w:rsidR="000E5775">
        <w:t xml:space="preserve"> the data </w:t>
      </w:r>
      <w:r w:rsidR="0033744C">
        <w:t xml:space="preserve">and how to process the data before the write.  </w:t>
      </w:r>
      <w:r w:rsidR="000E5775">
        <w:t xml:space="preserve"> </w:t>
      </w:r>
    </w:p>
    <w:p w14:paraId="310C9D71" w14:textId="77777777" w:rsidR="00927B93" w:rsidRDefault="00927B93">
      <w:pPr>
        <w:spacing w:after="0"/>
        <w:rPr>
          <w:rFonts w:asciiTheme="majorHAnsi" w:eastAsiaTheme="majorEastAsia" w:hAnsiTheme="majorHAnsi" w:cstheme="majorBidi"/>
          <w:b/>
          <w:bCs/>
          <w:sz w:val="28"/>
          <w:szCs w:val="28"/>
        </w:rPr>
      </w:pPr>
      <w:r>
        <w:br w:type="page"/>
      </w:r>
    </w:p>
    <w:p w14:paraId="4C00D1F7" w14:textId="77777777" w:rsidR="00611674" w:rsidRDefault="00611674" w:rsidP="006147B8">
      <w:pPr>
        <w:pStyle w:val="Heading"/>
      </w:pPr>
      <w:r>
        <w:lastRenderedPageBreak/>
        <w:t xml:space="preserve">Revision History </w:t>
      </w:r>
    </w:p>
    <w:tbl>
      <w:tblPr>
        <w:tblStyle w:val="TableGrid"/>
        <w:tblW w:w="10080" w:type="dxa"/>
        <w:tblLook w:val="04A0" w:firstRow="1" w:lastRow="0" w:firstColumn="1" w:lastColumn="0" w:noHBand="0" w:noVBand="1"/>
      </w:tblPr>
      <w:tblGrid>
        <w:gridCol w:w="2337"/>
        <w:gridCol w:w="7743"/>
      </w:tblGrid>
      <w:tr w:rsidR="00611674" w:rsidRPr="009D6CFF" w14:paraId="16933D36" w14:textId="77777777" w:rsidTr="00EF6C7F">
        <w:tc>
          <w:tcPr>
            <w:tcW w:w="2337" w:type="dxa"/>
          </w:tcPr>
          <w:p w14:paraId="5683C95F" w14:textId="77777777" w:rsidR="00611674" w:rsidRPr="009D6CFF" w:rsidRDefault="006147B8" w:rsidP="00611674">
            <w:pPr>
              <w:rPr>
                <w:i/>
              </w:rPr>
            </w:pPr>
            <w:r>
              <w:rPr>
                <w:i/>
              </w:rPr>
              <w:t>November 14, 2012</w:t>
            </w:r>
            <w:r w:rsidR="00611674" w:rsidRPr="009D6CFF">
              <w:rPr>
                <w:i/>
              </w:rPr>
              <w:t>:</w:t>
            </w:r>
          </w:p>
        </w:tc>
        <w:tc>
          <w:tcPr>
            <w:tcW w:w="7743" w:type="dxa"/>
          </w:tcPr>
          <w:p w14:paraId="18D116C8" w14:textId="77777777" w:rsidR="00611674" w:rsidRDefault="00611674" w:rsidP="00611674">
            <w:r w:rsidRPr="009D6CFF">
              <w:t xml:space="preserve">Version 1 circulated for comment within The HDF Group. </w:t>
            </w:r>
          </w:p>
          <w:p w14:paraId="2863C542" w14:textId="77777777" w:rsidR="003944F9" w:rsidRPr="009D6CFF" w:rsidRDefault="003944F9" w:rsidP="00611674"/>
        </w:tc>
      </w:tr>
      <w:tr w:rsidR="003944F9" w:rsidRPr="009D6CFF" w14:paraId="18480AB1" w14:textId="77777777" w:rsidTr="003944F9">
        <w:tc>
          <w:tcPr>
            <w:tcW w:w="2337" w:type="dxa"/>
          </w:tcPr>
          <w:p w14:paraId="299FF7FE" w14:textId="77777777" w:rsidR="003944F9" w:rsidRDefault="003944F9" w:rsidP="00611674">
            <w:pPr>
              <w:rPr>
                <w:i/>
              </w:rPr>
            </w:pPr>
            <w:r>
              <w:rPr>
                <w:i/>
              </w:rPr>
              <w:t>November 28, 2012</w:t>
            </w:r>
            <w:r w:rsidRPr="009D6CFF">
              <w:rPr>
                <w:i/>
              </w:rPr>
              <w:t>:</w:t>
            </w:r>
          </w:p>
        </w:tc>
        <w:tc>
          <w:tcPr>
            <w:tcW w:w="7743" w:type="dxa"/>
          </w:tcPr>
          <w:p w14:paraId="78F987AA" w14:textId="77777777" w:rsidR="003944F9" w:rsidRDefault="003944F9" w:rsidP="004278F2">
            <w:r w:rsidRPr="009D6CFF">
              <w:t xml:space="preserve">Version </w:t>
            </w:r>
            <w:r>
              <w:t>2</w:t>
            </w:r>
            <w:r w:rsidRPr="009D6CFF">
              <w:t xml:space="preserve"> circulated for comment within The HDF Group. </w:t>
            </w:r>
          </w:p>
          <w:p w14:paraId="17D66E09" w14:textId="77777777" w:rsidR="003944F9" w:rsidRPr="009D6CFF" w:rsidRDefault="003944F9" w:rsidP="00611674"/>
        </w:tc>
      </w:tr>
      <w:tr w:rsidR="003944F9" w:rsidRPr="009D6CFF" w14:paraId="26C0B6D3" w14:textId="77777777" w:rsidTr="003944F9">
        <w:tc>
          <w:tcPr>
            <w:tcW w:w="2337" w:type="dxa"/>
          </w:tcPr>
          <w:p w14:paraId="1ECEDD5A" w14:textId="51B6E68E" w:rsidR="003944F9" w:rsidRDefault="003944F9" w:rsidP="00611674">
            <w:pPr>
              <w:rPr>
                <w:i/>
              </w:rPr>
            </w:pPr>
            <w:r>
              <w:rPr>
                <w:i/>
              </w:rPr>
              <w:t>November 30, 2012</w:t>
            </w:r>
            <w:r w:rsidR="00AF1503">
              <w:rPr>
                <w:i/>
              </w:rPr>
              <w:t>:</w:t>
            </w:r>
          </w:p>
        </w:tc>
        <w:tc>
          <w:tcPr>
            <w:tcW w:w="7743" w:type="dxa"/>
          </w:tcPr>
          <w:p w14:paraId="010E9041" w14:textId="23B78004" w:rsidR="003944F9" w:rsidRPr="009D6CFF" w:rsidRDefault="003944F9" w:rsidP="004278F2">
            <w:r>
              <w:t>Version 3 sent to the customer</w:t>
            </w:r>
            <w:r w:rsidR="00AF1503">
              <w:t>.</w:t>
            </w:r>
          </w:p>
        </w:tc>
      </w:tr>
      <w:tr w:rsidR="00AF1503" w:rsidRPr="009D6CFF" w14:paraId="07C020D3" w14:textId="77777777" w:rsidTr="003944F9">
        <w:tc>
          <w:tcPr>
            <w:tcW w:w="2337" w:type="dxa"/>
          </w:tcPr>
          <w:p w14:paraId="44A563D7" w14:textId="2551ABBD" w:rsidR="00AF1503" w:rsidRDefault="00282728" w:rsidP="00611674">
            <w:pPr>
              <w:rPr>
                <w:i/>
              </w:rPr>
            </w:pPr>
            <w:r>
              <w:rPr>
                <w:i/>
              </w:rPr>
              <w:t>January 8</w:t>
            </w:r>
            <w:r w:rsidR="00AF1503">
              <w:rPr>
                <w:i/>
              </w:rPr>
              <w:t>, 2013:</w:t>
            </w:r>
          </w:p>
        </w:tc>
        <w:tc>
          <w:tcPr>
            <w:tcW w:w="7743" w:type="dxa"/>
          </w:tcPr>
          <w:p w14:paraId="17F40713" w14:textId="6054791F" w:rsidR="00AF1503" w:rsidRDefault="00AF1503" w:rsidP="004278F2">
            <w:r>
              <w:t xml:space="preserve">Version 4 circulated for comment within The HDF Group. </w:t>
            </w:r>
          </w:p>
        </w:tc>
      </w:tr>
      <w:tr w:rsidR="00E91AD6" w:rsidRPr="009D6CFF" w14:paraId="05178C01" w14:textId="77777777" w:rsidTr="003944F9">
        <w:tc>
          <w:tcPr>
            <w:tcW w:w="2337" w:type="dxa"/>
          </w:tcPr>
          <w:p w14:paraId="1637A6D6" w14:textId="4F04BA84" w:rsidR="00E91AD6" w:rsidRDefault="00A122A2" w:rsidP="00611674">
            <w:pPr>
              <w:rPr>
                <w:i/>
              </w:rPr>
            </w:pPr>
            <w:r>
              <w:rPr>
                <w:i/>
              </w:rPr>
              <w:t>January 25</w:t>
            </w:r>
            <w:r w:rsidR="00E91AD6">
              <w:rPr>
                <w:i/>
              </w:rPr>
              <w:t>, 2013:</w:t>
            </w:r>
          </w:p>
        </w:tc>
        <w:tc>
          <w:tcPr>
            <w:tcW w:w="7743" w:type="dxa"/>
          </w:tcPr>
          <w:p w14:paraId="70082F9D" w14:textId="2E7EF86A" w:rsidR="00E91AD6" w:rsidRDefault="00E91AD6" w:rsidP="004278F2">
            <w:r>
              <w:t>Version 5 circulated for comment in the HDF Forum.</w:t>
            </w:r>
          </w:p>
        </w:tc>
      </w:tr>
    </w:tbl>
    <w:p w14:paraId="4A3292BF" w14:textId="77777777" w:rsidR="00927B93" w:rsidRDefault="00927B93" w:rsidP="00611674">
      <w:pPr>
        <w:pStyle w:val="Heading"/>
      </w:pPr>
    </w:p>
    <w:p w14:paraId="1134836B" w14:textId="77777777" w:rsidR="00927B93" w:rsidRDefault="00927B93">
      <w:pPr>
        <w:spacing w:after="0"/>
        <w:rPr>
          <w:rFonts w:asciiTheme="majorHAnsi" w:eastAsiaTheme="majorEastAsia" w:hAnsiTheme="majorHAnsi" w:cstheme="majorBidi"/>
          <w:b/>
          <w:bCs/>
          <w:sz w:val="28"/>
          <w:szCs w:val="28"/>
        </w:rPr>
      </w:pPr>
      <w:r>
        <w:br w:type="page"/>
      </w:r>
    </w:p>
    <w:p w14:paraId="26A24962" w14:textId="77777777" w:rsidR="00611674" w:rsidRDefault="00EE0F05" w:rsidP="00611674">
      <w:pPr>
        <w:pStyle w:val="Heading"/>
      </w:pPr>
      <w:r>
        <w:lastRenderedPageBreak/>
        <w:t>A</w:t>
      </w:r>
      <w:r w:rsidR="00611674" w:rsidRPr="00EB5B3B">
        <w:t>ppendix</w:t>
      </w:r>
      <w:r w:rsidR="007E2C1C">
        <w:t xml:space="preserve"> A</w:t>
      </w:r>
      <w:r w:rsidR="00611674">
        <w:t>:  Background Material</w:t>
      </w:r>
    </w:p>
    <w:p w14:paraId="3AE60034" w14:textId="2AF1BD68" w:rsidR="00611674" w:rsidRDefault="008F1CB8" w:rsidP="00D86AC0">
      <w:r>
        <w:t>In June 2012, the user</w:t>
      </w:r>
      <w:r w:rsidR="00D86AC0">
        <w:t xml:space="preserve"> provided us a requirement document called Extension to the HDF5 API and Library: Write Pre-compressed Chunk Data. </w:t>
      </w:r>
    </w:p>
    <w:p w14:paraId="24A2AF4C" w14:textId="77777777" w:rsidR="00927B93" w:rsidRPr="00C62B71" w:rsidRDefault="00927B93" w:rsidP="00D86AC0"/>
    <w:p w14:paraId="102BB960" w14:textId="77777777" w:rsidR="00927B93" w:rsidRDefault="00927B93">
      <w:pPr>
        <w:spacing w:after="0"/>
        <w:rPr>
          <w:rFonts w:asciiTheme="majorHAnsi" w:eastAsiaTheme="majorEastAsia" w:hAnsiTheme="majorHAnsi" w:cstheme="majorBidi"/>
          <w:b/>
          <w:bCs/>
          <w:sz w:val="28"/>
          <w:szCs w:val="28"/>
        </w:rPr>
      </w:pPr>
      <w:r>
        <w:br w:type="page"/>
      </w:r>
    </w:p>
    <w:p w14:paraId="78734547" w14:textId="77777777" w:rsidR="00921595" w:rsidRDefault="007E2C1C" w:rsidP="00921595">
      <w:pPr>
        <w:pStyle w:val="Heading"/>
      </w:pPr>
      <w:r>
        <w:lastRenderedPageBreak/>
        <w:t xml:space="preserve">Appendix B: </w:t>
      </w:r>
      <w:r w:rsidR="00927B93">
        <w:t>Reference Manual</w:t>
      </w:r>
      <w:r w:rsidR="00921595">
        <w:t xml:space="preserve"> </w:t>
      </w:r>
      <w:bookmarkStart w:id="1" w:name="_GoBack"/>
      <w:bookmarkEnd w:id="1"/>
      <w:r w:rsidR="00C63434">
        <w:t xml:space="preserve">Function </w:t>
      </w:r>
      <w:r w:rsidR="00B24315">
        <w:t xml:space="preserve">Entry for </w:t>
      </w:r>
      <w:r w:rsidR="00B24315" w:rsidRPr="001962F3">
        <w:rPr>
          <w:rFonts w:ascii="Courier New" w:hAnsi="Courier New" w:cs="Courier New"/>
          <w:sz w:val="20"/>
          <w:szCs w:val="20"/>
        </w:rPr>
        <w:t>H5</w:t>
      </w:r>
      <w:r w:rsidR="00B24315">
        <w:rPr>
          <w:rFonts w:ascii="Courier New" w:hAnsi="Courier New" w:cs="Courier New"/>
          <w:sz w:val="20"/>
          <w:szCs w:val="20"/>
        </w:rPr>
        <w:t>DOwrite_chunk</w:t>
      </w:r>
    </w:p>
    <w:p w14:paraId="7935B7D7" w14:textId="77777777" w:rsidR="00C63434" w:rsidRDefault="00C63434" w:rsidP="004A07EB">
      <w:pPr>
        <w:pBdr>
          <w:bottom w:val="single" w:sz="4" w:space="1" w:color="auto"/>
        </w:pBdr>
      </w:pPr>
    </w:p>
    <w:p w14:paraId="1CDAA779" w14:textId="77777777" w:rsidR="00C63434" w:rsidRDefault="00C63434" w:rsidP="007E2C1C">
      <w:pPr>
        <w:jc w:val="right"/>
      </w:pPr>
      <w:r>
        <w:t xml:space="preserve">Last modified: </w:t>
      </w:r>
      <w:r w:rsidR="007E2C1C">
        <w:rPr>
          <w:rFonts w:cstheme="minorHAnsi"/>
        </w:rPr>
        <w:t>14 November 2012</w:t>
      </w:r>
    </w:p>
    <w:p w14:paraId="0B5783E2" w14:textId="77777777" w:rsidR="00C63434" w:rsidRDefault="00C63434" w:rsidP="00C63434">
      <w:r w:rsidRPr="004A07EB">
        <w:rPr>
          <w:b/>
        </w:rPr>
        <w:t>Name:</w:t>
      </w:r>
      <w:r w:rsidR="004A07EB">
        <w:rPr>
          <w:b/>
        </w:rPr>
        <w:t xml:space="preserve"> </w:t>
      </w:r>
      <w:r w:rsidR="004A07EB" w:rsidRPr="001962F3">
        <w:rPr>
          <w:rFonts w:ascii="Courier New" w:hAnsi="Courier New" w:cs="Courier New"/>
          <w:sz w:val="20"/>
          <w:szCs w:val="20"/>
        </w:rPr>
        <w:t>H5</w:t>
      </w:r>
      <w:r w:rsidR="007E2C1C">
        <w:rPr>
          <w:rFonts w:ascii="Courier New" w:hAnsi="Courier New" w:cs="Courier New"/>
          <w:sz w:val="20"/>
          <w:szCs w:val="20"/>
        </w:rPr>
        <w:t>DOwrite_chunk</w:t>
      </w:r>
    </w:p>
    <w:p w14:paraId="376B2E0C" w14:textId="77777777" w:rsidR="004A07EB" w:rsidRPr="004A07EB" w:rsidRDefault="00C63434" w:rsidP="00C63434">
      <w:pPr>
        <w:rPr>
          <w:b/>
        </w:rPr>
      </w:pPr>
      <w:r w:rsidRPr="004A07EB">
        <w:rPr>
          <w:b/>
        </w:rPr>
        <w:t>Signature:</w:t>
      </w:r>
    </w:p>
    <w:p w14:paraId="25D25E00" w14:textId="77777777" w:rsidR="007E2C1C" w:rsidRDefault="007E2C1C" w:rsidP="007E2C1C">
      <w:pPr>
        <w:widowControl w:val="0"/>
        <w:autoSpaceDE w:val="0"/>
        <w:autoSpaceDN w:val="0"/>
        <w:adjustRightInd w:val="0"/>
        <w:ind w:firstLine="720"/>
        <w:rPr>
          <w:rFonts w:cs="Times"/>
        </w:rPr>
      </w:pPr>
      <w:r w:rsidRPr="00FE2045">
        <w:rPr>
          <w:rFonts w:cs="Times"/>
          <w:i/>
          <w:iCs/>
        </w:rPr>
        <w:t xml:space="preserve">herr_t </w:t>
      </w:r>
      <w:r w:rsidRPr="007E2C1C">
        <w:rPr>
          <w:rFonts w:ascii="Courier New" w:hAnsi="Courier New" w:cs="Courier New"/>
          <w:sz w:val="20"/>
          <w:szCs w:val="20"/>
        </w:rPr>
        <w:t>H5DOwrite_chunk</w:t>
      </w:r>
      <w:r w:rsidRPr="00FE2045">
        <w:rPr>
          <w:rFonts w:cs="Times"/>
        </w:rPr>
        <w:t xml:space="preserve">( </w:t>
      </w:r>
      <w:r w:rsidRPr="00FE2045">
        <w:rPr>
          <w:rFonts w:cs="Times"/>
          <w:i/>
          <w:iCs/>
        </w:rPr>
        <w:t xml:space="preserve">hid_t </w:t>
      </w:r>
      <w:r w:rsidRPr="007E2C1C">
        <w:rPr>
          <w:rFonts w:ascii="Courier New" w:hAnsi="Courier New" w:cs="Courier New"/>
          <w:sz w:val="20"/>
          <w:szCs w:val="20"/>
        </w:rPr>
        <w:t>dset_id</w:t>
      </w:r>
      <w:r w:rsidRPr="00FE2045">
        <w:rPr>
          <w:rFonts w:cs="Times"/>
        </w:rPr>
        <w:t xml:space="preserve">, </w:t>
      </w:r>
      <w:r w:rsidRPr="00FE2045">
        <w:rPr>
          <w:rFonts w:cs="Times"/>
          <w:i/>
          <w:iCs/>
        </w:rPr>
        <w:t>hid_t</w:t>
      </w:r>
      <w:r w:rsidRPr="00FE2045">
        <w:rPr>
          <w:rFonts w:cs="Times"/>
        </w:rPr>
        <w:t xml:space="preserve"> </w:t>
      </w:r>
      <w:r w:rsidRPr="007E2C1C">
        <w:rPr>
          <w:rFonts w:ascii="Courier New" w:hAnsi="Courier New" w:cs="Courier New"/>
          <w:sz w:val="20"/>
          <w:szCs w:val="20"/>
        </w:rPr>
        <w:t>dxpl_id</w:t>
      </w:r>
      <w:r w:rsidRPr="00FE2045">
        <w:rPr>
          <w:rFonts w:cs="Times"/>
        </w:rPr>
        <w:t xml:space="preserve">, </w:t>
      </w:r>
      <w:r>
        <w:rPr>
          <w:rFonts w:cs="Times"/>
          <w:i/>
          <w:iCs/>
        </w:rPr>
        <w:t>uint32_t</w:t>
      </w:r>
      <w:r w:rsidRPr="00FE2045">
        <w:rPr>
          <w:rFonts w:cs="Times"/>
        </w:rPr>
        <w:t xml:space="preserve"> </w:t>
      </w:r>
      <w:r w:rsidRPr="007E2C1C">
        <w:rPr>
          <w:rFonts w:ascii="Courier New" w:hAnsi="Courier New" w:cs="Courier New"/>
          <w:sz w:val="20"/>
          <w:szCs w:val="20"/>
        </w:rPr>
        <w:t>filter</w:t>
      </w:r>
      <w:r w:rsidR="004278F2">
        <w:rPr>
          <w:rFonts w:ascii="Courier New" w:hAnsi="Courier New" w:cs="Courier New"/>
          <w:sz w:val="20"/>
          <w:szCs w:val="20"/>
        </w:rPr>
        <w:t>_mask</w:t>
      </w:r>
      <w:r w:rsidRPr="00FE2045">
        <w:rPr>
          <w:rFonts w:cs="Times"/>
        </w:rPr>
        <w:t xml:space="preserve">, </w:t>
      </w:r>
      <w:r>
        <w:rPr>
          <w:rFonts w:cs="Times"/>
          <w:i/>
          <w:iCs/>
        </w:rPr>
        <w:t>hsize</w:t>
      </w:r>
      <w:r w:rsidRPr="00FE2045">
        <w:rPr>
          <w:rFonts w:cs="Times"/>
          <w:i/>
          <w:iCs/>
        </w:rPr>
        <w:t>_t</w:t>
      </w:r>
      <w:r w:rsidRPr="00FE2045">
        <w:rPr>
          <w:rFonts w:cs="Times"/>
        </w:rPr>
        <w:t xml:space="preserve"> </w:t>
      </w:r>
    </w:p>
    <w:p w14:paraId="126CDF19" w14:textId="77777777" w:rsidR="00C63434" w:rsidRPr="007E2C1C" w:rsidRDefault="007E2C1C" w:rsidP="007E2C1C">
      <w:pPr>
        <w:widowControl w:val="0"/>
        <w:autoSpaceDE w:val="0"/>
        <w:autoSpaceDN w:val="0"/>
        <w:adjustRightInd w:val="0"/>
        <w:ind w:left="1440"/>
        <w:rPr>
          <w:rFonts w:cs="Times"/>
        </w:rPr>
      </w:pPr>
      <w:r>
        <w:rPr>
          <w:rFonts w:cs="Courier"/>
        </w:rPr>
        <w:t xml:space="preserve">* </w:t>
      </w:r>
      <w:r w:rsidRPr="007E2C1C">
        <w:rPr>
          <w:rFonts w:ascii="Courier New" w:hAnsi="Courier New" w:cs="Courier New"/>
          <w:sz w:val="20"/>
          <w:szCs w:val="20"/>
        </w:rPr>
        <w:t>offset</w:t>
      </w:r>
      <w:r w:rsidRPr="00FE2045">
        <w:rPr>
          <w:rFonts w:cs="Times"/>
        </w:rPr>
        <w:t xml:space="preserve">, </w:t>
      </w:r>
      <w:r>
        <w:rPr>
          <w:rFonts w:cs="Times"/>
          <w:i/>
          <w:iCs/>
        </w:rPr>
        <w:t>size</w:t>
      </w:r>
      <w:r w:rsidRPr="00FE2045">
        <w:rPr>
          <w:rFonts w:cs="Times"/>
          <w:i/>
          <w:iCs/>
        </w:rPr>
        <w:t>_t</w:t>
      </w:r>
      <w:r w:rsidRPr="00FE2045">
        <w:rPr>
          <w:rFonts w:cs="Times"/>
        </w:rPr>
        <w:t xml:space="preserve"> </w:t>
      </w:r>
      <w:r w:rsidRPr="007E2C1C">
        <w:rPr>
          <w:rFonts w:ascii="Courier New" w:hAnsi="Courier New" w:cs="Courier New"/>
          <w:sz w:val="20"/>
          <w:szCs w:val="20"/>
        </w:rPr>
        <w:t>data_size</w:t>
      </w:r>
      <w:r w:rsidRPr="00FE2045">
        <w:rPr>
          <w:rFonts w:cs="Times"/>
        </w:rPr>
        <w:t xml:space="preserve">, </w:t>
      </w:r>
      <w:r w:rsidRPr="00FE2045">
        <w:rPr>
          <w:rFonts w:cs="Times"/>
          <w:i/>
          <w:iCs/>
        </w:rPr>
        <w:t>const void *</w:t>
      </w:r>
      <w:r w:rsidRPr="00FE2045">
        <w:rPr>
          <w:rFonts w:cs="Times"/>
        </w:rPr>
        <w:t xml:space="preserve"> </w:t>
      </w:r>
      <w:r w:rsidRPr="007E2C1C">
        <w:rPr>
          <w:rFonts w:ascii="Courier New" w:hAnsi="Courier New" w:cs="Courier New"/>
          <w:sz w:val="20"/>
          <w:szCs w:val="20"/>
        </w:rPr>
        <w:t>buf</w:t>
      </w:r>
      <w:r w:rsidRPr="00FE2045">
        <w:rPr>
          <w:rFonts w:cs="Times"/>
        </w:rPr>
        <w:t xml:space="preserve"> )</w:t>
      </w:r>
    </w:p>
    <w:p w14:paraId="75B7854A" w14:textId="77777777" w:rsidR="004A07EB" w:rsidRPr="004A07EB" w:rsidRDefault="00C63434" w:rsidP="00C63434">
      <w:pPr>
        <w:rPr>
          <w:b/>
        </w:rPr>
      </w:pPr>
      <w:r w:rsidRPr="004A07EB">
        <w:rPr>
          <w:b/>
        </w:rPr>
        <w:t>Purpose:</w:t>
      </w:r>
    </w:p>
    <w:p w14:paraId="1C816577" w14:textId="77777777" w:rsidR="00C63434" w:rsidRPr="007E2C1C" w:rsidRDefault="007E2C1C" w:rsidP="007E2C1C">
      <w:pPr>
        <w:widowControl w:val="0"/>
        <w:autoSpaceDE w:val="0"/>
        <w:autoSpaceDN w:val="0"/>
        <w:adjustRightInd w:val="0"/>
        <w:ind w:firstLine="720"/>
        <w:rPr>
          <w:rFonts w:cs="Times"/>
        </w:rPr>
      </w:pPr>
      <w:r>
        <w:rPr>
          <w:rFonts w:cs="Times"/>
        </w:rPr>
        <w:t xml:space="preserve">Writes a raw </w:t>
      </w:r>
      <w:r w:rsidRPr="00FE2045">
        <w:rPr>
          <w:rFonts w:cs="Times"/>
        </w:rPr>
        <w:t xml:space="preserve">data </w:t>
      </w:r>
      <w:r>
        <w:rPr>
          <w:rFonts w:cs="Times"/>
        </w:rPr>
        <w:t xml:space="preserve">chunk </w:t>
      </w:r>
      <w:r w:rsidRPr="00FE2045">
        <w:rPr>
          <w:rFonts w:cs="Times"/>
        </w:rPr>
        <w:t xml:space="preserve">from a buffer </w:t>
      </w:r>
      <w:r>
        <w:rPr>
          <w:rFonts w:cs="Times"/>
        </w:rPr>
        <w:t xml:space="preserve">directly </w:t>
      </w:r>
      <w:r w:rsidRPr="00FE2045">
        <w:rPr>
          <w:rFonts w:cs="Times"/>
        </w:rPr>
        <w:t>to a dataset.</w:t>
      </w:r>
    </w:p>
    <w:p w14:paraId="2B1E4A31" w14:textId="77777777" w:rsidR="004A07EB" w:rsidRPr="004A07EB" w:rsidRDefault="00C63434" w:rsidP="00C63434">
      <w:pPr>
        <w:rPr>
          <w:b/>
        </w:rPr>
      </w:pPr>
      <w:r w:rsidRPr="004A07EB">
        <w:rPr>
          <w:b/>
        </w:rPr>
        <w:t>Description:</w:t>
      </w:r>
    </w:p>
    <w:p w14:paraId="441109F9" w14:textId="77777777" w:rsidR="007E2C1C" w:rsidRPr="006B0162" w:rsidRDefault="007E2C1C" w:rsidP="006B0162">
      <w:pPr>
        <w:ind w:left="720"/>
      </w:pPr>
      <w:r w:rsidRPr="007E2C1C">
        <w:rPr>
          <w:rFonts w:ascii="Courier New" w:hAnsi="Courier New" w:cs="Courier New"/>
          <w:sz w:val="20"/>
          <w:szCs w:val="20"/>
        </w:rPr>
        <w:t>H5DOwrite_chunk</w:t>
      </w:r>
      <w:r w:rsidRPr="00FE2045">
        <w:rPr>
          <w:rFonts w:cs="Times"/>
        </w:rPr>
        <w:t xml:space="preserve"> writes </w:t>
      </w:r>
      <w:r>
        <w:rPr>
          <w:rFonts w:cs="Times"/>
        </w:rPr>
        <w:t xml:space="preserve">a raw data chunk from the application memory buffer </w:t>
      </w:r>
      <w:r w:rsidRPr="007E2C1C">
        <w:rPr>
          <w:rFonts w:ascii="Courier New" w:hAnsi="Courier New" w:cs="Courier New"/>
          <w:sz w:val="20"/>
          <w:szCs w:val="20"/>
        </w:rPr>
        <w:t>buf</w:t>
      </w:r>
      <w:r>
        <w:rPr>
          <w:rFonts w:cs="Times"/>
        </w:rPr>
        <w:t xml:space="preserve"> directly to its logical destination </w:t>
      </w:r>
      <w:r w:rsidRPr="007E2C1C">
        <w:rPr>
          <w:rFonts w:ascii="Courier New" w:hAnsi="Courier New" w:cs="Courier New"/>
          <w:sz w:val="20"/>
          <w:szCs w:val="20"/>
        </w:rPr>
        <w:t>offset</w:t>
      </w:r>
      <w:r>
        <w:rPr>
          <w:rFonts w:cs="Times"/>
        </w:rPr>
        <w:t xml:space="preserve"> in a dataset identified by </w:t>
      </w:r>
      <w:r w:rsidRPr="007E2C1C">
        <w:rPr>
          <w:rFonts w:ascii="Courier New" w:hAnsi="Courier New" w:cs="Courier New"/>
          <w:sz w:val="20"/>
          <w:szCs w:val="20"/>
        </w:rPr>
        <w:t>dset_id</w:t>
      </w:r>
      <w:r>
        <w:rPr>
          <w:rFonts w:cs="Times"/>
        </w:rPr>
        <w:t xml:space="preserve">. Typically, the data in </w:t>
      </w:r>
      <w:r w:rsidRPr="007E2C1C">
        <w:rPr>
          <w:rFonts w:ascii="Courier New" w:hAnsi="Courier New" w:cs="Courier New"/>
          <w:sz w:val="20"/>
          <w:szCs w:val="20"/>
        </w:rPr>
        <w:t>buf</w:t>
      </w:r>
      <w:r>
        <w:rPr>
          <w:rFonts w:cs="Times"/>
        </w:rPr>
        <w:t xml:space="preserve"> is preprocessed in memory by a custom transformation, such as compression. The data chunk will bypass the library’s internal data transfer pipeline (including filters), and will be written to the file directly.</w:t>
      </w:r>
    </w:p>
    <w:p w14:paraId="5CB87CEE" w14:textId="77777777" w:rsidR="007E2C1C" w:rsidRDefault="007E2C1C" w:rsidP="006B0162">
      <w:pPr>
        <w:widowControl w:val="0"/>
        <w:autoSpaceDE w:val="0"/>
        <w:autoSpaceDN w:val="0"/>
        <w:adjustRightInd w:val="0"/>
        <w:ind w:firstLine="720"/>
        <w:rPr>
          <w:rFonts w:cs="Times"/>
        </w:rPr>
      </w:pPr>
      <w:r w:rsidRPr="00092246">
        <w:rPr>
          <w:rFonts w:ascii="Courier New" w:hAnsi="Courier New" w:cs="Courier New"/>
          <w:sz w:val="20"/>
          <w:szCs w:val="20"/>
        </w:rPr>
        <w:t>dxpl_id</w:t>
      </w:r>
      <w:r>
        <w:rPr>
          <w:rFonts w:cs="Times"/>
        </w:rPr>
        <w:t xml:space="preserve"> is the identifier of a data transfer property list. (Currently, it is unused.)</w:t>
      </w:r>
    </w:p>
    <w:p w14:paraId="2C9DB0BF" w14:textId="77777777" w:rsidR="007E2C1C" w:rsidRDefault="007E2C1C" w:rsidP="006B0162">
      <w:pPr>
        <w:widowControl w:val="0"/>
        <w:autoSpaceDE w:val="0"/>
        <w:autoSpaceDN w:val="0"/>
        <w:adjustRightInd w:val="0"/>
        <w:ind w:left="720"/>
        <w:rPr>
          <w:rFonts w:cs="Times"/>
        </w:rPr>
      </w:pPr>
      <w:r w:rsidRPr="00092246">
        <w:rPr>
          <w:rFonts w:ascii="Courier New" w:hAnsi="Courier New" w:cs="Courier New"/>
          <w:sz w:val="20"/>
          <w:szCs w:val="20"/>
        </w:rPr>
        <w:t>filter</w:t>
      </w:r>
      <w:r w:rsidR="004278F2">
        <w:rPr>
          <w:rFonts w:ascii="Courier New" w:hAnsi="Courier New" w:cs="Courier New"/>
          <w:sz w:val="20"/>
          <w:szCs w:val="20"/>
        </w:rPr>
        <w:t>_mask</w:t>
      </w:r>
      <w:r>
        <w:rPr>
          <w:rFonts w:cs="Times"/>
        </w:rPr>
        <w:t xml:space="preserve"> is a mask to keep a record of which filters are used and is saved with the data chunk in the file. The default value is zero and indicates that all enabled filters are applied. A filter is skipped if the bit corresponding to the filter position </w:t>
      </w:r>
      <w:r w:rsidRPr="00092246">
        <w:rPr>
          <w:rFonts w:ascii="Courier New" w:hAnsi="Courier New" w:cs="Courier New"/>
          <w:sz w:val="20"/>
          <w:szCs w:val="20"/>
        </w:rPr>
        <w:t>(0&lt;= * &lt;32)</w:t>
      </w:r>
      <w:r>
        <w:rPr>
          <w:rFonts w:cs="Times"/>
        </w:rPr>
        <w:t xml:space="preserve"> in the pipeline is turned on.</w:t>
      </w:r>
    </w:p>
    <w:p w14:paraId="389253A6" w14:textId="77777777" w:rsidR="007E2C1C" w:rsidRDefault="007E2C1C" w:rsidP="006B0162">
      <w:pPr>
        <w:widowControl w:val="0"/>
        <w:autoSpaceDE w:val="0"/>
        <w:autoSpaceDN w:val="0"/>
        <w:adjustRightInd w:val="0"/>
        <w:ind w:left="720"/>
        <w:rPr>
          <w:rFonts w:cs="Times"/>
        </w:rPr>
      </w:pPr>
      <w:r w:rsidRPr="00092246">
        <w:rPr>
          <w:rFonts w:ascii="Courier New" w:hAnsi="Courier New" w:cs="Courier New"/>
          <w:sz w:val="20"/>
          <w:szCs w:val="20"/>
        </w:rPr>
        <w:t>offset</w:t>
      </w:r>
      <w:r>
        <w:rPr>
          <w:rFonts w:cs="Times"/>
        </w:rPr>
        <w:t xml:space="preserve"> is an array that represents the logical position of the first element of the data chunk in the dataset’s dataspace. </w:t>
      </w:r>
      <w:r w:rsidRPr="00F15218">
        <w:rPr>
          <w:rFonts w:cs="Times"/>
        </w:rPr>
        <w:t xml:space="preserve">The </w:t>
      </w:r>
      <w:r>
        <w:rPr>
          <w:rFonts w:cs="Times"/>
        </w:rPr>
        <w:t xml:space="preserve">length of the </w:t>
      </w:r>
      <w:r w:rsidRPr="00092246">
        <w:rPr>
          <w:rFonts w:ascii="Courier New" w:hAnsi="Courier New" w:cs="Courier New"/>
          <w:sz w:val="20"/>
          <w:szCs w:val="20"/>
        </w:rPr>
        <w:t>offset</w:t>
      </w:r>
      <w:r w:rsidRPr="00F15218">
        <w:rPr>
          <w:rFonts w:cs="Times"/>
        </w:rPr>
        <w:t xml:space="preserve"> array must </w:t>
      </w:r>
      <w:r>
        <w:rPr>
          <w:rFonts w:cs="Times"/>
        </w:rPr>
        <w:t>equal the rank (</w:t>
      </w:r>
      <w:r w:rsidRPr="00F15218">
        <w:rPr>
          <w:rFonts w:cs="Times"/>
        </w:rPr>
        <w:t>number of dimensions</w:t>
      </w:r>
      <w:r>
        <w:rPr>
          <w:rFonts w:cs="Times"/>
        </w:rPr>
        <w:t>)</w:t>
      </w:r>
      <w:r w:rsidRPr="00F15218">
        <w:rPr>
          <w:rFonts w:cs="Times"/>
        </w:rPr>
        <w:t xml:space="preserve"> </w:t>
      </w:r>
      <w:r>
        <w:rPr>
          <w:rFonts w:cs="Times"/>
        </w:rPr>
        <w:t>of</w:t>
      </w:r>
      <w:r w:rsidRPr="00F15218">
        <w:rPr>
          <w:rFonts w:cs="Times"/>
        </w:rPr>
        <w:t xml:space="preserve"> the dataspace.</w:t>
      </w:r>
      <w:r>
        <w:rPr>
          <w:rFonts w:cs="Times"/>
        </w:rPr>
        <w:t xml:space="preserve"> The values in </w:t>
      </w:r>
      <w:r w:rsidRPr="00092246">
        <w:rPr>
          <w:rFonts w:ascii="Courier New" w:hAnsi="Courier New" w:cs="Courier New"/>
          <w:sz w:val="20"/>
          <w:szCs w:val="20"/>
        </w:rPr>
        <w:t>offset</w:t>
      </w:r>
      <w:r>
        <w:rPr>
          <w:rFonts w:cs="Times"/>
        </w:rPr>
        <w:t xml:space="preserve"> must not exceed the dimension limits and must fall on the boundary of data chunks.</w:t>
      </w:r>
    </w:p>
    <w:p w14:paraId="609FCCFD" w14:textId="77777777" w:rsidR="007E2C1C" w:rsidRDefault="007E2C1C" w:rsidP="006B0162">
      <w:pPr>
        <w:widowControl w:val="0"/>
        <w:autoSpaceDE w:val="0"/>
        <w:autoSpaceDN w:val="0"/>
        <w:adjustRightInd w:val="0"/>
        <w:ind w:left="720"/>
        <w:rPr>
          <w:rFonts w:cs="Times"/>
        </w:rPr>
      </w:pPr>
      <w:r w:rsidRPr="00092246">
        <w:rPr>
          <w:rFonts w:ascii="Courier New" w:hAnsi="Courier New" w:cs="Courier New"/>
          <w:sz w:val="20"/>
          <w:szCs w:val="20"/>
        </w:rPr>
        <w:t>data_size</w:t>
      </w:r>
      <w:r>
        <w:rPr>
          <w:rFonts w:cs="Times"/>
        </w:rPr>
        <w:t xml:space="preserve"> is the size of the raw data chunk and represents the number of bytes to be read from the buffer </w:t>
      </w:r>
      <w:r w:rsidRPr="00092246">
        <w:rPr>
          <w:rFonts w:ascii="Courier New" w:hAnsi="Courier New" w:cs="Courier New"/>
          <w:sz w:val="20"/>
          <w:szCs w:val="20"/>
        </w:rPr>
        <w:t>buf</w:t>
      </w:r>
      <w:r>
        <w:rPr>
          <w:rFonts w:cs="Times"/>
        </w:rPr>
        <w:t>. If the data chunk has been pre-compressed, it should be the size of the compressed data.</w:t>
      </w:r>
    </w:p>
    <w:p w14:paraId="6D87DCE6" w14:textId="77777777" w:rsidR="00C63434" w:rsidRPr="007E2C1C" w:rsidRDefault="007E2C1C" w:rsidP="007E2C1C">
      <w:pPr>
        <w:widowControl w:val="0"/>
        <w:autoSpaceDE w:val="0"/>
        <w:autoSpaceDN w:val="0"/>
        <w:adjustRightInd w:val="0"/>
        <w:ind w:firstLine="720"/>
        <w:rPr>
          <w:rFonts w:cs="Times"/>
        </w:rPr>
      </w:pPr>
      <w:r w:rsidRPr="00092246">
        <w:rPr>
          <w:rFonts w:ascii="Courier New" w:hAnsi="Courier New" w:cs="Courier New"/>
          <w:sz w:val="20"/>
          <w:szCs w:val="20"/>
        </w:rPr>
        <w:t>buf</w:t>
      </w:r>
      <w:r>
        <w:rPr>
          <w:rFonts w:cs="Times"/>
        </w:rPr>
        <w:t xml:space="preserve"> is the memory buffer for the data chunk.</w:t>
      </w:r>
    </w:p>
    <w:p w14:paraId="10325F57" w14:textId="77777777" w:rsidR="00C63434" w:rsidRPr="00092246" w:rsidRDefault="00C63434" w:rsidP="00092246">
      <w:pPr>
        <w:rPr>
          <w:b/>
        </w:rPr>
      </w:pPr>
      <w:r w:rsidRPr="004A07EB">
        <w:rPr>
          <w:b/>
        </w:rPr>
        <w:t>Parameters:</w:t>
      </w:r>
    </w:p>
    <w:tbl>
      <w:tblPr>
        <w:tblW w:w="0" w:type="auto"/>
        <w:tblBorders>
          <w:top w:val="nil"/>
          <w:left w:val="nil"/>
          <w:right w:val="nil"/>
        </w:tblBorders>
        <w:tblLayout w:type="fixed"/>
        <w:tblLook w:val="0000" w:firstRow="0" w:lastRow="0" w:firstColumn="0" w:lastColumn="0" w:noHBand="0" w:noVBand="0"/>
      </w:tblPr>
      <w:tblGrid>
        <w:gridCol w:w="3440"/>
        <w:gridCol w:w="7600"/>
      </w:tblGrid>
      <w:tr w:rsidR="00092246" w:rsidRPr="00FE2045" w14:paraId="13684294" w14:textId="77777777" w:rsidTr="00AD068E">
        <w:tc>
          <w:tcPr>
            <w:tcW w:w="3440" w:type="dxa"/>
            <w:tcMar>
              <w:top w:w="20" w:type="nil"/>
              <w:left w:w="20" w:type="nil"/>
              <w:bottom w:w="20" w:type="nil"/>
              <w:right w:w="20" w:type="nil"/>
            </w:tcMar>
          </w:tcPr>
          <w:p w14:paraId="778042C7" w14:textId="77777777" w:rsidR="00092246" w:rsidRPr="00FE2045" w:rsidRDefault="00092246" w:rsidP="00092246">
            <w:pPr>
              <w:widowControl w:val="0"/>
              <w:autoSpaceDE w:val="0"/>
              <w:autoSpaceDN w:val="0"/>
              <w:adjustRightInd w:val="0"/>
              <w:ind w:left="720"/>
              <w:rPr>
                <w:rFonts w:cs="Times"/>
              </w:rPr>
            </w:pPr>
            <w:r w:rsidRPr="00FE2045">
              <w:rPr>
                <w:rFonts w:cs="Times"/>
                <w:i/>
                <w:iCs/>
              </w:rPr>
              <w:t>hid_t</w:t>
            </w:r>
            <w:r w:rsidRPr="00FE2045">
              <w:rPr>
                <w:rFonts w:cs="Times"/>
              </w:rPr>
              <w:t xml:space="preserve"> </w:t>
            </w:r>
            <w:r w:rsidRPr="00092246">
              <w:rPr>
                <w:rFonts w:ascii="Courier New" w:hAnsi="Courier New" w:cs="Courier New"/>
                <w:sz w:val="20"/>
                <w:szCs w:val="20"/>
              </w:rPr>
              <w:t>dset_id</w:t>
            </w:r>
          </w:p>
        </w:tc>
        <w:tc>
          <w:tcPr>
            <w:tcW w:w="7600" w:type="dxa"/>
            <w:tcMar>
              <w:top w:w="20" w:type="nil"/>
              <w:left w:w="20" w:type="nil"/>
              <w:bottom w:w="20" w:type="nil"/>
              <w:right w:w="20" w:type="nil"/>
            </w:tcMar>
          </w:tcPr>
          <w:p w14:paraId="0E8EB2A6" w14:textId="77777777" w:rsidR="00092246" w:rsidRPr="00FE2045" w:rsidRDefault="00092246" w:rsidP="00AD068E">
            <w:pPr>
              <w:widowControl w:val="0"/>
              <w:autoSpaceDE w:val="0"/>
              <w:autoSpaceDN w:val="0"/>
              <w:adjustRightInd w:val="0"/>
              <w:rPr>
                <w:rFonts w:cs="Times"/>
              </w:rPr>
            </w:pPr>
            <w:r w:rsidRPr="00FE2045">
              <w:rPr>
                <w:rFonts w:cs="Times"/>
              </w:rPr>
              <w:t>IN: Identifier of the dataset to write to.</w:t>
            </w:r>
          </w:p>
        </w:tc>
      </w:tr>
      <w:tr w:rsidR="00092246" w:rsidRPr="00FE2045" w14:paraId="4666BD7C" w14:textId="77777777" w:rsidTr="00AD068E">
        <w:tblPrEx>
          <w:tblBorders>
            <w:top w:val="none" w:sz="0" w:space="0" w:color="auto"/>
          </w:tblBorders>
        </w:tblPrEx>
        <w:tc>
          <w:tcPr>
            <w:tcW w:w="3440" w:type="dxa"/>
            <w:tcMar>
              <w:top w:w="20" w:type="nil"/>
              <w:left w:w="20" w:type="nil"/>
              <w:bottom w:w="20" w:type="nil"/>
              <w:right w:w="20" w:type="nil"/>
            </w:tcMar>
          </w:tcPr>
          <w:p w14:paraId="21CEEB0E" w14:textId="77777777" w:rsidR="00092246" w:rsidRPr="00FE2045" w:rsidRDefault="00092246" w:rsidP="00092246">
            <w:pPr>
              <w:widowControl w:val="0"/>
              <w:autoSpaceDE w:val="0"/>
              <w:autoSpaceDN w:val="0"/>
              <w:adjustRightInd w:val="0"/>
              <w:ind w:left="720"/>
              <w:rPr>
                <w:rFonts w:cs="Times"/>
              </w:rPr>
            </w:pPr>
            <w:r w:rsidRPr="00FE2045">
              <w:rPr>
                <w:rFonts w:cs="Times"/>
                <w:i/>
                <w:iCs/>
              </w:rPr>
              <w:t>hid_t</w:t>
            </w:r>
            <w:r w:rsidRPr="00FE2045">
              <w:rPr>
                <w:rFonts w:cs="Times"/>
              </w:rPr>
              <w:t xml:space="preserve"> </w:t>
            </w:r>
            <w:r w:rsidRPr="00092246">
              <w:rPr>
                <w:rFonts w:ascii="Courier New" w:hAnsi="Courier New" w:cs="Courier New"/>
                <w:sz w:val="20"/>
                <w:szCs w:val="20"/>
              </w:rPr>
              <w:t>dxpl_id</w:t>
            </w:r>
          </w:p>
        </w:tc>
        <w:tc>
          <w:tcPr>
            <w:tcW w:w="7600" w:type="dxa"/>
            <w:tcMar>
              <w:top w:w="20" w:type="nil"/>
              <w:left w:w="20" w:type="nil"/>
              <w:bottom w:w="20" w:type="nil"/>
              <w:right w:w="20" w:type="nil"/>
            </w:tcMar>
          </w:tcPr>
          <w:p w14:paraId="1A1C2FE9" w14:textId="77777777" w:rsidR="00092246" w:rsidRPr="00FE2045" w:rsidRDefault="00092246" w:rsidP="00AD068E">
            <w:pPr>
              <w:widowControl w:val="0"/>
              <w:autoSpaceDE w:val="0"/>
              <w:autoSpaceDN w:val="0"/>
              <w:adjustRightInd w:val="0"/>
              <w:rPr>
                <w:rFonts w:cs="Times"/>
              </w:rPr>
            </w:pPr>
            <w:r w:rsidRPr="00FE2045">
              <w:rPr>
                <w:rFonts w:cs="Times"/>
              </w:rPr>
              <w:t>IN: Id</w:t>
            </w:r>
            <w:r>
              <w:rPr>
                <w:rFonts w:cs="Times"/>
              </w:rPr>
              <w:t>entifier of a transfer property list for this I/O operation.</w:t>
            </w:r>
          </w:p>
        </w:tc>
      </w:tr>
      <w:tr w:rsidR="00092246" w:rsidRPr="00FE2045" w14:paraId="014B9AD1" w14:textId="77777777" w:rsidTr="00AD068E">
        <w:tblPrEx>
          <w:tblBorders>
            <w:top w:val="none" w:sz="0" w:space="0" w:color="auto"/>
          </w:tblBorders>
        </w:tblPrEx>
        <w:tc>
          <w:tcPr>
            <w:tcW w:w="3440" w:type="dxa"/>
            <w:tcMar>
              <w:top w:w="20" w:type="nil"/>
              <w:left w:w="20" w:type="nil"/>
              <w:bottom w:w="20" w:type="nil"/>
              <w:right w:w="20" w:type="nil"/>
            </w:tcMar>
          </w:tcPr>
          <w:p w14:paraId="6E800E98" w14:textId="77777777" w:rsidR="00092246" w:rsidRPr="00FE2045" w:rsidRDefault="00092246" w:rsidP="00092246">
            <w:pPr>
              <w:widowControl w:val="0"/>
              <w:autoSpaceDE w:val="0"/>
              <w:autoSpaceDN w:val="0"/>
              <w:adjustRightInd w:val="0"/>
              <w:ind w:left="720"/>
              <w:rPr>
                <w:rFonts w:cs="Times"/>
              </w:rPr>
            </w:pPr>
            <w:r>
              <w:rPr>
                <w:rFonts w:cs="Times"/>
                <w:i/>
                <w:iCs/>
              </w:rPr>
              <w:t>uint32_t</w:t>
            </w:r>
            <w:r w:rsidRPr="00FE2045">
              <w:rPr>
                <w:rFonts w:cs="Times"/>
              </w:rPr>
              <w:t xml:space="preserve"> </w:t>
            </w:r>
            <w:r w:rsidRPr="00092246">
              <w:rPr>
                <w:rFonts w:ascii="Courier New" w:hAnsi="Courier New" w:cs="Courier New"/>
                <w:sz w:val="20"/>
                <w:szCs w:val="20"/>
              </w:rPr>
              <w:t>filter</w:t>
            </w:r>
            <w:r w:rsidR="004278F2">
              <w:rPr>
                <w:rFonts w:ascii="Courier New" w:hAnsi="Courier New" w:cs="Courier New"/>
                <w:sz w:val="20"/>
                <w:szCs w:val="20"/>
              </w:rPr>
              <w:t>_mask</w:t>
            </w:r>
          </w:p>
        </w:tc>
        <w:tc>
          <w:tcPr>
            <w:tcW w:w="7600" w:type="dxa"/>
            <w:tcMar>
              <w:top w:w="20" w:type="nil"/>
              <w:left w:w="20" w:type="nil"/>
              <w:bottom w:w="20" w:type="nil"/>
              <w:right w:w="20" w:type="nil"/>
            </w:tcMar>
          </w:tcPr>
          <w:p w14:paraId="41BCC12C" w14:textId="77777777" w:rsidR="00092246" w:rsidRPr="00FE2045" w:rsidRDefault="00092246" w:rsidP="00AD068E">
            <w:pPr>
              <w:widowControl w:val="0"/>
              <w:autoSpaceDE w:val="0"/>
              <w:autoSpaceDN w:val="0"/>
              <w:adjustRightInd w:val="0"/>
              <w:rPr>
                <w:rFonts w:cs="Times"/>
              </w:rPr>
            </w:pPr>
            <w:r>
              <w:rPr>
                <w:rFonts w:cs="Times"/>
              </w:rPr>
              <w:t>IN: Mask for filters.</w:t>
            </w:r>
          </w:p>
        </w:tc>
      </w:tr>
      <w:tr w:rsidR="00092246" w:rsidRPr="00FE2045" w14:paraId="0FD709A2" w14:textId="77777777" w:rsidTr="00AD068E">
        <w:tblPrEx>
          <w:tblBorders>
            <w:top w:val="none" w:sz="0" w:space="0" w:color="auto"/>
          </w:tblBorders>
        </w:tblPrEx>
        <w:tc>
          <w:tcPr>
            <w:tcW w:w="3440" w:type="dxa"/>
            <w:tcMar>
              <w:top w:w="20" w:type="nil"/>
              <w:left w:w="20" w:type="nil"/>
              <w:bottom w:w="20" w:type="nil"/>
              <w:right w:w="20" w:type="nil"/>
            </w:tcMar>
          </w:tcPr>
          <w:p w14:paraId="4C7EF1A2" w14:textId="77777777" w:rsidR="00092246" w:rsidRPr="00FE2045" w:rsidRDefault="00092246" w:rsidP="00092246">
            <w:pPr>
              <w:widowControl w:val="0"/>
              <w:autoSpaceDE w:val="0"/>
              <w:autoSpaceDN w:val="0"/>
              <w:adjustRightInd w:val="0"/>
              <w:ind w:left="720"/>
              <w:rPr>
                <w:rFonts w:cs="Times"/>
              </w:rPr>
            </w:pPr>
            <w:r>
              <w:rPr>
                <w:rFonts w:cs="Times"/>
                <w:i/>
                <w:iCs/>
              </w:rPr>
              <w:t>hsize</w:t>
            </w:r>
            <w:r w:rsidRPr="00FE2045">
              <w:rPr>
                <w:rFonts w:cs="Times"/>
                <w:i/>
                <w:iCs/>
              </w:rPr>
              <w:t>_t</w:t>
            </w:r>
            <w:r w:rsidRPr="00FE2045">
              <w:rPr>
                <w:rFonts w:cs="Times"/>
              </w:rPr>
              <w:t> </w:t>
            </w:r>
            <w:r>
              <w:rPr>
                <w:rFonts w:cs="Times"/>
              </w:rPr>
              <w:t xml:space="preserve">* </w:t>
            </w:r>
            <w:r w:rsidRPr="00092246">
              <w:rPr>
                <w:rFonts w:ascii="Courier New" w:hAnsi="Courier New" w:cs="Courier New"/>
                <w:sz w:val="20"/>
                <w:szCs w:val="20"/>
              </w:rPr>
              <w:t>offset</w:t>
            </w:r>
            <w:r w:rsidRPr="00FE2045">
              <w:rPr>
                <w:rFonts w:cs="Courier"/>
              </w:rPr>
              <w:t>    </w:t>
            </w:r>
          </w:p>
        </w:tc>
        <w:tc>
          <w:tcPr>
            <w:tcW w:w="7600" w:type="dxa"/>
            <w:tcMar>
              <w:top w:w="20" w:type="nil"/>
              <w:left w:w="20" w:type="nil"/>
              <w:bottom w:w="20" w:type="nil"/>
              <w:right w:w="20" w:type="nil"/>
            </w:tcMar>
          </w:tcPr>
          <w:p w14:paraId="3D08A60D" w14:textId="77777777" w:rsidR="00092246" w:rsidRPr="00FE2045" w:rsidRDefault="00092246" w:rsidP="00AD068E">
            <w:pPr>
              <w:widowControl w:val="0"/>
              <w:autoSpaceDE w:val="0"/>
              <w:autoSpaceDN w:val="0"/>
              <w:adjustRightInd w:val="0"/>
              <w:rPr>
                <w:rFonts w:cs="Times"/>
              </w:rPr>
            </w:pPr>
            <w:r w:rsidRPr="00FE2045">
              <w:rPr>
                <w:rFonts w:cs="Times"/>
              </w:rPr>
              <w:t>IN:</w:t>
            </w:r>
            <w:r>
              <w:rPr>
                <w:rFonts w:cs="Times"/>
              </w:rPr>
              <w:t xml:space="preserve"> Logical position of the chunk’s first element in the dataspace.</w:t>
            </w:r>
          </w:p>
        </w:tc>
      </w:tr>
      <w:tr w:rsidR="00092246" w:rsidRPr="00FE2045" w14:paraId="6D727296" w14:textId="77777777" w:rsidTr="00AD068E">
        <w:tblPrEx>
          <w:tblBorders>
            <w:top w:val="none" w:sz="0" w:space="0" w:color="auto"/>
          </w:tblBorders>
        </w:tblPrEx>
        <w:tc>
          <w:tcPr>
            <w:tcW w:w="3440" w:type="dxa"/>
            <w:tcMar>
              <w:top w:w="20" w:type="nil"/>
              <w:left w:w="20" w:type="nil"/>
              <w:bottom w:w="20" w:type="nil"/>
              <w:right w:w="20" w:type="nil"/>
            </w:tcMar>
          </w:tcPr>
          <w:p w14:paraId="47993536" w14:textId="77777777" w:rsidR="00092246" w:rsidRPr="00FE2045" w:rsidRDefault="00092246" w:rsidP="00092246">
            <w:pPr>
              <w:widowControl w:val="0"/>
              <w:autoSpaceDE w:val="0"/>
              <w:autoSpaceDN w:val="0"/>
              <w:adjustRightInd w:val="0"/>
              <w:ind w:left="720"/>
              <w:rPr>
                <w:rFonts w:cs="Times"/>
              </w:rPr>
            </w:pPr>
            <w:r>
              <w:rPr>
                <w:rFonts w:cs="Times"/>
                <w:i/>
                <w:iCs/>
              </w:rPr>
              <w:t>size</w:t>
            </w:r>
            <w:r w:rsidRPr="00FE2045">
              <w:rPr>
                <w:rFonts w:cs="Times"/>
                <w:i/>
                <w:iCs/>
              </w:rPr>
              <w:t>_t</w:t>
            </w:r>
            <w:r w:rsidRPr="00FE2045">
              <w:rPr>
                <w:rFonts w:cs="Times"/>
              </w:rPr>
              <w:t xml:space="preserve"> </w:t>
            </w:r>
            <w:r w:rsidRPr="00092246">
              <w:rPr>
                <w:rFonts w:ascii="Courier New" w:hAnsi="Courier New" w:cs="Courier New"/>
                <w:sz w:val="20"/>
                <w:szCs w:val="20"/>
              </w:rPr>
              <w:t>data_size</w:t>
            </w:r>
          </w:p>
        </w:tc>
        <w:tc>
          <w:tcPr>
            <w:tcW w:w="7600" w:type="dxa"/>
            <w:tcMar>
              <w:top w:w="20" w:type="nil"/>
              <w:left w:w="20" w:type="nil"/>
              <w:bottom w:w="20" w:type="nil"/>
              <w:right w:w="20" w:type="nil"/>
            </w:tcMar>
          </w:tcPr>
          <w:p w14:paraId="5B9B3CA5" w14:textId="77777777" w:rsidR="00092246" w:rsidRPr="00FE2045" w:rsidRDefault="00092246" w:rsidP="00AD068E">
            <w:pPr>
              <w:widowControl w:val="0"/>
              <w:autoSpaceDE w:val="0"/>
              <w:autoSpaceDN w:val="0"/>
              <w:adjustRightInd w:val="0"/>
              <w:rPr>
                <w:rFonts w:cs="Times"/>
              </w:rPr>
            </w:pPr>
            <w:r w:rsidRPr="00FE2045">
              <w:rPr>
                <w:rFonts w:cs="Times"/>
              </w:rPr>
              <w:t>I</w:t>
            </w:r>
            <w:r>
              <w:rPr>
                <w:rFonts w:cs="Times"/>
              </w:rPr>
              <w:t>N: Size of the actual data</w:t>
            </w:r>
            <w:r w:rsidRPr="00FE2045">
              <w:rPr>
                <w:rFonts w:cs="Times"/>
              </w:rPr>
              <w:t>.</w:t>
            </w:r>
          </w:p>
        </w:tc>
      </w:tr>
      <w:tr w:rsidR="00092246" w:rsidRPr="00FE2045" w14:paraId="61EADD45" w14:textId="77777777" w:rsidTr="00AD068E">
        <w:tc>
          <w:tcPr>
            <w:tcW w:w="3440" w:type="dxa"/>
            <w:tcMar>
              <w:top w:w="20" w:type="nil"/>
              <w:left w:w="20" w:type="nil"/>
              <w:bottom w:w="20" w:type="nil"/>
              <w:right w:w="20" w:type="nil"/>
            </w:tcMar>
          </w:tcPr>
          <w:p w14:paraId="5AA2CCDE" w14:textId="77777777" w:rsidR="00092246" w:rsidRPr="00FE2045" w:rsidRDefault="00092246" w:rsidP="00092246">
            <w:pPr>
              <w:widowControl w:val="0"/>
              <w:autoSpaceDE w:val="0"/>
              <w:autoSpaceDN w:val="0"/>
              <w:adjustRightInd w:val="0"/>
              <w:ind w:left="720"/>
              <w:rPr>
                <w:rFonts w:cs="Times"/>
              </w:rPr>
            </w:pPr>
            <w:r w:rsidRPr="00FE2045">
              <w:rPr>
                <w:rFonts w:cs="Times"/>
                <w:i/>
                <w:iCs/>
              </w:rPr>
              <w:t>const void *</w:t>
            </w:r>
            <w:r w:rsidRPr="007C5332">
              <w:rPr>
                <w:rFonts w:ascii="Courier" w:hAnsi="Courier" w:cs="Times"/>
                <w:sz w:val="20"/>
                <w:szCs w:val="20"/>
              </w:rPr>
              <w:t xml:space="preserve"> </w:t>
            </w:r>
            <w:r w:rsidRPr="00092246">
              <w:rPr>
                <w:rFonts w:ascii="Courier New" w:hAnsi="Courier New" w:cs="Courier New"/>
                <w:sz w:val="20"/>
                <w:szCs w:val="20"/>
              </w:rPr>
              <w:t>buf</w:t>
            </w:r>
          </w:p>
        </w:tc>
        <w:tc>
          <w:tcPr>
            <w:tcW w:w="7600" w:type="dxa"/>
            <w:tcMar>
              <w:top w:w="20" w:type="nil"/>
              <w:left w:w="20" w:type="nil"/>
              <w:bottom w:w="20" w:type="nil"/>
              <w:right w:w="20" w:type="nil"/>
            </w:tcMar>
          </w:tcPr>
          <w:p w14:paraId="329A3B8A" w14:textId="77777777" w:rsidR="00092246" w:rsidRPr="00FE2045" w:rsidRDefault="00092246" w:rsidP="00AD068E">
            <w:pPr>
              <w:widowControl w:val="0"/>
              <w:autoSpaceDE w:val="0"/>
              <w:autoSpaceDN w:val="0"/>
              <w:adjustRightInd w:val="0"/>
              <w:rPr>
                <w:rFonts w:cs="Times"/>
              </w:rPr>
            </w:pPr>
            <w:r w:rsidRPr="00FE2045">
              <w:rPr>
                <w:rFonts w:cs="Times"/>
              </w:rPr>
              <w:t>IN: Buffer with data to be written to the file.</w:t>
            </w:r>
          </w:p>
        </w:tc>
      </w:tr>
    </w:tbl>
    <w:p w14:paraId="0A378C7E" w14:textId="77777777" w:rsidR="00C63434" w:rsidRDefault="00C63434" w:rsidP="00C63434"/>
    <w:p w14:paraId="10156AE2" w14:textId="77777777" w:rsidR="00C63434" w:rsidRPr="00092246" w:rsidRDefault="00C63434" w:rsidP="00092246">
      <w:pPr>
        <w:rPr>
          <w:b/>
        </w:rPr>
      </w:pPr>
      <w:r w:rsidRPr="004A07EB">
        <w:rPr>
          <w:b/>
        </w:rPr>
        <w:t>Returns:</w:t>
      </w:r>
    </w:p>
    <w:p w14:paraId="20B220EB" w14:textId="77777777" w:rsidR="00092246" w:rsidRPr="00FE2045" w:rsidRDefault="00092246" w:rsidP="00092246">
      <w:pPr>
        <w:ind w:firstLine="720"/>
      </w:pPr>
      <w:r w:rsidRPr="00FE2045">
        <w:rPr>
          <w:rFonts w:cs="Times"/>
        </w:rPr>
        <w:t>Returns a non-negative value if successful; otherwise returns a negative value.</w:t>
      </w:r>
    </w:p>
    <w:p w14:paraId="6CA58F6A" w14:textId="77777777" w:rsidR="00092246" w:rsidRDefault="00092246" w:rsidP="00C63434">
      <w:pPr>
        <w:rPr>
          <w:b/>
        </w:rPr>
      </w:pPr>
    </w:p>
    <w:p w14:paraId="267BD09E" w14:textId="77777777" w:rsidR="004A07EB" w:rsidRPr="004A07EB" w:rsidRDefault="00C63434" w:rsidP="00C63434">
      <w:pPr>
        <w:rPr>
          <w:b/>
        </w:rPr>
      </w:pPr>
      <w:r w:rsidRPr="004A07EB">
        <w:rPr>
          <w:b/>
        </w:rPr>
        <w:t>Example Usage:</w:t>
      </w:r>
    </w:p>
    <w:p w14:paraId="76FF01A8" w14:textId="26C23DF2" w:rsidR="00651EDF" w:rsidRDefault="008D37AB" w:rsidP="0045447E">
      <w:pPr>
        <w:ind w:left="720"/>
      </w:pPr>
      <w:r>
        <w:t>Following is a</w:t>
      </w:r>
      <w:r w:rsidR="00651EDF">
        <w:t xml:space="preserve">n example of using </w:t>
      </w:r>
      <w:r w:rsidR="00651EDF" w:rsidRPr="00651EDF">
        <w:rPr>
          <w:rFonts w:ascii="Courier New" w:hAnsi="Courier New" w:cs="Courier New"/>
          <w:sz w:val="20"/>
          <w:szCs w:val="20"/>
        </w:rPr>
        <w:t>H5DOwrite_chunk</w:t>
      </w:r>
      <w:r w:rsidR="00651EDF">
        <w:t xml:space="preserve"> to write </w:t>
      </w:r>
      <w:r>
        <w:t>an entire dataset by chunk</w:t>
      </w:r>
      <w:r w:rsidR="00651EDF">
        <w:t>:</w:t>
      </w:r>
    </w:p>
    <w:p w14:paraId="2FEF7614" w14:textId="77777777" w:rsidR="0045447E" w:rsidRPr="0045447E" w:rsidRDefault="0045447E" w:rsidP="0045447E">
      <w:pPr>
        <w:ind w:firstLine="720"/>
        <w:rPr>
          <w:rFonts w:ascii="Consolas" w:hAnsi="Consolas"/>
          <w:sz w:val="20"/>
          <w:szCs w:val="20"/>
        </w:rPr>
      </w:pPr>
      <w:r w:rsidRPr="0045447E">
        <w:rPr>
          <w:rFonts w:ascii="Consolas" w:hAnsi="Consolas"/>
          <w:sz w:val="20"/>
          <w:szCs w:val="20"/>
        </w:rPr>
        <w:t>#include &lt;zlib.h&gt;</w:t>
      </w:r>
    </w:p>
    <w:p w14:paraId="1091B469" w14:textId="77777777" w:rsidR="0045447E" w:rsidRDefault="0045447E" w:rsidP="0045447E">
      <w:pPr>
        <w:ind w:firstLine="720"/>
        <w:rPr>
          <w:rFonts w:ascii="Consolas" w:hAnsi="Consolas"/>
          <w:sz w:val="20"/>
          <w:szCs w:val="20"/>
        </w:rPr>
      </w:pPr>
      <w:r w:rsidRPr="0045447E">
        <w:rPr>
          <w:rFonts w:ascii="Consolas" w:hAnsi="Consolas"/>
          <w:sz w:val="20"/>
          <w:szCs w:val="20"/>
        </w:rPr>
        <w:t>#include &lt;math.h&gt;</w:t>
      </w:r>
    </w:p>
    <w:p w14:paraId="40C2DD23" w14:textId="77777777" w:rsidR="0045447E" w:rsidRDefault="0045447E" w:rsidP="0045447E">
      <w:pPr>
        <w:ind w:firstLine="720"/>
        <w:rPr>
          <w:rFonts w:ascii="Consolas" w:hAnsi="Consolas"/>
          <w:sz w:val="20"/>
          <w:szCs w:val="20"/>
        </w:rPr>
      </w:pPr>
      <w:r w:rsidRPr="0045447E">
        <w:rPr>
          <w:rFonts w:ascii="Consolas" w:hAnsi="Consolas"/>
          <w:sz w:val="20"/>
          <w:szCs w:val="20"/>
        </w:rPr>
        <w:t>#define DEFLATE_SIZE_ADJUST(s) (ceil(((double)(s))*1.001)+12)</w:t>
      </w:r>
    </w:p>
    <w:p w14:paraId="0EAA5C03" w14:textId="77777777" w:rsidR="0045447E" w:rsidRDefault="0045447E" w:rsidP="0045447E">
      <w:pPr>
        <w:ind w:firstLine="720"/>
        <w:rPr>
          <w:rFonts w:ascii="Consolas" w:hAnsi="Consolas"/>
          <w:sz w:val="20"/>
          <w:szCs w:val="20"/>
        </w:rPr>
      </w:pPr>
      <w:r>
        <w:rPr>
          <w:rFonts w:ascii="Consolas" w:hAnsi="Consolas"/>
          <w:sz w:val="20"/>
          <w:szCs w:val="20"/>
        </w:rPr>
        <w:tab/>
      </w:r>
      <w:r>
        <w:rPr>
          <w:rFonts w:ascii="Consolas" w:hAnsi="Consolas"/>
          <w:sz w:val="20"/>
          <w:szCs w:val="20"/>
        </w:rPr>
        <w:tab/>
        <w:t>:</w:t>
      </w:r>
    </w:p>
    <w:p w14:paraId="38989FD4" w14:textId="77777777" w:rsidR="00A96D06" w:rsidRDefault="00A96D06" w:rsidP="0045447E">
      <w:pPr>
        <w:ind w:firstLine="720"/>
        <w:rPr>
          <w:rFonts w:ascii="Consolas" w:hAnsi="Consolas"/>
          <w:sz w:val="20"/>
          <w:szCs w:val="20"/>
        </w:rPr>
      </w:pPr>
      <w:r w:rsidRPr="00A96D06">
        <w:rPr>
          <w:rFonts w:ascii="Consolas" w:hAnsi="Consolas"/>
          <w:sz w:val="20"/>
          <w:szCs w:val="20"/>
        </w:rPr>
        <w:t xml:space="preserve">size_t      </w:t>
      </w:r>
      <w:r>
        <w:rPr>
          <w:rFonts w:ascii="Consolas" w:hAnsi="Consolas"/>
          <w:sz w:val="20"/>
          <w:szCs w:val="20"/>
        </w:rPr>
        <w:t xml:space="preserve"> </w:t>
      </w:r>
      <w:r w:rsidRPr="00A96D06">
        <w:rPr>
          <w:rFonts w:ascii="Consolas" w:hAnsi="Consolas"/>
          <w:sz w:val="20"/>
          <w:szCs w:val="20"/>
        </w:rPr>
        <w:t>buf_size = CHUNK_NX*CHUNK_NY*sizeof(int);</w:t>
      </w:r>
    </w:p>
    <w:p w14:paraId="52385F75" w14:textId="77777777" w:rsidR="0045447E" w:rsidRPr="0045447E" w:rsidRDefault="0045447E" w:rsidP="0045447E">
      <w:pPr>
        <w:ind w:firstLine="720"/>
        <w:rPr>
          <w:rFonts w:ascii="Consolas" w:hAnsi="Consolas"/>
          <w:sz w:val="20"/>
          <w:szCs w:val="20"/>
        </w:rPr>
      </w:pPr>
      <w:r w:rsidRPr="0045447E">
        <w:rPr>
          <w:rFonts w:ascii="Consolas" w:hAnsi="Consolas"/>
          <w:sz w:val="20"/>
          <w:szCs w:val="20"/>
        </w:rPr>
        <w:t>const Bytef *z_src = (const Bytef*)(direct_buf);</w:t>
      </w:r>
    </w:p>
    <w:p w14:paraId="57B2E45E" w14:textId="77777777" w:rsidR="0045447E" w:rsidRPr="0045447E" w:rsidRDefault="0045447E" w:rsidP="0045447E">
      <w:pPr>
        <w:ind w:firstLine="720"/>
        <w:rPr>
          <w:rFonts w:ascii="Consolas" w:hAnsi="Consolas"/>
          <w:sz w:val="20"/>
          <w:szCs w:val="20"/>
        </w:rPr>
      </w:pPr>
      <w:r>
        <w:rPr>
          <w:rFonts w:ascii="Consolas" w:hAnsi="Consolas"/>
          <w:sz w:val="20"/>
          <w:szCs w:val="20"/>
        </w:rPr>
        <w:t xml:space="preserve">Bytef       </w:t>
      </w:r>
      <w:r w:rsidRPr="0045447E">
        <w:rPr>
          <w:rFonts w:ascii="Consolas" w:hAnsi="Consolas"/>
          <w:sz w:val="20"/>
          <w:szCs w:val="20"/>
        </w:rPr>
        <w:t>*z_dst;             /*destination buffer            */</w:t>
      </w:r>
    </w:p>
    <w:p w14:paraId="04EFD453" w14:textId="77777777" w:rsidR="0045447E" w:rsidRPr="0045447E" w:rsidRDefault="0045447E" w:rsidP="0045447E">
      <w:pPr>
        <w:ind w:firstLine="720"/>
        <w:rPr>
          <w:rFonts w:ascii="Consolas" w:hAnsi="Consolas"/>
          <w:sz w:val="20"/>
          <w:szCs w:val="20"/>
        </w:rPr>
      </w:pPr>
      <w:r>
        <w:rPr>
          <w:rFonts w:ascii="Consolas" w:hAnsi="Consolas"/>
          <w:sz w:val="20"/>
          <w:szCs w:val="20"/>
        </w:rPr>
        <w:t xml:space="preserve">uLongf       </w:t>
      </w:r>
      <w:r w:rsidRPr="0045447E">
        <w:rPr>
          <w:rFonts w:ascii="Consolas" w:hAnsi="Consolas"/>
          <w:sz w:val="20"/>
          <w:szCs w:val="20"/>
        </w:rPr>
        <w:t>z_dst_nbytes = (uLongf)DEFLATE_SIZE_ADJUST(buf_size);</w:t>
      </w:r>
    </w:p>
    <w:p w14:paraId="7FB13663" w14:textId="77777777" w:rsidR="0045447E" w:rsidRPr="0045447E" w:rsidRDefault="0045447E" w:rsidP="0045447E">
      <w:pPr>
        <w:ind w:firstLine="720"/>
        <w:rPr>
          <w:rFonts w:ascii="Consolas" w:hAnsi="Consolas"/>
          <w:sz w:val="20"/>
          <w:szCs w:val="20"/>
        </w:rPr>
      </w:pPr>
      <w:r>
        <w:rPr>
          <w:rFonts w:ascii="Consolas" w:hAnsi="Consolas"/>
          <w:sz w:val="20"/>
          <w:szCs w:val="20"/>
        </w:rPr>
        <w:t xml:space="preserve">uLong        </w:t>
      </w:r>
      <w:r w:rsidRPr="0045447E">
        <w:rPr>
          <w:rFonts w:ascii="Consolas" w:hAnsi="Consolas"/>
          <w:sz w:val="20"/>
          <w:szCs w:val="20"/>
        </w:rPr>
        <w:t>z_src_nbytes = (uLong)buf_size;</w:t>
      </w:r>
    </w:p>
    <w:p w14:paraId="4C8063AF" w14:textId="77777777" w:rsidR="0045447E" w:rsidRDefault="0045447E" w:rsidP="0045447E">
      <w:pPr>
        <w:ind w:firstLine="720"/>
        <w:rPr>
          <w:rFonts w:ascii="Consolas" w:hAnsi="Consolas"/>
          <w:sz w:val="20"/>
          <w:szCs w:val="20"/>
        </w:rPr>
      </w:pPr>
      <w:r>
        <w:rPr>
          <w:rFonts w:ascii="Consolas" w:hAnsi="Consolas"/>
          <w:sz w:val="20"/>
          <w:szCs w:val="20"/>
        </w:rPr>
        <w:t xml:space="preserve">int          </w:t>
      </w:r>
      <w:r w:rsidRPr="0045447E">
        <w:rPr>
          <w:rFonts w:ascii="Consolas" w:hAnsi="Consolas"/>
          <w:sz w:val="20"/>
          <w:szCs w:val="20"/>
        </w:rPr>
        <w:t>aggression = 9;     /* Compression aggression setting */</w:t>
      </w:r>
    </w:p>
    <w:p w14:paraId="747D03D1" w14:textId="77777777" w:rsidR="0045447E" w:rsidRDefault="00A96D06" w:rsidP="0045447E">
      <w:pPr>
        <w:ind w:firstLine="720"/>
        <w:rPr>
          <w:rFonts w:ascii="Consolas" w:hAnsi="Consolas"/>
          <w:sz w:val="20"/>
          <w:szCs w:val="20"/>
        </w:rPr>
      </w:pPr>
      <w:r>
        <w:rPr>
          <w:rFonts w:ascii="Consolas" w:hAnsi="Consolas"/>
          <w:sz w:val="20"/>
          <w:szCs w:val="20"/>
        </w:rPr>
        <w:t xml:space="preserve">uint32_t </w:t>
      </w:r>
      <w:r w:rsidRPr="00A96D06">
        <w:rPr>
          <w:rFonts w:ascii="Consolas" w:hAnsi="Consolas"/>
          <w:sz w:val="20"/>
          <w:szCs w:val="20"/>
        </w:rPr>
        <w:t xml:space="preserve">    filter_mask = 0;</w:t>
      </w:r>
    </w:p>
    <w:p w14:paraId="7B08618F" w14:textId="77777777" w:rsidR="00A96D06" w:rsidRDefault="009636D9" w:rsidP="0045447E">
      <w:pPr>
        <w:ind w:firstLine="720"/>
        <w:rPr>
          <w:rFonts w:ascii="Consolas" w:hAnsi="Consolas"/>
          <w:sz w:val="20"/>
          <w:szCs w:val="20"/>
        </w:rPr>
      </w:pPr>
      <w:r w:rsidRPr="009636D9">
        <w:rPr>
          <w:rFonts w:ascii="Consolas" w:hAnsi="Consolas"/>
          <w:sz w:val="20"/>
          <w:szCs w:val="20"/>
        </w:rPr>
        <w:t xml:space="preserve">size_t      </w:t>
      </w:r>
      <w:r>
        <w:rPr>
          <w:rFonts w:ascii="Consolas" w:hAnsi="Consolas"/>
          <w:sz w:val="20"/>
          <w:szCs w:val="20"/>
        </w:rPr>
        <w:t xml:space="preserve"> </w:t>
      </w:r>
      <w:r w:rsidRPr="009636D9">
        <w:rPr>
          <w:rFonts w:ascii="Consolas" w:hAnsi="Consolas"/>
          <w:sz w:val="20"/>
          <w:szCs w:val="20"/>
        </w:rPr>
        <w:t>buf_size = CHUNK_NX*CHUNK_NY*sizeof(int);</w:t>
      </w:r>
    </w:p>
    <w:p w14:paraId="0B9395E0" w14:textId="77777777" w:rsidR="009636D9" w:rsidRDefault="009636D9" w:rsidP="0045447E">
      <w:pPr>
        <w:ind w:firstLine="720"/>
        <w:rPr>
          <w:rFonts w:ascii="Consolas" w:hAnsi="Consolas"/>
          <w:sz w:val="20"/>
          <w:szCs w:val="20"/>
        </w:rPr>
      </w:pPr>
    </w:p>
    <w:p w14:paraId="37E96DA5"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w:t>
      </w:r>
      <w:r>
        <w:rPr>
          <w:rFonts w:ascii="Consolas" w:hAnsi="Consolas"/>
          <w:sz w:val="20"/>
          <w:szCs w:val="20"/>
        </w:rPr>
        <w:t xml:space="preserve"> </w:t>
      </w:r>
      <w:r w:rsidRPr="000766D6">
        <w:rPr>
          <w:rFonts w:ascii="Consolas" w:hAnsi="Consolas"/>
          <w:sz w:val="20"/>
          <w:szCs w:val="20"/>
        </w:rPr>
        <w:t xml:space="preserve">Create the data </w:t>
      </w:r>
      <w:r>
        <w:rPr>
          <w:rFonts w:ascii="Consolas" w:hAnsi="Consolas"/>
          <w:sz w:val="20"/>
          <w:szCs w:val="20"/>
        </w:rPr>
        <w:t xml:space="preserve">space </w:t>
      </w:r>
      <w:r w:rsidRPr="000766D6">
        <w:rPr>
          <w:rFonts w:ascii="Consolas" w:hAnsi="Consolas"/>
          <w:sz w:val="20"/>
          <w:szCs w:val="20"/>
        </w:rPr>
        <w:t>*/</w:t>
      </w:r>
    </w:p>
    <w:p w14:paraId="1120206C"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if((dataspace = H5Screate_simple(RANK, dims, maxdims)) &lt; 0)</w:t>
      </w:r>
    </w:p>
    <w:p w14:paraId="18887BAB" w14:textId="77777777" w:rsidR="000766D6" w:rsidRPr="000766D6" w:rsidRDefault="000766D6" w:rsidP="000766D6">
      <w:pPr>
        <w:ind w:firstLine="720"/>
        <w:rPr>
          <w:rFonts w:ascii="Consolas" w:hAnsi="Consolas"/>
          <w:sz w:val="20"/>
          <w:szCs w:val="20"/>
        </w:rPr>
      </w:pPr>
      <w:r>
        <w:rPr>
          <w:rFonts w:ascii="Consolas" w:hAnsi="Consolas"/>
          <w:sz w:val="20"/>
          <w:szCs w:val="20"/>
        </w:rPr>
        <w:t xml:space="preserve">    </w:t>
      </w:r>
      <w:r>
        <w:rPr>
          <w:rFonts w:ascii="Consolas" w:hAnsi="Consolas"/>
          <w:sz w:val="20"/>
          <w:szCs w:val="20"/>
        </w:rPr>
        <w:tab/>
      </w:r>
      <w:r w:rsidRPr="000766D6">
        <w:rPr>
          <w:rFonts w:ascii="Consolas" w:hAnsi="Consolas"/>
          <w:sz w:val="20"/>
          <w:szCs w:val="20"/>
        </w:rPr>
        <w:t>goto error;</w:t>
      </w:r>
    </w:p>
    <w:p w14:paraId="46FD1DF2"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w:t>
      </w:r>
    </w:p>
    <w:p w14:paraId="7772AA0C"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w:t>
      </w:r>
      <w:r>
        <w:rPr>
          <w:rFonts w:ascii="Consolas" w:hAnsi="Consolas"/>
          <w:sz w:val="20"/>
          <w:szCs w:val="20"/>
        </w:rPr>
        <w:t xml:space="preserve"> </w:t>
      </w:r>
      <w:r w:rsidRPr="000766D6">
        <w:rPr>
          <w:rFonts w:ascii="Consolas" w:hAnsi="Consolas"/>
          <w:sz w:val="20"/>
          <w:szCs w:val="20"/>
        </w:rPr>
        <w:t>Create a new file</w:t>
      </w:r>
      <w:r>
        <w:rPr>
          <w:rFonts w:ascii="Consolas" w:hAnsi="Consolas"/>
          <w:sz w:val="20"/>
          <w:szCs w:val="20"/>
        </w:rPr>
        <w:t xml:space="preserve"> </w:t>
      </w:r>
      <w:r w:rsidRPr="000766D6">
        <w:rPr>
          <w:rFonts w:ascii="Consolas" w:hAnsi="Consolas"/>
          <w:sz w:val="20"/>
          <w:szCs w:val="20"/>
        </w:rPr>
        <w:t>*/</w:t>
      </w:r>
    </w:p>
    <w:p w14:paraId="04F28619"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if((file = H5Fcreate(FILE_NAME5, H5F_ACC_TRUNC, H5P_DEFAULT, H5P_DEFAULT)) &lt; 0)</w:t>
      </w:r>
    </w:p>
    <w:p w14:paraId="670F2ABF" w14:textId="77777777" w:rsidR="000766D6" w:rsidRPr="000766D6" w:rsidRDefault="000766D6" w:rsidP="000766D6">
      <w:pPr>
        <w:ind w:firstLine="720"/>
        <w:rPr>
          <w:rFonts w:ascii="Consolas" w:hAnsi="Consolas"/>
          <w:sz w:val="20"/>
          <w:szCs w:val="20"/>
        </w:rPr>
      </w:pPr>
      <w:r>
        <w:rPr>
          <w:rFonts w:ascii="Consolas" w:hAnsi="Consolas"/>
          <w:sz w:val="20"/>
          <w:szCs w:val="20"/>
        </w:rPr>
        <w:t xml:space="preserve">    </w:t>
      </w:r>
      <w:r>
        <w:rPr>
          <w:rFonts w:ascii="Consolas" w:hAnsi="Consolas"/>
          <w:sz w:val="20"/>
          <w:szCs w:val="20"/>
        </w:rPr>
        <w:tab/>
      </w:r>
      <w:r w:rsidRPr="000766D6">
        <w:rPr>
          <w:rFonts w:ascii="Consolas" w:hAnsi="Consolas"/>
          <w:sz w:val="20"/>
          <w:szCs w:val="20"/>
        </w:rPr>
        <w:t>goto error;</w:t>
      </w:r>
    </w:p>
    <w:p w14:paraId="4BE7CE08"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w:t>
      </w:r>
    </w:p>
    <w:p w14:paraId="16D7F149"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w:t>
      </w:r>
      <w:r>
        <w:rPr>
          <w:rFonts w:ascii="Consolas" w:hAnsi="Consolas"/>
          <w:sz w:val="20"/>
          <w:szCs w:val="20"/>
        </w:rPr>
        <w:t xml:space="preserve"> </w:t>
      </w:r>
      <w:r w:rsidRPr="000766D6">
        <w:rPr>
          <w:rFonts w:ascii="Consolas" w:hAnsi="Consolas"/>
          <w:sz w:val="20"/>
          <w:szCs w:val="20"/>
        </w:rPr>
        <w:t>Modify dataset creation properties, i.e. enable chunking and compression</w:t>
      </w:r>
      <w:r>
        <w:rPr>
          <w:rFonts w:ascii="Consolas" w:hAnsi="Consolas"/>
          <w:sz w:val="20"/>
          <w:szCs w:val="20"/>
        </w:rPr>
        <w:t xml:space="preserve"> </w:t>
      </w:r>
      <w:r w:rsidRPr="000766D6">
        <w:rPr>
          <w:rFonts w:ascii="Consolas" w:hAnsi="Consolas"/>
          <w:sz w:val="20"/>
          <w:szCs w:val="20"/>
        </w:rPr>
        <w:t>*/</w:t>
      </w:r>
    </w:p>
    <w:p w14:paraId="755031F7"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if((cparms = H5Pcreate(H5P_DATASET_CREATE)) &lt; 0)</w:t>
      </w:r>
    </w:p>
    <w:p w14:paraId="2099D6A1" w14:textId="77777777" w:rsidR="000766D6" w:rsidRPr="000766D6" w:rsidRDefault="000766D6" w:rsidP="000766D6">
      <w:pPr>
        <w:ind w:firstLine="720"/>
        <w:rPr>
          <w:rFonts w:ascii="Consolas" w:hAnsi="Consolas"/>
          <w:sz w:val="20"/>
          <w:szCs w:val="20"/>
        </w:rPr>
      </w:pPr>
      <w:r>
        <w:rPr>
          <w:rFonts w:ascii="Consolas" w:hAnsi="Consolas"/>
          <w:sz w:val="20"/>
          <w:szCs w:val="20"/>
        </w:rPr>
        <w:t xml:space="preserve">    </w:t>
      </w:r>
      <w:r>
        <w:rPr>
          <w:rFonts w:ascii="Consolas" w:hAnsi="Consolas"/>
          <w:sz w:val="20"/>
          <w:szCs w:val="20"/>
        </w:rPr>
        <w:tab/>
      </w:r>
      <w:r w:rsidRPr="000766D6">
        <w:rPr>
          <w:rFonts w:ascii="Consolas" w:hAnsi="Consolas"/>
          <w:sz w:val="20"/>
          <w:szCs w:val="20"/>
        </w:rPr>
        <w:t>goto error;</w:t>
      </w:r>
    </w:p>
    <w:p w14:paraId="48CBA8BE"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w:t>
      </w:r>
    </w:p>
    <w:p w14:paraId="48155B16"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if((status = H5Pset_chunk( cparms, RANK, chunk_dims)) &lt; 0)</w:t>
      </w:r>
    </w:p>
    <w:p w14:paraId="76544191" w14:textId="77777777" w:rsidR="000766D6" w:rsidRPr="000766D6" w:rsidRDefault="000766D6" w:rsidP="000766D6">
      <w:pPr>
        <w:ind w:firstLine="720"/>
        <w:rPr>
          <w:rFonts w:ascii="Consolas" w:hAnsi="Consolas"/>
          <w:sz w:val="20"/>
          <w:szCs w:val="20"/>
        </w:rPr>
      </w:pPr>
      <w:r>
        <w:rPr>
          <w:rFonts w:ascii="Consolas" w:hAnsi="Consolas"/>
          <w:sz w:val="20"/>
          <w:szCs w:val="20"/>
        </w:rPr>
        <w:t xml:space="preserve">    </w:t>
      </w:r>
      <w:r>
        <w:rPr>
          <w:rFonts w:ascii="Consolas" w:hAnsi="Consolas"/>
          <w:sz w:val="20"/>
          <w:szCs w:val="20"/>
        </w:rPr>
        <w:tab/>
      </w:r>
      <w:r w:rsidRPr="000766D6">
        <w:rPr>
          <w:rFonts w:ascii="Consolas" w:hAnsi="Consolas"/>
          <w:sz w:val="20"/>
          <w:szCs w:val="20"/>
        </w:rPr>
        <w:t>goto error;</w:t>
      </w:r>
    </w:p>
    <w:p w14:paraId="19644B11"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w:t>
      </w:r>
    </w:p>
    <w:p w14:paraId="37A09A87"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if((status = H5Pset_deflate( cparms, aggression)) &lt; 0)</w:t>
      </w:r>
    </w:p>
    <w:p w14:paraId="2754EE3B" w14:textId="77777777" w:rsidR="000766D6" w:rsidRPr="000766D6" w:rsidRDefault="000766D6" w:rsidP="000766D6">
      <w:pPr>
        <w:ind w:firstLine="720"/>
        <w:rPr>
          <w:rFonts w:ascii="Consolas" w:hAnsi="Consolas"/>
          <w:sz w:val="20"/>
          <w:szCs w:val="20"/>
        </w:rPr>
      </w:pPr>
      <w:r>
        <w:rPr>
          <w:rFonts w:ascii="Consolas" w:hAnsi="Consolas"/>
          <w:sz w:val="20"/>
          <w:szCs w:val="20"/>
        </w:rPr>
        <w:t xml:space="preserve">    </w:t>
      </w:r>
      <w:r>
        <w:rPr>
          <w:rFonts w:ascii="Consolas" w:hAnsi="Consolas"/>
          <w:sz w:val="20"/>
          <w:szCs w:val="20"/>
        </w:rPr>
        <w:tab/>
      </w:r>
      <w:r w:rsidRPr="000766D6">
        <w:rPr>
          <w:rFonts w:ascii="Consolas" w:hAnsi="Consolas"/>
          <w:sz w:val="20"/>
          <w:szCs w:val="20"/>
        </w:rPr>
        <w:t>goto error;</w:t>
      </w:r>
    </w:p>
    <w:p w14:paraId="00442853"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lastRenderedPageBreak/>
        <w:t xml:space="preserve">    </w:t>
      </w:r>
    </w:p>
    <w:p w14:paraId="51CBB84A"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Create a new dataset within the file using cparms</w:t>
      </w:r>
      <w:r>
        <w:rPr>
          <w:rFonts w:ascii="Consolas" w:hAnsi="Consolas"/>
          <w:sz w:val="20"/>
          <w:szCs w:val="20"/>
        </w:rPr>
        <w:t xml:space="preserve"> creation properties </w:t>
      </w:r>
      <w:r w:rsidRPr="000766D6">
        <w:rPr>
          <w:rFonts w:ascii="Consolas" w:hAnsi="Consolas"/>
          <w:sz w:val="20"/>
          <w:szCs w:val="20"/>
        </w:rPr>
        <w:t>*/</w:t>
      </w:r>
    </w:p>
    <w:p w14:paraId="0F69DB4F"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if((dset</w:t>
      </w:r>
      <w:r w:rsidR="0069025E">
        <w:rPr>
          <w:rFonts w:ascii="Consolas" w:hAnsi="Consolas"/>
          <w:sz w:val="20"/>
          <w:szCs w:val="20"/>
        </w:rPr>
        <w:t>_id</w:t>
      </w:r>
      <w:r w:rsidRPr="000766D6">
        <w:rPr>
          <w:rFonts w:ascii="Consolas" w:hAnsi="Consolas"/>
          <w:sz w:val="20"/>
          <w:szCs w:val="20"/>
        </w:rPr>
        <w:t xml:space="preserve"> = H5Dcreate2(file, DATASETNAME, H5T_NATIVE_INT, dataspace, H5P_DEFAULT,</w:t>
      </w:r>
    </w:p>
    <w:p w14:paraId="6B0F2131"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cparms, H5P_DEFAULT)) &lt; 0)</w:t>
      </w:r>
    </w:p>
    <w:p w14:paraId="3E79372F" w14:textId="77777777" w:rsidR="000766D6" w:rsidRPr="000766D6" w:rsidRDefault="000766D6" w:rsidP="000766D6">
      <w:pPr>
        <w:ind w:firstLine="720"/>
        <w:rPr>
          <w:rFonts w:ascii="Consolas" w:hAnsi="Consolas"/>
          <w:sz w:val="20"/>
          <w:szCs w:val="20"/>
        </w:rPr>
      </w:pPr>
      <w:r w:rsidRPr="000766D6">
        <w:rPr>
          <w:rFonts w:ascii="Consolas" w:hAnsi="Consolas"/>
          <w:sz w:val="20"/>
          <w:szCs w:val="20"/>
        </w:rPr>
        <w:t xml:space="preserve">        goto error;</w:t>
      </w:r>
    </w:p>
    <w:p w14:paraId="4B46CC95" w14:textId="77777777" w:rsidR="0004706C" w:rsidRDefault="0004706C" w:rsidP="0004706C">
      <w:pPr>
        <w:ind w:firstLine="720"/>
        <w:rPr>
          <w:rFonts w:ascii="Consolas" w:hAnsi="Consolas"/>
          <w:sz w:val="20"/>
          <w:szCs w:val="20"/>
        </w:rPr>
      </w:pPr>
    </w:p>
    <w:p w14:paraId="7623470B" w14:textId="77777777" w:rsidR="0004706C" w:rsidRPr="0004706C" w:rsidRDefault="0004706C" w:rsidP="0004706C">
      <w:pPr>
        <w:ind w:firstLine="720"/>
        <w:rPr>
          <w:rFonts w:ascii="Consolas" w:hAnsi="Consolas"/>
          <w:sz w:val="20"/>
          <w:szCs w:val="20"/>
        </w:rPr>
      </w:pPr>
      <w:r w:rsidRPr="0004706C">
        <w:rPr>
          <w:rFonts w:ascii="Consolas" w:hAnsi="Consolas"/>
          <w:sz w:val="20"/>
          <w:szCs w:val="20"/>
        </w:rPr>
        <w:t>/* Initialize data for one chunk */</w:t>
      </w:r>
    </w:p>
    <w:p w14:paraId="426965CF" w14:textId="77777777" w:rsidR="0004706C" w:rsidRPr="0004706C" w:rsidRDefault="0004706C" w:rsidP="0004706C">
      <w:pPr>
        <w:ind w:firstLine="720"/>
        <w:rPr>
          <w:rFonts w:ascii="Consolas" w:hAnsi="Consolas"/>
          <w:sz w:val="20"/>
          <w:szCs w:val="20"/>
        </w:rPr>
      </w:pPr>
      <w:r w:rsidRPr="0004706C">
        <w:rPr>
          <w:rFonts w:ascii="Consolas" w:hAnsi="Consolas"/>
          <w:sz w:val="20"/>
          <w:szCs w:val="20"/>
        </w:rPr>
        <w:t>for(i = n = 0; i &lt; CHUNK_NX; i++)</w:t>
      </w:r>
    </w:p>
    <w:p w14:paraId="607396EE" w14:textId="77777777" w:rsidR="0004706C" w:rsidRPr="0004706C" w:rsidRDefault="0004706C" w:rsidP="0004706C">
      <w:pPr>
        <w:ind w:firstLine="720"/>
        <w:rPr>
          <w:rFonts w:ascii="Consolas" w:hAnsi="Consolas"/>
          <w:sz w:val="20"/>
          <w:szCs w:val="20"/>
        </w:rPr>
      </w:pPr>
      <w:r>
        <w:rPr>
          <w:rFonts w:ascii="Consolas" w:hAnsi="Consolas"/>
          <w:sz w:val="20"/>
          <w:szCs w:val="20"/>
        </w:rPr>
        <w:t xml:space="preserve">    </w:t>
      </w:r>
      <w:r w:rsidRPr="0004706C">
        <w:rPr>
          <w:rFonts w:ascii="Consolas" w:hAnsi="Consolas"/>
          <w:sz w:val="20"/>
          <w:szCs w:val="20"/>
        </w:rPr>
        <w:t>for(j = 0; j &lt; CHUNK_NY; j++)</w:t>
      </w:r>
    </w:p>
    <w:p w14:paraId="4D721568" w14:textId="77777777" w:rsidR="000766D6" w:rsidRDefault="0004706C" w:rsidP="0004706C">
      <w:pPr>
        <w:ind w:firstLine="720"/>
        <w:rPr>
          <w:rFonts w:ascii="Consolas" w:hAnsi="Consolas"/>
          <w:sz w:val="20"/>
          <w:szCs w:val="20"/>
        </w:rPr>
      </w:pPr>
      <w:r>
        <w:rPr>
          <w:rFonts w:ascii="Consolas" w:hAnsi="Consolas"/>
          <w:sz w:val="20"/>
          <w:szCs w:val="20"/>
        </w:rPr>
        <w:t xml:space="preserve">        </w:t>
      </w:r>
      <w:r w:rsidRPr="0004706C">
        <w:rPr>
          <w:rFonts w:ascii="Consolas" w:hAnsi="Consolas"/>
          <w:sz w:val="20"/>
          <w:szCs w:val="20"/>
        </w:rPr>
        <w:t>direct_buf[i][j] = n++;</w:t>
      </w:r>
    </w:p>
    <w:p w14:paraId="2CAC14AB" w14:textId="77777777" w:rsidR="0004706C" w:rsidRDefault="0004706C" w:rsidP="0004706C">
      <w:pPr>
        <w:ind w:firstLine="720"/>
        <w:rPr>
          <w:rFonts w:ascii="Consolas" w:hAnsi="Consolas"/>
          <w:sz w:val="20"/>
          <w:szCs w:val="20"/>
        </w:rPr>
      </w:pPr>
    </w:p>
    <w:p w14:paraId="60A1AE73" w14:textId="77777777" w:rsidR="0045447E" w:rsidRPr="0045447E" w:rsidRDefault="0045447E" w:rsidP="0045447E">
      <w:pPr>
        <w:ind w:firstLine="720"/>
        <w:rPr>
          <w:rFonts w:ascii="Consolas" w:hAnsi="Consolas"/>
          <w:sz w:val="20"/>
          <w:szCs w:val="20"/>
        </w:rPr>
      </w:pPr>
      <w:r w:rsidRPr="0045447E">
        <w:rPr>
          <w:rFonts w:ascii="Consolas" w:hAnsi="Consolas"/>
          <w:sz w:val="20"/>
          <w:szCs w:val="20"/>
        </w:rPr>
        <w:t>/* Allocate output (compressed) buffer */</w:t>
      </w:r>
    </w:p>
    <w:p w14:paraId="35AE52CF"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outbuf = malloc(z_dst_nbytes);</w:t>
      </w:r>
    </w:p>
    <w:p w14:paraId="7BABB1A7"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z_dst = (Bytef *)outbuf;</w:t>
      </w:r>
    </w:p>
    <w:p w14:paraId="04CB4770" w14:textId="77777777" w:rsidR="0045447E" w:rsidRPr="0045447E" w:rsidRDefault="0045447E" w:rsidP="0045447E">
      <w:pPr>
        <w:rPr>
          <w:rFonts w:ascii="Consolas" w:hAnsi="Consolas"/>
          <w:sz w:val="20"/>
          <w:szCs w:val="20"/>
        </w:rPr>
      </w:pPr>
    </w:p>
    <w:p w14:paraId="0580393B"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 Perform compression from the source to the destination buffer */</w:t>
      </w:r>
    </w:p>
    <w:p w14:paraId="23203FFD"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ret = compress2(z_dst, &amp;z_dst_nbytes, z_src, z_src_nbytes, aggression);</w:t>
      </w:r>
    </w:p>
    <w:p w14:paraId="27437F30" w14:textId="77777777" w:rsidR="0045447E" w:rsidRPr="0045447E" w:rsidRDefault="0045447E" w:rsidP="0045447E">
      <w:pPr>
        <w:rPr>
          <w:rFonts w:ascii="Consolas" w:hAnsi="Consolas"/>
          <w:sz w:val="20"/>
          <w:szCs w:val="20"/>
        </w:rPr>
      </w:pPr>
    </w:p>
    <w:p w14:paraId="637329B4"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 Check for various zlib errors */</w:t>
      </w:r>
    </w:p>
    <w:p w14:paraId="5413D35A"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if(Z_BUF_ERROR == ret) {</w:t>
      </w:r>
    </w:p>
    <w:p w14:paraId="17A0124B" w14:textId="77777777" w:rsidR="0045447E" w:rsidRPr="0045447E" w:rsidRDefault="0045447E" w:rsidP="0045447E">
      <w:pPr>
        <w:rPr>
          <w:rFonts w:ascii="Consolas" w:hAnsi="Consolas"/>
          <w:sz w:val="20"/>
          <w:szCs w:val="20"/>
        </w:rPr>
      </w:pPr>
      <w:r>
        <w:rPr>
          <w:rFonts w:ascii="Consolas" w:hAnsi="Consolas"/>
          <w:sz w:val="20"/>
          <w:szCs w:val="20"/>
        </w:rPr>
        <w:t xml:space="preserve">      </w:t>
      </w:r>
      <w:r>
        <w:rPr>
          <w:rFonts w:ascii="Consolas" w:hAnsi="Consolas"/>
          <w:sz w:val="20"/>
          <w:szCs w:val="20"/>
        </w:rPr>
        <w:tab/>
      </w:r>
      <w:r>
        <w:rPr>
          <w:rFonts w:ascii="Consolas" w:hAnsi="Consolas"/>
          <w:sz w:val="20"/>
          <w:szCs w:val="20"/>
        </w:rPr>
        <w:tab/>
      </w:r>
      <w:r w:rsidRPr="0045447E">
        <w:rPr>
          <w:rFonts w:ascii="Consolas" w:hAnsi="Consolas"/>
          <w:sz w:val="20"/>
          <w:szCs w:val="20"/>
        </w:rPr>
        <w:t>fprintf(stderr, "overflow");</w:t>
      </w:r>
    </w:p>
    <w:p w14:paraId="72EA7E9E"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goto error;</w:t>
      </w:r>
    </w:p>
    <w:p w14:paraId="29085628"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 else if(Z_MEM_ERROR == ret) {</w:t>
      </w:r>
    </w:p>
    <w:p w14:paraId="3FDDFF98"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fprintf(stderr, "deflate memory error");</w:t>
      </w:r>
    </w:p>
    <w:p w14:paraId="42A33380"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goto error;</w:t>
      </w:r>
    </w:p>
    <w:p w14:paraId="09FB81B5"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 else if(Z_OK != ret) {</w:t>
      </w:r>
    </w:p>
    <w:p w14:paraId="10ABA5D1"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fprintf(stderr, "other deflate error");</w:t>
      </w:r>
    </w:p>
    <w:p w14:paraId="24050B15"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goto error;</w:t>
      </w:r>
    </w:p>
    <w:p w14:paraId="7086FB65"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w:t>
      </w:r>
    </w:p>
    <w:p w14:paraId="05673892" w14:textId="77777777" w:rsidR="0045447E" w:rsidRPr="0045447E" w:rsidRDefault="0045447E" w:rsidP="0045447E">
      <w:pPr>
        <w:rPr>
          <w:rFonts w:ascii="Consolas" w:hAnsi="Consolas"/>
          <w:sz w:val="20"/>
          <w:szCs w:val="20"/>
        </w:rPr>
      </w:pPr>
    </w:p>
    <w:p w14:paraId="63F1FBA6"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 xml:space="preserve">/* Write the compressed chunk data repeatedly to cover all the chunks in the </w:t>
      </w:r>
    </w:p>
    <w:p w14:paraId="554FFB80"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t xml:space="preserve"> </w:t>
      </w:r>
      <w:r w:rsidRPr="0045447E">
        <w:rPr>
          <w:rFonts w:ascii="Consolas" w:hAnsi="Consolas"/>
          <w:sz w:val="20"/>
          <w:szCs w:val="20"/>
        </w:rPr>
        <w:t>* dataset, us</w:t>
      </w:r>
      <w:r>
        <w:rPr>
          <w:rFonts w:ascii="Consolas" w:hAnsi="Consolas"/>
          <w:sz w:val="20"/>
          <w:szCs w:val="20"/>
        </w:rPr>
        <w:t>ing the direct write</w:t>
      </w:r>
      <w:r w:rsidRPr="0045447E">
        <w:rPr>
          <w:rFonts w:ascii="Consolas" w:hAnsi="Consolas"/>
          <w:sz w:val="20"/>
          <w:szCs w:val="20"/>
        </w:rPr>
        <w:t xml:space="preserve"> function.     */</w:t>
      </w:r>
    </w:p>
    <w:p w14:paraId="7870426D"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for(i=0; i&lt;NX/CHUNK_NX; i++) {</w:t>
      </w:r>
    </w:p>
    <w:p w14:paraId="05B14324"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for(j=0; j&lt;NY/CHUNK_NY; j++) {</w:t>
      </w:r>
    </w:p>
    <w:p w14:paraId="7C697326" w14:textId="2D62248F" w:rsid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Pr>
          <w:rFonts w:ascii="Consolas" w:hAnsi="Consolas"/>
          <w:sz w:val="20"/>
          <w:szCs w:val="20"/>
        </w:rPr>
        <w:tab/>
      </w:r>
      <w:r w:rsidRPr="0045447E">
        <w:rPr>
          <w:rFonts w:ascii="Consolas" w:hAnsi="Consolas"/>
          <w:sz w:val="20"/>
          <w:szCs w:val="20"/>
        </w:rPr>
        <w:t>status = H5DOwrite_chunk(dset</w:t>
      </w:r>
      <w:r w:rsidR="0069025E">
        <w:rPr>
          <w:rFonts w:ascii="Consolas" w:hAnsi="Consolas"/>
          <w:sz w:val="20"/>
          <w:szCs w:val="20"/>
        </w:rPr>
        <w:t>_id</w:t>
      </w:r>
      <w:r w:rsidR="008D37AB">
        <w:rPr>
          <w:rFonts w:ascii="Consolas" w:hAnsi="Consolas"/>
          <w:sz w:val="20"/>
          <w:szCs w:val="20"/>
        </w:rPr>
        <w:t>, H5P_DEFAULT</w:t>
      </w:r>
      <w:r w:rsidRPr="0045447E">
        <w:rPr>
          <w:rFonts w:ascii="Consolas" w:hAnsi="Consolas"/>
          <w:sz w:val="20"/>
          <w:szCs w:val="20"/>
        </w:rPr>
        <w:t xml:space="preserve">, filter_mask, offset, </w:t>
      </w:r>
    </w:p>
    <w:p w14:paraId="7473660C" w14:textId="77777777" w:rsidR="0045447E" w:rsidRPr="0045447E" w:rsidRDefault="0045447E" w:rsidP="0045447E">
      <w:pPr>
        <w:ind w:left="4320" w:firstLine="720"/>
        <w:rPr>
          <w:rFonts w:ascii="Consolas" w:hAnsi="Consolas"/>
          <w:sz w:val="20"/>
          <w:szCs w:val="20"/>
        </w:rPr>
      </w:pPr>
      <w:r w:rsidRPr="0045447E">
        <w:rPr>
          <w:rFonts w:ascii="Consolas" w:hAnsi="Consolas"/>
          <w:sz w:val="20"/>
          <w:szCs w:val="20"/>
        </w:rPr>
        <w:t>z_dst_nbytes, outbuf);</w:t>
      </w:r>
    </w:p>
    <w:p w14:paraId="0A1ED445"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Pr>
          <w:rFonts w:ascii="Consolas" w:hAnsi="Consolas"/>
          <w:sz w:val="20"/>
          <w:szCs w:val="20"/>
        </w:rPr>
        <w:tab/>
      </w:r>
      <w:r w:rsidRPr="0045447E">
        <w:rPr>
          <w:rFonts w:ascii="Consolas" w:hAnsi="Consolas"/>
          <w:sz w:val="20"/>
          <w:szCs w:val="20"/>
        </w:rPr>
        <w:t>offset[1] += CHUNK_NY;</w:t>
      </w:r>
    </w:p>
    <w:p w14:paraId="5BC222EC" w14:textId="77777777" w:rsidR="0045447E" w:rsidRPr="0045447E" w:rsidRDefault="0045447E" w:rsidP="0045447E">
      <w:pPr>
        <w:rPr>
          <w:rFonts w:ascii="Consolas" w:hAnsi="Consolas"/>
          <w:sz w:val="20"/>
          <w:szCs w:val="20"/>
        </w:rPr>
      </w:pPr>
      <w:r w:rsidRPr="0045447E">
        <w:rPr>
          <w:rFonts w:ascii="Consolas" w:hAnsi="Consolas"/>
          <w:sz w:val="20"/>
          <w:szCs w:val="20"/>
        </w:rPr>
        <w:lastRenderedPageBreak/>
        <w:t xml:space="preserve">        </w:t>
      </w:r>
      <w:r>
        <w:rPr>
          <w:rFonts w:ascii="Consolas" w:hAnsi="Consolas"/>
          <w:sz w:val="20"/>
          <w:szCs w:val="20"/>
        </w:rPr>
        <w:tab/>
      </w:r>
      <w:r w:rsidRPr="0045447E">
        <w:rPr>
          <w:rFonts w:ascii="Consolas" w:hAnsi="Consolas"/>
          <w:sz w:val="20"/>
          <w:szCs w:val="20"/>
        </w:rPr>
        <w:t>}</w:t>
      </w:r>
    </w:p>
    <w:p w14:paraId="41C298FE"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offset[0] += CHUNK_NX;</w:t>
      </w:r>
    </w:p>
    <w:p w14:paraId="61741945" w14:textId="77777777" w:rsidR="0045447E" w:rsidRP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offset[1] = 0;</w:t>
      </w:r>
    </w:p>
    <w:p w14:paraId="3DFA5378" w14:textId="77777777" w:rsidR="0045447E" w:rsidRDefault="0045447E" w:rsidP="0045447E">
      <w:pPr>
        <w:rPr>
          <w:rFonts w:ascii="Consolas" w:hAnsi="Consolas"/>
          <w:sz w:val="20"/>
          <w:szCs w:val="20"/>
        </w:rPr>
      </w:pPr>
      <w:r w:rsidRPr="0045447E">
        <w:rPr>
          <w:rFonts w:ascii="Consolas" w:hAnsi="Consolas"/>
          <w:sz w:val="20"/>
          <w:szCs w:val="20"/>
        </w:rPr>
        <w:t xml:space="preserve">    </w:t>
      </w:r>
      <w:r>
        <w:rPr>
          <w:rFonts w:ascii="Consolas" w:hAnsi="Consolas"/>
          <w:sz w:val="20"/>
          <w:szCs w:val="20"/>
        </w:rPr>
        <w:tab/>
      </w:r>
      <w:r w:rsidRPr="0045447E">
        <w:rPr>
          <w:rFonts w:ascii="Consolas" w:hAnsi="Consolas"/>
          <w:sz w:val="20"/>
          <w:szCs w:val="20"/>
        </w:rPr>
        <w:t>}</w:t>
      </w:r>
    </w:p>
    <w:p w14:paraId="4760EF8C" w14:textId="77777777" w:rsidR="0004706C" w:rsidRDefault="0004706C" w:rsidP="0045447E">
      <w:pPr>
        <w:rPr>
          <w:rFonts w:ascii="Consolas" w:hAnsi="Consolas"/>
          <w:sz w:val="20"/>
          <w:szCs w:val="20"/>
        </w:rPr>
      </w:pPr>
    </w:p>
    <w:p w14:paraId="6CD2963D" w14:textId="77777777" w:rsidR="0004706C" w:rsidRDefault="0004706C" w:rsidP="0004706C">
      <w:pPr>
        <w:ind w:left="720"/>
        <w:rPr>
          <w:rFonts w:ascii="Consolas" w:hAnsi="Consolas"/>
          <w:sz w:val="20"/>
          <w:szCs w:val="20"/>
        </w:rPr>
      </w:pPr>
      <w:r>
        <w:rPr>
          <w:rFonts w:ascii="Consolas" w:hAnsi="Consolas"/>
          <w:sz w:val="20"/>
          <w:szCs w:val="20"/>
        </w:rPr>
        <w:t xml:space="preserve">/* Overwrite the first chunk with uncompressed data.  Set the filter mask to            </w:t>
      </w:r>
    </w:p>
    <w:p w14:paraId="65DA8DD5" w14:textId="77777777" w:rsidR="0004706C" w:rsidRDefault="0004706C" w:rsidP="0004706C">
      <w:pPr>
        <w:ind w:left="720"/>
        <w:rPr>
          <w:rFonts w:ascii="Consolas" w:hAnsi="Consolas"/>
          <w:sz w:val="20"/>
          <w:szCs w:val="20"/>
        </w:rPr>
      </w:pPr>
      <w:r>
        <w:rPr>
          <w:rFonts w:ascii="Consolas" w:hAnsi="Consolas"/>
          <w:sz w:val="20"/>
          <w:szCs w:val="20"/>
        </w:rPr>
        <w:t xml:space="preserve"> * indicate the compression filter is skipped */</w:t>
      </w:r>
    </w:p>
    <w:p w14:paraId="0C7FFEF8" w14:textId="77777777" w:rsidR="0004706C" w:rsidRDefault="009636D9" w:rsidP="0004706C">
      <w:pPr>
        <w:ind w:left="720"/>
        <w:rPr>
          <w:rFonts w:ascii="Consolas" w:hAnsi="Consolas"/>
          <w:sz w:val="20"/>
          <w:szCs w:val="20"/>
        </w:rPr>
      </w:pPr>
      <w:r>
        <w:rPr>
          <w:rFonts w:ascii="Consolas" w:hAnsi="Consolas"/>
          <w:sz w:val="20"/>
          <w:szCs w:val="20"/>
        </w:rPr>
        <w:t xml:space="preserve">filter_mask </w:t>
      </w:r>
      <w:r w:rsidR="0004706C">
        <w:rPr>
          <w:rFonts w:ascii="Consolas" w:hAnsi="Consolas"/>
          <w:sz w:val="20"/>
          <w:szCs w:val="20"/>
        </w:rPr>
        <w:t>= 0x00000001;</w:t>
      </w:r>
    </w:p>
    <w:p w14:paraId="25653AB9" w14:textId="77777777" w:rsidR="0004706C" w:rsidRDefault="0004706C" w:rsidP="0004706C">
      <w:pPr>
        <w:ind w:left="720"/>
        <w:rPr>
          <w:rFonts w:ascii="Consolas" w:hAnsi="Consolas"/>
          <w:sz w:val="20"/>
          <w:szCs w:val="20"/>
        </w:rPr>
      </w:pPr>
      <w:r>
        <w:rPr>
          <w:rFonts w:ascii="Consolas" w:hAnsi="Consolas"/>
          <w:sz w:val="20"/>
          <w:szCs w:val="20"/>
        </w:rPr>
        <w:t>offset[0] = offset[1] = 0;</w:t>
      </w:r>
    </w:p>
    <w:p w14:paraId="378AA1C0" w14:textId="2F7FC07A" w:rsidR="0004706C" w:rsidRPr="0045447E" w:rsidRDefault="0004706C" w:rsidP="009636D9">
      <w:pPr>
        <w:ind w:firstLine="720"/>
        <w:rPr>
          <w:rFonts w:ascii="Consolas" w:hAnsi="Consolas"/>
          <w:sz w:val="20"/>
          <w:szCs w:val="20"/>
        </w:rPr>
      </w:pPr>
      <w:r>
        <w:rPr>
          <w:rFonts w:ascii="Consolas" w:hAnsi="Consolas"/>
          <w:sz w:val="20"/>
          <w:szCs w:val="20"/>
        </w:rPr>
        <w:t>if(</w:t>
      </w:r>
      <w:r w:rsidRPr="0045447E">
        <w:rPr>
          <w:rFonts w:ascii="Consolas" w:hAnsi="Consolas"/>
          <w:sz w:val="20"/>
          <w:szCs w:val="20"/>
        </w:rPr>
        <w:t>H5DOwrite_chunk(dset</w:t>
      </w:r>
      <w:r w:rsidR="0069025E">
        <w:rPr>
          <w:rFonts w:ascii="Consolas" w:hAnsi="Consolas"/>
          <w:sz w:val="20"/>
          <w:szCs w:val="20"/>
        </w:rPr>
        <w:t>_id</w:t>
      </w:r>
      <w:r w:rsidR="008D37AB">
        <w:rPr>
          <w:rFonts w:ascii="Consolas" w:hAnsi="Consolas"/>
          <w:sz w:val="20"/>
          <w:szCs w:val="20"/>
        </w:rPr>
        <w:t>, H5P_DEFAULT</w:t>
      </w:r>
      <w:r w:rsidRPr="0045447E">
        <w:rPr>
          <w:rFonts w:ascii="Consolas" w:hAnsi="Consolas"/>
          <w:sz w:val="20"/>
          <w:szCs w:val="20"/>
        </w:rPr>
        <w:t xml:space="preserve">, filter_mask, offset, </w:t>
      </w:r>
      <w:r w:rsidR="009636D9">
        <w:rPr>
          <w:rFonts w:ascii="Consolas" w:hAnsi="Consolas"/>
          <w:sz w:val="20"/>
          <w:szCs w:val="20"/>
        </w:rPr>
        <w:t>buf_size</w:t>
      </w:r>
      <w:r>
        <w:rPr>
          <w:rFonts w:ascii="Consolas" w:hAnsi="Consolas"/>
          <w:sz w:val="20"/>
          <w:szCs w:val="20"/>
        </w:rPr>
        <w:t>, direct_buf) &lt; 0)</w:t>
      </w:r>
    </w:p>
    <w:p w14:paraId="5C6C14B8" w14:textId="77777777" w:rsidR="001962F3" w:rsidRDefault="009636D9" w:rsidP="0045447E">
      <w:pPr>
        <w:rPr>
          <w:rFonts w:ascii="Consolas" w:hAnsi="Consolas"/>
          <w:sz w:val="20"/>
          <w:szCs w:val="20"/>
        </w:rPr>
      </w:pPr>
      <w:r>
        <w:tab/>
      </w:r>
      <w:r>
        <w:tab/>
      </w:r>
      <w:r w:rsidRPr="0045447E">
        <w:rPr>
          <w:rFonts w:ascii="Consolas" w:hAnsi="Consolas"/>
          <w:sz w:val="20"/>
          <w:szCs w:val="20"/>
        </w:rPr>
        <w:t>goto error;</w:t>
      </w:r>
    </w:p>
    <w:p w14:paraId="3963CC1B" w14:textId="77777777" w:rsidR="009636D9" w:rsidRDefault="009636D9" w:rsidP="0045447E">
      <w:pPr>
        <w:rPr>
          <w:rFonts w:ascii="Consolas" w:hAnsi="Consolas"/>
          <w:sz w:val="20"/>
          <w:szCs w:val="20"/>
        </w:rPr>
      </w:pPr>
    </w:p>
    <w:p w14:paraId="449A0BEA" w14:textId="77777777" w:rsidR="009636D9" w:rsidRDefault="009636D9" w:rsidP="0045447E">
      <w:pPr>
        <w:rPr>
          <w:rFonts w:ascii="Consolas" w:hAnsi="Consolas"/>
          <w:sz w:val="20"/>
          <w:szCs w:val="20"/>
        </w:rPr>
      </w:pPr>
      <w:r>
        <w:rPr>
          <w:rFonts w:ascii="Consolas" w:hAnsi="Consolas"/>
          <w:sz w:val="20"/>
          <w:szCs w:val="20"/>
        </w:rPr>
        <w:tab/>
        <w:t xml:space="preserve">/* Read the entire dataset back for data verification </w:t>
      </w:r>
      <w:r w:rsidR="004278F2">
        <w:rPr>
          <w:rFonts w:ascii="Consolas" w:hAnsi="Consolas"/>
          <w:sz w:val="20"/>
          <w:szCs w:val="20"/>
        </w:rPr>
        <w:t>converting ints to longs</w:t>
      </w:r>
      <w:r>
        <w:rPr>
          <w:rFonts w:ascii="Consolas" w:hAnsi="Consolas"/>
          <w:sz w:val="20"/>
          <w:szCs w:val="20"/>
        </w:rPr>
        <w:t>*/</w:t>
      </w:r>
    </w:p>
    <w:p w14:paraId="64C7DD42" w14:textId="77777777" w:rsidR="009636D9" w:rsidRDefault="009636D9" w:rsidP="009636D9">
      <w:pPr>
        <w:rPr>
          <w:rFonts w:ascii="Consolas" w:hAnsi="Consolas"/>
          <w:sz w:val="20"/>
          <w:szCs w:val="20"/>
        </w:rPr>
      </w:pPr>
      <w:r>
        <w:rPr>
          <w:rFonts w:ascii="Consolas" w:hAnsi="Consolas"/>
          <w:sz w:val="20"/>
          <w:szCs w:val="20"/>
        </w:rPr>
        <w:tab/>
        <w:t>if(</w:t>
      </w:r>
      <w:r w:rsidRPr="009636D9">
        <w:rPr>
          <w:rFonts w:ascii="Consolas" w:hAnsi="Consolas"/>
          <w:sz w:val="20"/>
          <w:szCs w:val="20"/>
        </w:rPr>
        <w:t>H5Dread(da</w:t>
      </w:r>
      <w:r>
        <w:rPr>
          <w:rFonts w:ascii="Consolas" w:hAnsi="Consolas"/>
          <w:sz w:val="20"/>
          <w:szCs w:val="20"/>
        </w:rPr>
        <w:t>taset, H5T_NATIVE_</w:t>
      </w:r>
      <w:r w:rsidR="004278F2">
        <w:rPr>
          <w:rFonts w:ascii="Consolas" w:hAnsi="Consolas"/>
          <w:sz w:val="20"/>
          <w:szCs w:val="20"/>
        </w:rPr>
        <w:t>LONG</w:t>
      </w:r>
      <w:r>
        <w:rPr>
          <w:rFonts w:ascii="Consolas" w:hAnsi="Consolas"/>
          <w:sz w:val="20"/>
          <w:szCs w:val="20"/>
        </w:rPr>
        <w:t>, H5S_ALL, H5S_ALL</w:t>
      </w:r>
      <w:r w:rsidRPr="009636D9">
        <w:rPr>
          <w:rFonts w:ascii="Consolas" w:hAnsi="Consolas"/>
          <w:sz w:val="20"/>
          <w:szCs w:val="20"/>
        </w:rPr>
        <w:t xml:space="preserve">, H5P_DEFAULT, </w:t>
      </w:r>
    </w:p>
    <w:p w14:paraId="6280113B" w14:textId="77777777" w:rsidR="009636D9" w:rsidRPr="009636D9" w:rsidRDefault="004278F2" w:rsidP="009636D9">
      <w:pPr>
        <w:ind w:left="1440" w:firstLine="720"/>
        <w:rPr>
          <w:rFonts w:ascii="Consolas" w:hAnsi="Consolas"/>
          <w:sz w:val="20"/>
          <w:szCs w:val="20"/>
        </w:rPr>
      </w:pPr>
      <w:r>
        <w:rPr>
          <w:rFonts w:ascii="Consolas" w:hAnsi="Consolas"/>
          <w:sz w:val="20"/>
          <w:szCs w:val="20"/>
        </w:rPr>
        <w:t>outbuf_long</w:t>
      </w:r>
      <w:r w:rsidR="009636D9">
        <w:rPr>
          <w:rFonts w:ascii="Consolas" w:hAnsi="Consolas"/>
          <w:sz w:val="20"/>
          <w:szCs w:val="20"/>
        </w:rPr>
        <w:t>)</w:t>
      </w:r>
      <w:r w:rsidR="009636D9" w:rsidRPr="009636D9">
        <w:rPr>
          <w:rFonts w:ascii="Consolas" w:hAnsi="Consolas"/>
          <w:sz w:val="20"/>
          <w:szCs w:val="20"/>
        </w:rPr>
        <w:t xml:space="preserve"> &lt; 0)</w:t>
      </w:r>
    </w:p>
    <w:p w14:paraId="6621DF9F" w14:textId="77777777" w:rsidR="009636D9" w:rsidRDefault="009636D9" w:rsidP="009636D9">
      <w:pPr>
        <w:rPr>
          <w:rFonts w:ascii="Consolas" w:hAnsi="Consolas"/>
          <w:sz w:val="20"/>
          <w:szCs w:val="20"/>
        </w:rPr>
      </w:pPr>
      <w:r w:rsidRPr="009636D9">
        <w:rPr>
          <w:rFonts w:ascii="Consolas" w:hAnsi="Consolas"/>
          <w:sz w:val="20"/>
          <w:szCs w:val="20"/>
        </w:rPr>
        <w:t xml:space="preserve">        </w:t>
      </w:r>
      <w:r>
        <w:rPr>
          <w:rFonts w:ascii="Consolas" w:hAnsi="Consolas"/>
          <w:sz w:val="20"/>
          <w:szCs w:val="20"/>
        </w:rPr>
        <w:tab/>
      </w:r>
      <w:r w:rsidRPr="009636D9">
        <w:rPr>
          <w:rFonts w:ascii="Consolas" w:hAnsi="Consolas"/>
          <w:sz w:val="20"/>
          <w:szCs w:val="20"/>
        </w:rPr>
        <w:t>goto error;</w:t>
      </w:r>
    </w:p>
    <w:p w14:paraId="3C8CB2C6" w14:textId="77777777" w:rsidR="009636D9" w:rsidRDefault="009636D9" w:rsidP="009636D9">
      <w:pPr>
        <w:rPr>
          <w:rFonts w:ascii="Consolas" w:hAnsi="Consolas"/>
          <w:sz w:val="20"/>
          <w:szCs w:val="20"/>
        </w:rPr>
      </w:pPr>
    </w:p>
    <w:p w14:paraId="7CB331DD" w14:textId="77777777" w:rsidR="009636D9" w:rsidRDefault="009636D9" w:rsidP="009636D9">
      <w:pPr>
        <w:rPr>
          <w:rFonts w:ascii="Consolas" w:hAnsi="Consolas"/>
          <w:sz w:val="20"/>
          <w:szCs w:val="20"/>
        </w:rPr>
      </w:pPr>
      <w:r>
        <w:rPr>
          <w:rFonts w:ascii="Consolas" w:hAnsi="Consolas"/>
          <w:sz w:val="20"/>
          <w:szCs w:val="20"/>
        </w:rPr>
        <w:tab/>
        <w:t>/* Data verification here */</w:t>
      </w:r>
    </w:p>
    <w:p w14:paraId="018CE69F" w14:textId="77777777" w:rsidR="009636D9" w:rsidRDefault="009636D9" w:rsidP="009636D9">
      <w:pPr>
        <w:rPr>
          <w:rFonts w:ascii="Consolas" w:hAnsi="Consolas"/>
          <w:sz w:val="20"/>
          <w:szCs w:val="20"/>
        </w:rPr>
      </w:pPr>
      <w:r>
        <w:rPr>
          <w:rFonts w:ascii="Consolas" w:hAnsi="Consolas"/>
          <w:sz w:val="20"/>
          <w:szCs w:val="20"/>
        </w:rPr>
        <w:tab/>
      </w:r>
      <w:r>
        <w:rPr>
          <w:rFonts w:ascii="Consolas" w:hAnsi="Consolas"/>
          <w:sz w:val="20"/>
          <w:szCs w:val="20"/>
        </w:rPr>
        <w:tab/>
      </w:r>
      <w:r>
        <w:rPr>
          <w:rFonts w:ascii="Consolas" w:hAnsi="Consolas"/>
          <w:sz w:val="20"/>
          <w:szCs w:val="20"/>
        </w:rPr>
        <w:tab/>
        <w:t>:</w:t>
      </w:r>
    </w:p>
    <w:p w14:paraId="157814A4" w14:textId="77777777" w:rsidR="009636D9" w:rsidRPr="009636D9" w:rsidRDefault="009636D9" w:rsidP="009636D9">
      <w:pPr>
        <w:rPr>
          <w:rFonts w:ascii="Consolas" w:hAnsi="Consolas"/>
          <w:sz w:val="20"/>
          <w:szCs w:val="20"/>
        </w:rPr>
      </w:pPr>
      <w:r>
        <w:rPr>
          <w:rFonts w:ascii="Consolas" w:hAnsi="Consolas"/>
          <w:sz w:val="20"/>
          <w:szCs w:val="20"/>
        </w:rPr>
        <w:tab/>
      </w:r>
      <w:r>
        <w:rPr>
          <w:rFonts w:ascii="Consolas" w:hAnsi="Consolas"/>
          <w:sz w:val="20"/>
          <w:szCs w:val="20"/>
        </w:rPr>
        <w:tab/>
      </w:r>
      <w:r>
        <w:rPr>
          <w:rFonts w:ascii="Consolas" w:hAnsi="Consolas"/>
          <w:sz w:val="20"/>
          <w:szCs w:val="20"/>
        </w:rPr>
        <w:tab/>
        <w:t>:</w:t>
      </w:r>
    </w:p>
    <w:p w14:paraId="3ABC97DE" w14:textId="77777777" w:rsidR="009636D9" w:rsidRPr="009636D9" w:rsidRDefault="009636D9" w:rsidP="009636D9">
      <w:pPr>
        <w:rPr>
          <w:rFonts w:ascii="Consolas" w:hAnsi="Consolas"/>
          <w:sz w:val="20"/>
          <w:szCs w:val="20"/>
        </w:rPr>
      </w:pPr>
      <w:r w:rsidRPr="009636D9">
        <w:rPr>
          <w:rFonts w:ascii="Consolas" w:hAnsi="Consolas"/>
          <w:sz w:val="20"/>
          <w:szCs w:val="20"/>
        </w:rPr>
        <w:t xml:space="preserve">        </w:t>
      </w:r>
    </w:p>
    <w:p w14:paraId="701AFF24" w14:textId="77777777" w:rsidR="009636D9" w:rsidRDefault="009636D9" w:rsidP="0045447E">
      <w:pPr>
        <w:rPr>
          <w:rFonts w:ascii="Consolas" w:hAnsi="Consolas"/>
          <w:sz w:val="20"/>
          <w:szCs w:val="20"/>
        </w:rPr>
      </w:pPr>
    </w:p>
    <w:p w14:paraId="56BB085B" w14:textId="77777777" w:rsidR="009636D9" w:rsidRDefault="009636D9" w:rsidP="0045447E">
      <w:pPr>
        <w:rPr>
          <w:rFonts w:ascii="Consolas" w:hAnsi="Consolas"/>
          <w:sz w:val="20"/>
          <w:szCs w:val="20"/>
        </w:rPr>
      </w:pPr>
    </w:p>
    <w:p w14:paraId="603C63B2" w14:textId="77777777" w:rsidR="009636D9" w:rsidRPr="00092246" w:rsidRDefault="009636D9" w:rsidP="0045447E">
      <w:r>
        <w:tab/>
      </w:r>
    </w:p>
    <w:sectPr w:rsidR="009636D9" w:rsidRPr="00092246" w:rsidSect="00611674">
      <w:headerReference w:type="default" r:id="rId13"/>
      <w:footerReference w:type="default" r:id="rId14"/>
      <w:headerReference w:type="first" r:id="rId15"/>
      <w:footerReference w:type="first" r:id="rId16"/>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A806F" w14:textId="77777777" w:rsidR="00C0614F" w:rsidRDefault="00C0614F" w:rsidP="00611674">
      <w:r>
        <w:separator/>
      </w:r>
    </w:p>
  </w:endnote>
  <w:endnote w:type="continuationSeparator" w:id="0">
    <w:p w14:paraId="50F7159F" w14:textId="77777777" w:rsidR="00C0614F" w:rsidRDefault="00C0614F"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4A784734" w14:textId="77777777" w:rsidR="000E5775" w:rsidRDefault="000E5775" w:rsidP="00611674">
            <w:pPr>
              <w:pStyle w:val="HDFFooter"/>
            </w:pPr>
            <w:r>
              <w:rPr>
                <w:noProof/>
              </w:rPr>
              <w:drawing>
                <wp:anchor distT="0" distB="0" distL="0" distR="0" simplePos="0" relativeHeight="251658240" behindDoc="0" locked="0" layoutInCell="1" allowOverlap="1" wp14:anchorId="58AF1BB3" wp14:editId="50C699D6">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EC390B">
              <w:rPr>
                <w:noProof/>
              </w:rPr>
              <w:t>14</w:t>
            </w:r>
            <w:r>
              <w:rPr>
                <w:noProof/>
              </w:rPr>
              <w:fldChar w:fldCharType="end"/>
            </w:r>
            <w:r>
              <w:t xml:space="preserve"> of </w:t>
            </w:r>
            <w:fldSimple w:instr=" NUMPAGES  ">
              <w:r w:rsidR="00EC390B">
                <w:rPr>
                  <w:noProof/>
                </w:rPr>
                <w:t>17</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6FB62F19" w14:textId="77777777" w:rsidR="000E5775" w:rsidRDefault="000E5775" w:rsidP="00611674">
            <w:pPr>
              <w:pStyle w:val="HDFFooter"/>
            </w:pPr>
            <w:r>
              <w:rPr>
                <w:noProof/>
              </w:rPr>
              <w:drawing>
                <wp:anchor distT="0" distB="0" distL="0" distR="0" simplePos="0" relativeHeight="251660288" behindDoc="0" locked="0" layoutInCell="1" allowOverlap="1" wp14:anchorId="6E089196" wp14:editId="59C6287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EC390B">
              <w:rPr>
                <w:noProof/>
              </w:rPr>
              <w:t>1</w:t>
            </w:r>
            <w:r>
              <w:rPr>
                <w:noProof/>
              </w:rPr>
              <w:fldChar w:fldCharType="end"/>
            </w:r>
            <w:r>
              <w:t xml:space="preserve"> of </w:t>
            </w:r>
            <w:fldSimple w:instr=" NUMPAGES  ">
              <w:r w:rsidR="00EC390B">
                <w:rPr>
                  <w:noProof/>
                </w:rPr>
                <w:t>17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433B66" w14:textId="77777777" w:rsidR="00C0614F" w:rsidRDefault="00C0614F" w:rsidP="00611674">
      <w:r>
        <w:separator/>
      </w:r>
    </w:p>
  </w:footnote>
  <w:footnote w:type="continuationSeparator" w:id="0">
    <w:p w14:paraId="72BFF95C" w14:textId="77777777" w:rsidR="00C0614F" w:rsidRDefault="00C0614F"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CDFB6" w14:textId="22E322E0" w:rsidR="000E5775" w:rsidRDefault="000E5775" w:rsidP="00611674">
    <w:pPr>
      <w:pStyle w:val="THGHeader2"/>
    </w:pPr>
    <w:r>
      <w:t>J</w:t>
    </w:r>
    <w:r w:rsidR="00A122A2">
      <w:t>anuary 25</w:t>
    </w:r>
    <w:r>
      <w:t>, 2013</w:t>
    </w:r>
    <w:r>
      <w:ptab w:relativeTo="margin" w:alignment="center" w:leader="none"/>
    </w:r>
    <w:r>
      <w:ptab w:relativeTo="margin" w:alignment="right" w:leader="none"/>
    </w:r>
    <w:r>
      <w:t>RFC THG 2012-11-14.v5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85B4A" w14:textId="6A4FC832" w:rsidR="000E5775" w:rsidRPr="006D4EA4" w:rsidRDefault="000E5775" w:rsidP="00611674">
    <w:pPr>
      <w:pStyle w:val="THGHeader"/>
    </w:pPr>
    <w:r>
      <w:t>J</w:t>
    </w:r>
    <w:r w:rsidR="00A122A2">
      <w:t>anuary 25</w:t>
    </w:r>
    <w:r>
      <w:t>, 2013</w:t>
    </w:r>
    <w:r>
      <w:ptab w:relativeTo="margin" w:alignment="center" w:leader="none"/>
    </w:r>
    <w:r>
      <w:ptab w:relativeTo="margin" w:alignment="right" w:leader="none"/>
    </w:r>
    <w:r>
      <w:t>RFC THG 2012-11-14.v5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357B0B"/>
    <w:multiLevelType w:val="hybridMultilevel"/>
    <w:tmpl w:val="3148E7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411525"/>
    <w:multiLevelType w:val="hybridMultilevel"/>
    <w:tmpl w:val="AF7C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231FAB"/>
    <w:multiLevelType w:val="hybridMultilevel"/>
    <w:tmpl w:val="3B34A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A604B2"/>
    <w:multiLevelType w:val="hybridMultilevel"/>
    <w:tmpl w:val="7E8E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8010EA"/>
    <w:multiLevelType w:val="hybridMultilevel"/>
    <w:tmpl w:val="20C485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C514C9"/>
    <w:multiLevelType w:val="hybridMultilevel"/>
    <w:tmpl w:val="3462186E"/>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9">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7"/>
  </w:num>
  <w:num w:numId="4">
    <w:abstractNumId w:val="2"/>
  </w:num>
  <w:num w:numId="5">
    <w:abstractNumId w:val="1"/>
  </w:num>
  <w:num w:numId="6">
    <w:abstractNumId w:val="0"/>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9"/>
    <w:lvlOverride w:ilvl="0">
      <w:startOverride w:val="1"/>
    </w:lvlOverride>
  </w:num>
  <w:num w:numId="11">
    <w:abstractNumId w:val="19"/>
    <w:lvlOverride w:ilvl="0">
      <w:startOverride w:val="1"/>
    </w:lvlOverride>
  </w:num>
  <w:num w:numId="12">
    <w:abstractNumId w:val="19"/>
    <w:lvlOverride w:ilvl="0">
      <w:startOverride w:val="1"/>
    </w:lvlOverride>
  </w:num>
  <w:num w:numId="13">
    <w:abstractNumId w:val="19"/>
    <w:lvlOverride w:ilvl="0">
      <w:startOverride w:val="1"/>
    </w:lvlOverride>
  </w:num>
  <w:num w:numId="14">
    <w:abstractNumId w:val="19"/>
    <w:lvlOverride w:ilvl="0">
      <w:startOverride w:val="1"/>
    </w:lvlOverride>
  </w:num>
  <w:num w:numId="15">
    <w:abstractNumId w:val="19"/>
    <w:lvlOverride w:ilvl="0">
      <w:startOverride w:val="1"/>
    </w:lvlOverride>
  </w:num>
  <w:num w:numId="16">
    <w:abstractNumId w:val="19"/>
    <w:lvlOverride w:ilvl="0">
      <w:startOverride w:val="1"/>
    </w:lvlOverride>
  </w:num>
  <w:num w:numId="17">
    <w:abstractNumId w:val="19"/>
    <w:lvlOverride w:ilvl="0">
      <w:startOverride w:val="1"/>
    </w:lvlOverride>
  </w:num>
  <w:num w:numId="18">
    <w:abstractNumId w:val="19"/>
    <w:lvlOverride w:ilvl="0">
      <w:startOverride w:val="1"/>
    </w:lvlOverride>
  </w:num>
  <w:num w:numId="19">
    <w:abstractNumId w:val="17"/>
  </w:num>
  <w:num w:numId="20">
    <w:abstractNumId w:val="12"/>
  </w:num>
  <w:num w:numId="21">
    <w:abstractNumId w:val="19"/>
    <w:lvlOverride w:ilvl="0">
      <w:startOverride w:val="1"/>
    </w:lvlOverride>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19"/>
    <w:lvlOverride w:ilvl="0">
      <w:startOverride w:val="1"/>
    </w:lvlOverride>
  </w:num>
  <w:num w:numId="27">
    <w:abstractNumId w:val="19"/>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0"/>
  </w:num>
  <w:num w:numId="36">
    <w:abstractNumId w:val="13"/>
  </w:num>
  <w:num w:numId="37">
    <w:abstractNumId w:val="15"/>
  </w:num>
  <w:num w:numId="38">
    <w:abstractNumId w:val="16"/>
  </w:num>
  <w:num w:numId="39">
    <w:abstractNumId w:val="11"/>
  </w:num>
  <w:num w:numId="40">
    <w:abstractNumId w:val="18"/>
  </w:num>
  <w:num w:numId="4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E4F"/>
    <w:rsid w:val="000036F0"/>
    <w:rsid w:val="000134D5"/>
    <w:rsid w:val="000163AC"/>
    <w:rsid w:val="000224B8"/>
    <w:rsid w:val="00044E4F"/>
    <w:rsid w:val="0004706C"/>
    <w:rsid w:val="00056D7E"/>
    <w:rsid w:val="00062E14"/>
    <w:rsid w:val="000766D6"/>
    <w:rsid w:val="000815C9"/>
    <w:rsid w:val="00092246"/>
    <w:rsid w:val="00095AF7"/>
    <w:rsid w:val="000B4D26"/>
    <w:rsid w:val="000B7BBA"/>
    <w:rsid w:val="000C7DB3"/>
    <w:rsid w:val="000E00CD"/>
    <w:rsid w:val="000E5775"/>
    <w:rsid w:val="00103CEC"/>
    <w:rsid w:val="0014310D"/>
    <w:rsid w:val="00147FD9"/>
    <w:rsid w:val="001620E5"/>
    <w:rsid w:val="0016608C"/>
    <w:rsid w:val="001923B3"/>
    <w:rsid w:val="00194014"/>
    <w:rsid w:val="001962F3"/>
    <w:rsid w:val="001B5527"/>
    <w:rsid w:val="001C28B9"/>
    <w:rsid w:val="001D33FA"/>
    <w:rsid w:val="001E37C8"/>
    <w:rsid w:val="001F06AC"/>
    <w:rsid w:val="00202749"/>
    <w:rsid w:val="0021719B"/>
    <w:rsid w:val="00282728"/>
    <w:rsid w:val="00285A14"/>
    <w:rsid w:val="00291244"/>
    <w:rsid w:val="002A2CA0"/>
    <w:rsid w:val="002A7BC6"/>
    <w:rsid w:val="002D6DEE"/>
    <w:rsid w:val="002E4442"/>
    <w:rsid w:val="002F1F8F"/>
    <w:rsid w:val="00304D19"/>
    <w:rsid w:val="0031179D"/>
    <w:rsid w:val="00325AE8"/>
    <w:rsid w:val="00327650"/>
    <w:rsid w:val="0033744C"/>
    <w:rsid w:val="00352E10"/>
    <w:rsid w:val="00353CF3"/>
    <w:rsid w:val="003656FE"/>
    <w:rsid w:val="00386B2E"/>
    <w:rsid w:val="003944F9"/>
    <w:rsid w:val="003A5E89"/>
    <w:rsid w:val="003C1CCC"/>
    <w:rsid w:val="003C4153"/>
    <w:rsid w:val="003D1AA2"/>
    <w:rsid w:val="003D7BAC"/>
    <w:rsid w:val="00420C20"/>
    <w:rsid w:val="004278F2"/>
    <w:rsid w:val="0045142B"/>
    <w:rsid w:val="0045187E"/>
    <w:rsid w:val="0045447E"/>
    <w:rsid w:val="004A07EB"/>
    <w:rsid w:val="004B1F45"/>
    <w:rsid w:val="004B77C7"/>
    <w:rsid w:val="004C036A"/>
    <w:rsid w:val="004E407E"/>
    <w:rsid w:val="0051349B"/>
    <w:rsid w:val="00522013"/>
    <w:rsid w:val="00524697"/>
    <w:rsid w:val="00547759"/>
    <w:rsid w:val="00561EF4"/>
    <w:rsid w:val="005661FC"/>
    <w:rsid w:val="00585648"/>
    <w:rsid w:val="005B0690"/>
    <w:rsid w:val="005B290F"/>
    <w:rsid w:val="005B5F92"/>
    <w:rsid w:val="005B637A"/>
    <w:rsid w:val="005C534C"/>
    <w:rsid w:val="005D2F19"/>
    <w:rsid w:val="005F75E3"/>
    <w:rsid w:val="00611674"/>
    <w:rsid w:val="00613EB2"/>
    <w:rsid w:val="006147B8"/>
    <w:rsid w:val="00651EDF"/>
    <w:rsid w:val="00652384"/>
    <w:rsid w:val="00656B16"/>
    <w:rsid w:val="00663329"/>
    <w:rsid w:val="006648FC"/>
    <w:rsid w:val="00683CE9"/>
    <w:rsid w:val="0069025E"/>
    <w:rsid w:val="006A767B"/>
    <w:rsid w:val="006A7EB7"/>
    <w:rsid w:val="006B0162"/>
    <w:rsid w:val="006B129B"/>
    <w:rsid w:val="006E0EDF"/>
    <w:rsid w:val="006E6178"/>
    <w:rsid w:val="00702CD9"/>
    <w:rsid w:val="007064EA"/>
    <w:rsid w:val="00714998"/>
    <w:rsid w:val="007249BA"/>
    <w:rsid w:val="00726170"/>
    <w:rsid w:val="007334D4"/>
    <w:rsid w:val="00736567"/>
    <w:rsid w:val="00742A1E"/>
    <w:rsid w:val="00785026"/>
    <w:rsid w:val="00785315"/>
    <w:rsid w:val="007A593C"/>
    <w:rsid w:val="007C1AE8"/>
    <w:rsid w:val="007C560B"/>
    <w:rsid w:val="007D2C76"/>
    <w:rsid w:val="007E2C1C"/>
    <w:rsid w:val="007E353F"/>
    <w:rsid w:val="00804893"/>
    <w:rsid w:val="0082630A"/>
    <w:rsid w:val="00874EBB"/>
    <w:rsid w:val="008752B3"/>
    <w:rsid w:val="0088049F"/>
    <w:rsid w:val="0088661F"/>
    <w:rsid w:val="008D37AB"/>
    <w:rsid w:val="008F1CB8"/>
    <w:rsid w:val="00921595"/>
    <w:rsid w:val="009232B4"/>
    <w:rsid w:val="00923CB5"/>
    <w:rsid w:val="009247DB"/>
    <w:rsid w:val="00927B93"/>
    <w:rsid w:val="00934E8A"/>
    <w:rsid w:val="00960F24"/>
    <w:rsid w:val="009636D9"/>
    <w:rsid w:val="009903A2"/>
    <w:rsid w:val="009B78FE"/>
    <w:rsid w:val="009E44F3"/>
    <w:rsid w:val="009F3D42"/>
    <w:rsid w:val="00A122A2"/>
    <w:rsid w:val="00A13996"/>
    <w:rsid w:val="00A30205"/>
    <w:rsid w:val="00A36D3A"/>
    <w:rsid w:val="00A70328"/>
    <w:rsid w:val="00A81955"/>
    <w:rsid w:val="00A8510F"/>
    <w:rsid w:val="00A874D5"/>
    <w:rsid w:val="00A96D06"/>
    <w:rsid w:val="00AB0E05"/>
    <w:rsid w:val="00AC17E4"/>
    <w:rsid w:val="00AC51F8"/>
    <w:rsid w:val="00AD068E"/>
    <w:rsid w:val="00AD4657"/>
    <w:rsid w:val="00AE36EC"/>
    <w:rsid w:val="00AF0F6F"/>
    <w:rsid w:val="00AF1503"/>
    <w:rsid w:val="00B00648"/>
    <w:rsid w:val="00B24315"/>
    <w:rsid w:val="00B9342A"/>
    <w:rsid w:val="00BB6816"/>
    <w:rsid w:val="00BD4C12"/>
    <w:rsid w:val="00BE1139"/>
    <w:rsid w:val="00BF3DA3"/>
    <w:rsid w:val="00C0614F"/>
    <w:rsid w:val="00C14495"/>
    <w:rsid w:val="00C2514D"/>
    <w:rsid w:val="00C54A16"/>
    <w:rsid w:val="00C63434"/>
    <w:rsid w:val="00CC6579"/>
    <w:rsid w:val="00D01A36"/>
    <w:rsid w:val="00D06F7F"/>
    <w:rsid w:val="00D40FBC"/>
    <w:rsid w:val="00D86AC0"/>
    <w:rsid w:val="00D90EB6"/>
    <w:rsid w:val="00D94398"/>
    <w:rsid w:val="00DA0500"/>
    <w:rsid w:val="00DC41CE"/>
    <w:rsid w:val="00E1104B"/>
    <w:rsid w:val="00E81F67"/>
    <w:rsid w:val="00E83675"/>
    <w:rsid w:val="00E91AD6"/>
    <w:rsid w:val="00EB4026"/>
    <w:rsid w:val="00EB66B6"/>
    <w:rsid w:val="00EC1424"/>
    <w:rsid w:val="00EC390B"/>
    <w:rsid w:val="00EE0F05"/>
    <w:rsid w:val="00EF4F23"/>
    <w:rsid w:val="00EF6C7F"/>
    <w:rsid w:val="00F32415"/>
    <w:rsid w:val="00F35275"/>
    <w:rsid w:val="00F51BBB"/>
    <w:rsid w:val="00F60B53"/>
    <w:rsid w:val="00F66DBF"/>
    <w:rsid w:val="00F76636"/>
    <w:rsid w:val="00FB244E"/>
    <w:rsid w:val="00FB2D59"/>
    <w:rsid w:val="00FB60FF"/>
    <w:rsid w:val="00FB6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2A2CA0"/>
    <w:pPr>
      <w:spacing w:after="120"/>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B24315"/>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C63434"/>
    <w:pPr>
      <w:spacing w:after="0"/>
    </w:pPr>
    <w:rPr>
      <w:rFonts w:ascii="Courier New" w:hAnsi="Courier New"/>
      <w:sz w:val="18"/>
      <w:szCs w:val="21"/>
    </w:rPr>
  </w:style>
  <w:style w:type="character" w:customStyle="1" w:styleId="PlainTextChar">
    <w:name w:val="Plain Text Char"/>
    <w:basedOn w:val="DefaultParagraphFont"/>
    <w:link w:val="PlainText"/>
    <w:uiPriority w:val="7"/>
    <w:rsid w:val="00C63434"/>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B24315"/>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2A2CA0"/>
    <w:pPr>
      <w:spacing w:after="120"/>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B24315"/>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C63434"/>
    <w:pPr>
      <w:spacing w:after="0"/>
    </w:pPr>
    <w:rPr>
      <w:rFonts w:ascii="Courier New" w:hAnsi="Courier New"/>
      <w:sz w:val="18"/>
      <w:szCs w:val="21"/>
    </w:rPr>
  </w:style>
  <w:style w:type="character" w:customStyle="1" w:styleId="PlainTextChar">
    <w:name w:val="Plain Text Char"/>
    <w:basedOn w:val="DefaultParagraphFont"/>
    <w:link w:val="PlainText"/>
    <w:uiPriority w:val="7"/>
    <w:rsid w:val="00C63434"/>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B24315"/>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74A82-4052-4443-9E26-4598D681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3098</Words>
  <Characters>17659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20716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Raymond Lu</dc:creator>
  <cp:lastModifiedBy>Evans, Mark</cp:lastModifiedBy>
  <cp:revision>2</cp:revision>
  <cp:lastPrinted>2013-01-17T20:20:00Z</cp:lastPrinted>
  <dcterms:created xsi:type="dcterms:W3CDTF">2013-02-26T22:46:00Z</dcterms:created>
  <dcterms:modified xsi:type="dcterms:W3CDTF">2013-02-26T22:46:00Z</dcterms:modified>
</cp:coreProperties>
</file>